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A99" w:rsidRPr="008D5EF8" w:rsidRDefault="008E1A99" w:rsidP="00ED5A9F">
      <w:pPr>
        <w:pStyle w:val="ListParagraph"/>
        <w:widowControl w:val="0"/>
        <w:autoSpaceDE w:val="0"/>
        <w:autoSpaceDN w:val="0"/>
        <w:adjustRightInd w:val="0"/>
        <w:spacing w:line="400" w:lineRule="exact"/>
        <w:ind w:firstLine="0"/>
        <w:jc w:val="center"/>
        <w:rPr>
          <w:rFonts w:ascii="宋体" w:cs="Times New Roman"/>
          <w:b/>
          <w:kern w:val="2"/>
          <w:sz w:val="32"/>
          <w:szCs w:val="32"/>
        </w:rPr>
      </w:pPr>
      <w:r w:rsidRPr="008D5EF8">
        <w:rPr>
          <w:rFonts w:ascii="宋体" w:hAnsi="宋体" w:cs="Times New Roman" w:hint="eastAsia"/>
          <w:b/>
          <w:kern w:val="2"/>
          <w:sz w:val="32"/>
          <w:szCs w:val="32"/>
        </w:rPr>
        <w:t>美国圣何塞州立大学</w:t>
      </w:r>
      <w:r w:rsidRPr="008D5EF8">
        <w:rPr>
          <w:rFonts w:ascii="宋体" w:hAnsi="宋体" w:cs="Times New Roman"/>
          <w:b/>
          <w:kern w:val="2"/>
          <w:sz w:val="32"/>
          <w:szCs w:val="32"/>
        </w:rPr>
        <w:t>2018</w:t>
      </w:r>
      <w:r w:rsidRPr="008D5EF8">
        <w:rPr>
          <w:rFonts w:ascii="宋体" w:hAnsi="宋体" w:cs="Times New Roman" w:hint="eastAsia"/>
          <w:b/>
          <w:kern w:val="2"/>
          <w:sz w:val="32"/>
          <w:szCs w:val="32"/>
        </w:rPr>
        <w:t>年春季学期招生计划</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b/>
          <w:kern w:val="2"/>
          <w:sz w:val="28"/>
          <w:szCs w:val="28"/>
        </w:rPr>
        <w:t>项目时间</w:t>
      </w:r>
      <w:r w:rsidRPr="008D5EF8">
        <w:rPr>
          <w:rFonts w:ascii="Times New Roman" w:hAnsi="Times New Roman" w:cs="Times New Roman"/>
          <w:kern w:val="2"/>
          <w:sz w:val="28"/>
          <w:szCs w:val="28"/>
        </w:rPr>
        <w:t>:</w:t>
      </w:r>
      <w:r>
        <w:rPr>
          <w:rFonts w:ascii="Times New Roman" w:hAnsi="Times New Roman" w:cs="Times New Roman"/>
          <w:kern w:val="2"/>
          <w:sz w:val="28"/>
          <w:szCs w:val="28"/>
        </w:rPr>
        <w:t xml:space="preserve"> </w:t>
      </w:r>
      <w:r w:rsidRPr="008D5EF8">
        <w:rPr>
          <w:rFonts w:ascii="Times New Roman" w:hAnsi="Times New Roman" w:cs="Times New Roman"/>
          <w:kern w:val="2"/>
          <w:sz w:val="28"/>
          <w:szCs w:val="28"/>
        </w:rPr>
        <w:t>2018</w:t>
      </w:r>
      <w:r w:rsidRPr="008D5EF8">
        <w:rPr>
          <w:rFonts w:ascii="Times New Roman" w:hAnsi="宋体" w:cs="Times New Roman" w:hint="eastAsia"/>
          <w:kern w:val="2"/>
          <w:sz w:val="28"/>
          <w:szCs w:val="28"/>
        </w:rPr>
        <w:t>年春季学期赴美国圣何塞州立大学学期学习</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b/>
          <w:kern w:val="2"/>
          <w:sz w:val="28"/>
          <w:szCs w:val="28"/>
        </w:rPr>
        <w:t>说</w:t>
      </w:r>
      <w:r w:rsidRPr="008D5EF8">
        <w:rPr>
          <w:rFonts w:ascii="Times New Roman" w:hAnsi="Times New Roman" w:cs="Times New Roman"/>
          <w:b/>
          <w:kern w:val="2"/>
          <w:sz w:val="28"/>
          <w:szCs w:val="28"/>
        </w:rPr>
        <w:t xml:space="preserve">    </w:t>
      </w:r>
      <w:r w:rsidRPr="008D5EF8">
        <w:rPr>
          <w:rFonts w:ascii="Times New Roman" w:hAnsi="宋体" w:cs="Times New Roman" w:hint="eastAsia"/>
          <w:b/>
          <w:kern w:val="2"/>
          <w:sz w:val="28"/>
          <w:szCs w:val="28"/>
        </w:rPr>
        <w:t>明</w:t>
      </w:r>
      <w:r w:rsidRPr="008D5EF8">
        <w:rPr>
          <w:rFonts w:ascii="Times New Roman" w:hAnsi="Times New Roman" w:cs="Times New Roman"/>
          <w:kern w:val="2"/>
          <w:sz w:val="28"/>
          <w:szCs w:val="28"/>
        </w:rPr>
        <w:t>:</w:t>
      </w:r>
      <w:r w:rsidRPr="008D5EF8">
        <w:rPr>
          <w:rFonts w:ascii="Times New Roman" w:hAnsi="宋体" w:cs="Times New Roman" w:hint="eastAsia"/>
          <w:kern w:val="2"/>
          <w:sz w:val="28"/>
          <w:szCs w:val="28"/>
        </w:rPr>
        <w:t>此项目为我校正式校内项目</w:t>
      </w:r>
      <w:r>
        <w:rPr>
          <w:rFonts w:ascii="Times New Roman" w:hAnsi="Times New Roman" w:cs="Times New Roman" w:hint="eastAsia"/>
          <w:kern w:val="2"/>
          <w:sz w:val="28"/>
          <w:szCs w:val="28"/>
        </w:rPr>
        <w:t>，学生自愿申请，</w:t>
      </w:r>
      <w:r w:rsidRPr="008D5EF8">
        <w:rPr>
          <w:rFonts w:ascii="Times New Roman" w:hAnsi="宋体" w:cs="Times New Roman" w:hint="eastAsia"/>
          <w:kern w:val="2"/>
          <w:sz w:val="28"/>
          <w:szCs w:val="28"/>
        </w:rPr>
        <w:t>全部费用</w:t>
      </w:r>
      <w:r>
        <w:rPr>
          <w:rFonts w:ascii="Times New Roman" w:hAnsi="Times New Roman" w:cs="Times New Roman" w:hint="eastAsia"/>
          <w:kern w:val="2"/>
          <w:sz w:val="28"/>
          <w:szCs w:val="28"/>
        </w:rPr>
        <w:t>由</w:t>
      </w:r>
      <w:r w:rsidRPr="008D5EF8">
        <w:rPr>
          <w:rFonts w:ascii="Times New Roman" w:hAnsi="宋体" w:cs="Times New Roman" w:hint="eastAsia"/>
          <w:kern w:val="2"/>
          <w:sz w:val="28"/>
          <w:szCs w:val="28"/>
        </w:rPr>
        <w:t>申请者直接递交给海外大学</w:t>
      </w:r>
      <w:r>
        <w:rPr>
          <w:rFonts w:ascii="Times New Roman" w:hAnsi="Times New Roman" w:cs="Times New Roman" w:hint="eastAsia"/>
          <w:kern w:val="2"/>
          <w:sz w:val="28"/>
          <w:szCs w:val="28"/>
        </w:rPr>
        <w:t>。</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sz w:val="28"/>
          <w:szCs w:val="28"/>
        </w:rPr>
      </w:pPr>
      <w:r w:rsidRPr="008D5EF8">
        <w:rPr>
          <w:rFonts w:ascii="Times New Roman" w:hAnsi="宋体" w:cs="Times New Roman" w:hint="eastAsia"/>
          <w:kern w:val="2"/>
          <w:sz w:val="28"/>
          <w:szCs w:val="28"/>
        </w:rPr>
        <w:t>校方官网</w:t>
      </w:r>
      <w:r w:rsidRPr="008D5EF8">
        <w:rPr>
          <w:rFonts w:ascii="Times New Roman" w:hAnsi="Times New Roman" w:cs="Times New Roman"/>
          <w:kern w:val="2"/>
          <w:sz w:val="28"/>
          <w:szCs w:val="28"/>
        </w:rPr>
        <w:t>:</w:t>
      </w:r>
      <w:r>
        <w:rPr>
          <w:rFonts w:ascii="Times New Roman" w:hAnsi="Times New Roman" w:cs="Times New Roman"/>
          <w:kern w:val="2"/>
          <w:sz w:val="28"/>
          <w:szCs w:val="28"/>
        </w:rPr>
        <w:t xml:space="preserve"> </w:t>
      </w:r>
      <w:hyperlink r:id="rId7" w:history="1">
        <w:r w:rsidRPr="008D5EF8">
          <w:rPr>
            <w:rFonts w:ascii="Times New Roman" w:hAnsi="Times New Roman" w:cs="Times New Roman"/>
            <w:kern w:val="2"/>
            <w:sz w:val="28"/>
            <w:szCs w:val="28"/>
          </w:rPr>
          <w:t>http://www.sjsu.edu/igateways/programs/sas/index.html</w:t>
        </w:r>
      </w:hyperlink>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b/>
          <w:kern w:val="2"/>
          <w:sz w:val="28"/>
          <w:szCs w:val="28"/>
        </w:rPr>
      </w:pPr>
      <w:r w:rsidRPr="008D5EF8">
        <w:rPr>
          <w:rFonts w:ascii="Times New Roman" w:hAnsi="宋体" w:cs="Times New Roman" w:hint="eastAsia"/>
          <w:b/>
          <w:kern w:val="2"/>
          <w:sz w:val="28"/>
          <w:szCs w:val="28"/>
        </w:rPr>
        <w:t>项目概览</w:t>
      </w:r>
    </w:p>
    <w:p w:rsidR="008E1A99" w:rsidRPr="008D5EF8" w:rsidRDefault="008E1A99" w:rsidP="008D5EF8">
      <w:pPr>
        <w:pStyle w:val="ListParagraph"/>
        <w:widowControl w:val="0"/>
        <w:autoSpaceDE w:val="0"/>
        <w:autoSpaceDN w:val="0"/>
        <w:adjustRightInd w:val="0"/>
        <w:snapToGrid w:val="0"/>
        <w:spacing w:line="500" w:lineRule="exact"/>
        <w:ind w:firstLineChars="200" w:firstLine="31680"/>
        <w:rPr>
          <w:rFonts w:ascii="Times New Roman" w:hAnsi="Times New Roman" w:cs="Times New Roman"/>
          <w:kern w:val="2"/>
          <w:sz w:val="28"/>
          <w:szCs w:val="28"/>
        </w:rPr>
      </w:pPr>
      <w:r w:rsidRPr="008D5EF8">
        <w:rPr>
          <w:rFonts w:ascii="Times New Roman" w:hAnsi="宋体" w:cs="Times New Roman" w:hint="eastAsia"/>
          <w:kern w:val="2"/>
          <w:sz w:val="28"/>
          <w:szCs w:val="28"/>
        </w:rPr>
        <w:t>圣何塞州立大学建立于</w:t>
      </w:r>
      <w:r w:rsidRPr="008D5EF8">
        <w:rPr>
          <w:rFonts w:ascii="Times New Roman" w:hAnsi="Times New Roman" w:cs="Times New Roman"/>
          <w:kern w:val="2"/>
          <w:sz w:val="28"/>
          <w:szCs w:val="28"/>
        </w:rPr>
        <w:t>1857</w:t>
      </w:r>
      <w:r w:rsidRPr="008D5EF8">
        <w:rPr>
          <w:rFonts w:ascii="Times New Roman" w:hAnsi="宋体" w:cs="Times New Roman" w:hint="eastAsia"/>
          <w:kern w:val="2"/>
          <w:sz w:val="28"/>
          <w:szCs w:val="28"/>
        </w:rPr>
        <w:t>年，是所公</w:t>
      </w:r>
      <w:r>
        <w:rPr>
          <w:rFonts w:ascii="Times New Roman" w:hAnsi="宋体" w:cs="Times New Roman" w:hint="eastAsia"/>
          <w:kern w:val="2"/>
          <w:sz w:val="28"/>
          <w:szCs w:val="28"/>
        </w:rPr>
        <w:t>立</w:t>
      </w:r>
      <w:r w:rsidRPr="008D5EF8">
        <w:rPr>
          <w:rFonts w:ascii="Times New Roman" w:hAnsi="宋体" w:cs="Times New Roman" w:hint="eastAsia"/>
          <w:kern w:val="2"/>
          <w:sz w:val="28"/>
          <w:szCs w:val="28"/>
        </w:rPr>
        <w:t>院校。</w:t>
      </w:r>
      <w:r>
        <w:rPr>
          <w:rFonts w:ascii="Times New Roman" w:hAnsi="宋体" w:cs="Times New Roman" w:hint="eastAsia"/>
          <w:kern w:val="2"/>
          <w:sz w:val="28"/>
          <w:szCs w:val="28"/>
        </w:rPr>
        <w:t>既</w:t>
      </w:r>
      <w:r w:rsidRPr="008D5EF8">
        <w:rPr>
          <w:rFonts w:ascii="Times New Roman" w:hAnsi="宋体" w:cs="Times New Roman" w:hint="eastAsia"/>
          <w:kern w:val="2"/>
          <w:sz w:val="28"/>
          <w:szCs w:val="28"/>
        </w:rPr>
        <w:t>是加州州立大学系统中建校最久的一所学校，也是美国西海岸地区历史最悠久的高校。目前总学生人数</w:t>
      </w:r>
      <w:r w:rsidRPr="008D5EF8">
        <w:rPr>
          <w:rFonts w:ascii="Times New Roman" w:hAnsi="Times New Roman" w:cs="Times New Roman"/>
          <w:kern w:val="2"/>
          <w:sz w:val="28"/>
          <w:szCs w:val="28"/>
        </w:rPr>
        <w:t>24804</w:t>
      </w:r>
      <w:r w:rsidRPr="008D5EF8">
        <w:rPr>
          <w:rFonts w:ascii="Times New Roman" w:hAnsi="宋体" w:cs="Times New Roman" w:hint="eastAsia"/>
          <w:kern w:val="2"/>
          <w:sz w:val="28"/>
          <w:szCs w:val="28"/>
        </w:rPr>
        <w:t>，校园</w:t>
      </w:r>
      <w:r w:rsidRPr="008D5EF8">
        <w:rPr>
          <w:rFonts w:ascii="Times New Roman" w:hAnsi="Times New Roman" w:cs="Times New Roman"/>
          <w:kern w:val="2"/>
          <w:sz w:val="28"/>
          <w:szCs w:val="28"/>
        </w:rPr>
        <w:t>154</w:t>
      </w:r>
      <w:r w:rsidRPr="008D5EF8">
        <w:rPr>
          <w:rFonts w:ascii="Times New Roman" w:hAnsi="宋体" w:cs="Times New Roman" w:hint="eastAsia"/>
          <w:kern w:val="2"/>
          <w:sz w:val="28"/>
          <w:szCs w:val="28"/>
        </w:rPr>
        <w:t>英苗，教学以学期制为主。该学校属于地区性大学，排名在</w:t>
      </w:r>
      <w:r w:rsidRPr="008D5EF8">
        <w:rPr>
          <w:rFonts w:ascii="Times New Roman" w:hAnsi="Times New Roman" w:cs="Times New Roman"/>
          <w:kern w:val="2"/>
          <w:sz w:val="28"/>
          <w:szCs w:val="28"/>
        </w:rPr>
        <w:t>2017 US News</w:t>
      </w:r>
      <w:r w:rsidRPr="008D5EF8">
        <w:rPr>
          <w:rFonts w:ascii="Times New Roman" w:hAnsi="宋体" w:cs="Times New Roman" w:hint="eastAsia"/>
          <w:kern w:val="2"/>
          <w:sz w:val="28"/>
          <w:szCs w:val="28"/>
        </w:rPr>
        <w:t>中排在地区大学（西部）第</w:t>
      </w:r>
      <w:r w:rsidRPr="008D5EF8">
        <w:rPr>
          <w:rFonts w:ascii="Times New Roman" w:hAnsi="Times New Roman" w:cs="Times New Roman"/>
          <w:kern w:val="2"/>
          <w:sz w:val="28"/>
          <w:szCs w:val="28"/>
        </w:rPr>
        <w:t>33</w:t>
      </w:r>
      <w:r w:rsidRPr="008D5EF8">
        <w:rPr>
          <w:rFonts w:ascii="Times New Roman" w:hAnsi="宋体" w:cs="Times New Roman" w:hint="eastAsia"/>
          <w:kern w:val="2"/>
          <w:sz w:val="28"/>
          <w:szCs w:val="28"/>
        </w:rPr>
        <w:t>名。</w:t>
      </w:r>
    </w:p>
    <w:p w:rsidR="008E1A99" w:rsidRPr="008D5EF8" w:rsidRDefault="008E1A99" w:rsidP="008D5EF8">
      <w:pPr>
        <w:pStyle w:val="ListParagraph"/>
        <w:widowControl w:val="0"/>
        <w:autoSpaceDE w:val="0"/>
        <w:autoSpaceDN w:val="0"/>
        <w:adjustRightInd w:val="0"/>
        <w:snapToGrid w:val="0"/>
        <w:spacing w:line="500" w:lineRule="exact"/>
        <w:ind w:firstLineChars="200" w:firstLine="31680"/>
        <w:rPr>
          <w:rFonts w:ascii="Times New Roman" w:hAnsi="Times New Roman" w:cs="Times New Roman"/>
          <w:kern w:val="2"/>
          <w:sz w:val="28"/>
          <w:szCs w:val="28"/>
        </w:rPr>
      </w:pPr>
      <w:r w:rsidRPr="008D5EF8">
        <w:rPr>
          <w:rFonts w:ascii="Times New Roman" w:hAnsi="宋体" w:cs="Times New Roman" w:hint="eastAsia"/>
          <w:kern w:val="2"/>
          <w:sz w:val="28"/>
          <w:szCs w:val="28"/>
        </w:rPr>
        <w:t>校区是在加州圣何塞的市区，校区内有超过</w:t>
      </w:r>
      <w:r w:rsidRPr="008D5EF8">
        <w:rPr>
          <w:rFonts w:ascii="Times New Roman" w:hAnsi="Times New Roman" w:cs="Times New Roman"/>
          <w:kern w:val="2"/>
          <w:sz w:val="28"/>
          <w:szCs w:val="28"/>
        </w:rPr>
        <w:t>50</w:t>
      </w:r>
      <w:r w:rsidRPr="008D5EF8">
        <w:rPr>
          <w:rFonts w:ascii="Times New Roman" w:hAnsi="宋体" w:cs="Times New Roman" w:hint="eastAsia"/>
          <w:kern w:val="2"/>
          <w:sz w:val="28"/>
          <w:szCs w:val="28"/>
        </w:rPr>
        <w:t>棟主要的建筑楼，横跨在圣何塞市中心的</w:t>
      </w:r>
      <w:r w:rsidRPr="008D5EF8">
        <w:rPr>
          <w:rFonts w:ascii="Times New Roman" w:hAnsi="Times New Roman" w:cs="Times New Roman"/>
          <w:kern w:val="2"/>
          <w:sz w:val="28"/>
          <w:szCs w:val="28"/>
        </w:rPr>
        <w:t>19</w:t>
      </w:r>
      <w:r w:rsidRPr="008D5EF8">
        <w:rPr>
          <w:rFonts w:ascii="Times New Roman" w:hAnsi="宋体" w:cs="Times New Roman" w:hint="eastAsia"/>
          <w:kern w:val="2"/>
          <w:sz w:val="28"/>
          <w:szCs w:val="28"/>
        </w:rPr>
        <w:t>条大街上。学校坐落在硅谷地区，他与附近的金山地区结成了全美的科技中心。学校与硅谷连接的非常紧密，该地区大量的工程师，科学家</w:t>
      </w:r>
      <w:smartTag w:uri="urn:schemas-microsoft-com:office:smarttags" w:element="PersonName">
        <w:smartTagPr>
          <w:attr w:name="ProductID" w:val="和商科"/>
        </w:smartTagPr>
        <w:r w:rsidRPr="008D5EF8">
          <w:rPr>
            <w:rFonts w:ascii="Times New Roman" w:hAnsi="宋体" w:cs="Times New Roman" w:hint="eastAsia"/>
            <w:kern w:val="2"/>
            <w:sz w:val="28"/>
            <w:szCs w:val="28"/>
          </w:rPr>
          <w:t>和商科</w:t>
        </w:r>
      </w:smartTag>
      <w:r w:rsidRPr="008D5EF8">
        <w:rPr>
          <w:rFonts w:ascii="Times New Roman" w:hAnsi="宋体" w:cs="Times New Roman" w:hint="eastAsia"/>
          <w:kern w:val="2"/>
          <w:sz w:val="28"/>
          <w:szCs w:val="28"/>
        </w:rPr>
        <w:t>教授在该大学从事科研或教学工作，学校知名校友众多。目前学校提供</w:t>
      </w:r>
      <w:r w:rsidRPr="008D5EF8">
        <w:rPr>
          <w:rFonts w:ascii="Times New Roman" w:hAnsi="Times New Roman" w:cs="Times New Roman"/>
          <w:kern w:val="2"/>
          <w:sz w:val="28"/>
          <w:szCs w:val="28"/>
        </w:rPr>
        <w:t>134</w:t>
      </w:r>
      <w:r w:rsidRPr="008D5EF8">
        <w:rPr>
          <w:rFonts w:ascii="Times New Roman" w:hAnsi="宋体" w:cs="Times New Roman" w:hint="eastAsia"/>
          <w:kern w:val="2"/>
          <w:sz w:val="28"/>
          <w:szCs w:val="28"/>
        </w:rPr>
        <w:t>个本科，硕士学位课程。其中包括</w:t>
      </w:r>
      <w:r w:rsidRPr="008D5EF8">
        <w:rPr>
          <w:rFonts w:ascii="Times New Roman" w:hAnsi="Times New Roman" w:cs="Times New Roman"/>
          <w:kern w:val="2"/>
          <w:sz w:val="28"/>
          <w:szCs w:val="28"/>
        </w:rPr>
        <w:t>69</w:t>
      </w:r>
      <w:r w:rsidRPr="008D5EF8">
        <w:rPr>
          <w:rFonts w:ascii="Times New Roman" w:hAnsi="宋体" w:cs="Times New Roman" w:hint="eastAsia"/>
          <w:kern w:val="2"/>
          <w:sz w:val="28"/>
          <w:szCs w:val="28"/>
        </w:rPr>
        <w:t>种学士学位（</w:t>
      </w:r>
      <w:r w:rsidRPr="008D5EF8">
        <w:rPr>
          <w:rFonts w:ascii="Times New Roman" w:hAnsi="Times New Roman" w:cs="Times New Roman"/>
          <w:kern w:val="2"/>
          <w:sz w:val="28"/>
          <w:szCs w:val="28"/>
        </w:rPr>
        <w:t>81</w:t>
      </w:r>
      <w:r w:rsidRPr="008D5EF8">
        <w:rPr>
          <w:rFonts w:ascii="Times New Roman" w:hAnsi="宋体" w:cs="Times New Roman" w:hint="eastAsia"/>
          <w:kern w:val="2"/>
          <w:sz w:val="28"/>
          <w:szCs w:val="28"/>
        </w:rPr>
        <w:t>个方向）和</w:t>
      </w:r>
      <w:r w:rsidRPr="008D5EF8">
        <w:rPr>
          <w:rFonts w:ascii="Times New Roman" w:hAnsi="Times New Roman" w:cs="Times New Roman"/>
          <w:kern w:val="2"/>
          <w:sz w:val="28"/>
          <w:szCs w:val="28"/>
        </w:rPr>
        <w:t>65</w:t>
      </w:r>
      <w:r w:rsidRPr="008D5EF8">
        <w:rPr>
          <w:rFonts w:ascii="Times New Roman" w:hAnsi="宋体" w:cs="Times New Roman" w:hint="eastAsia"/>
          <w:kern w:val="2"/>
          <w:sz w:val="28"/>
          <w:szCs w:val="28"/>
        </w:rPr>
        <w:t>种硕士学位课程（</w:t>
      </w:r>
      <w:r w:rsidRPr="008D5EF8">
        <w:rPr>
          <w:rFonts w:ascii="Times New Roman" w:hAnsi="Times New Roman" w:cs="Times New Roman"/>
          <w:kern w:val="2"/>
          <w:sz w:val="28"/>
          <w:szCs w:val="28"/>
        </w:rPr>
        <w:t>29</w:t>
      </w:r>
      <w:r w:rsidRPr="008D5EF8">
        <w:rPr>
          <w:rFonts w:ascii="Times New Roman" w:hAnsi="宋体" w:cs="Times New Roman" w:hint="eastAsia"/>
          <w:kern w:val="2"/>
          <w:sz w:val="28"/>
          <w:szCs w:val="28"/>
        </w:rPr>
        <w:t>个方向）。</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b/>
          <w:kern w:val="2"/>
          <w:sz w:val="28"/>
          <w:szCs w:val="28"/>
        </w:rPr>
      </w:pPr>
      <w:r w:rsidRPr="008D5EF8">
        <w:rPr>
          <w:rFonts w:ascii="Times New Roman" w:hAnsi="宋体" w:cs="Times New Roman" w:hint="eastAsia"/>
          <w:b/>
          <w:kern w:val="2"/>
          <w:sz w:val="28"/>
          <w:szCs w:val="28"/>
        </w:rPr>
        <w:t>项目优势</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宋体" w:cs="Times New Roman"/>
          <w:kern w:val="2"/>
          <w:sz w:val="28"/>
          <w:szCs w:val="28"/>
        </w:rPr>
        <w:t>1</w:t>
      </w:r>
      <w:r>
        <w:rPr>
          <w:rFonts w:ascii="Times New Roman" w:hAnsi="宋体" w:cs="Times New Roman" w:hint="eastAsia"/>
          <w:kern w:val="2"/>
          <w:sz w:val="28"/>
          <w:szCs w:val="28"/>
        </w:rPr>
        <w:t>、</w:t>
      </w:r>
      <w:r w:rsidRPr="008D5EF8">
        <w:rPr>
          <w:rFonts w:ascii="Times New Roman" w:hAnsi="宋体" w:cs="Times New Roman" w:hint="eastAsia"/>
          <w:kern w:val="2"/>
          <w:sz w:val="28"/>
          <w:szCs w:val="28"/>
        </w:rPr>
        <w:t>学生可在</w:t>
      </w:r>
      <w:r w:rsidRPr="008D5EF8">
        <w:rPr>
          <w:rFonts w:ascii="Times New Roman" w:hAnsi="Times New Roman" w:cs="Times New Roman"/>
          <w:kern w:val="2"/>
          <w:sz w:val="28"/>
          <w:szCs w:val="28"/>
        </w:rPr>
        <w:t>SJSU</w:t>
      </w:r>
      <w:r w:rsidRPr="008D5EF8">
        <w:rPr>
          <w:rFonts w:ascii="Times New Roman" w:hAnsi="宋体" w:cs="Times New Roman" w:hint="eastAsia"/>
          <w:kern w:val="2"/>
          <w:sz w:val="28"/>
          <w:szCs w:val="28"/>
        </w:rPr>
        <w:t>分校进行一个学期或一个学年的交流学习，与美国当地及其他国际学生一起从师于世界顶级学者、进行专业课学习，零距离体验原汁原味的世界级公立名校学习氛围；</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宋体" w:cs="Times New Roman"/>
          <w:kern w:val="2"/>
          <w:sz w:val="28"/>
          <w:szCs w:val="28"/>
        </w:rPr>
        <w:t>2</w:t>
      </w:r>
      <w:r>
        <w:rPr>
          <w:rFonts w:ascii="Times New Roman" w:hAnsi="宋体" w:cs="Times New Roman" w:hint="eastAsia"/>
          <w:kern w:val="2"/>
          <w:sz w:val="28"/>
          <w:szCs w:val="28"/>
        </w:rPr>
        <w:t>、</w:t>
      </w:r>
      <w:r w:rsidRPr="008D5EF8">
        <w:rPr>
          <w:rFonts w:ascii="Times New Roman" w:hAnsi="宋体" w:cs="Times New Roman" w:hint="eastAsia"/>
          <w:kern w:val="2"/>
          <w:sz w:val="28"/>
          <w:szCs w:val="28"/>
        </w:rPr>
        <w:t>获得</w:t>
      </w:r>
      <w:r w:rsidRPr="008D5EF8">
        <w:rPr>
          <w:rFonts w:ascii="Times New Roman" w:hAnsi="Times New Roman" w:cs="Times New Roman"/>
          <w:kern w:val="2"/>
          <w:sz w:val="28"/>
          <w:szCs w:val="28"/>
        </w:rPr>
        <w:t>SJSU</w:t>
      </w:r>
      <w:r w:rsidRPr="008D5EF8">
        <w:rPr>
          <w:rFonts w:ascii="Times New Roman" w:hAnsi="宋体" w:cs="Times New Roman" w:hint="eastAsia"/>
          <w:kern w:val="2"/>
          <w:sz w:val="28"/>
          <w:szCs w:val="28"/>
        </w:rPr>
        <w:t>提供的官方成绩单以及相应学分，同时可申请获得名校教授推荐信，为以后申研助力；</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宋体" w:cs="Times New Roman"/>
          <w:kern w:val="2"/>
          <w:sz w:val="28"/>
          <w:szCs w:val="28"/>
        </w:rPr>
        <w:t>3</w:t>
      </w:r>
      <w:r>
        <w:rPr>
          <w:rFonts w:ascii="Times New Roman" w:hAnsi="宋体" w:cs="Times New Roman" w:hint="eastAsia"/>
          <w:kern w:val="2"/>
          <w:sz w:val="28"/>
          <w:szCs w:val="28"/>
        </w:rPr>
        <w:t>、</w:t>
      </w:r>
      <w:r w:rsidRPr="008D5EF8">
        <w:rPr>
          <w:rFonts w:ascii="Times New Roman" w:hAnsi="宋体" w:cs="Times New Roman" w:hint="eastAsia"/>
          <w:kern w:val="2"/>
          <w:sz w:val="28"/>
          <w:szCs w:val="28"/>
        </w:rPr>
        <w:t>学生持</w:t>
      </w:r>
      <w:r w:rsidRPr="008D5EF8">
        <w:rPr>
          <w:rFonts w:ascii="Times New Roman" w:hAnsi="Times New Roman" w:cs="Times New Roman"/>
          <w:kern w:val="2"/>
          <w:sz w:val="28"/>
          <w:szCs w:val="28"/>
        </w:rPr>
        <w:t>F-1</w:t>
      </w:r>
      <w:r w:rsidRPr="008D5EF8">
        <w:rPr>
          <w:rFonts w:ascii="Times New Roman" w:hAnsi="宋体" w:cs="Times New Roman" w:hint="eastAsia"/>
          <w:kern w:val="2"/>
          <w:sz w:val="28"/>
          <w:szCs w:val="28"/>
        </w:rPr>
        <w:t>学生签证赴美学习，为以后赴美保有良好入境记录；</w:t>
      </w:r>
      <w:r>
        <w:rPr>
          <w:rFonts w:ascii="Times New Roman" w:hAnsi="Times New Roman" w:cs="Times New Roman" w:hint="eastAsia"/>
          <w:kern w:val="2"/>
          <w:sz w:val="28"/>
          <w:szCs w:val="28"/>
        </w:rPr>
        <w:t>是</w:t>
      </w:r>
      <w:r w:rsidRPr="008D5EF8">
        <w:rPr>
          <w:rFonts w:ascii="Times New Roman" w:hAnsi="宋体" w:cs="Times New Roman" w:hint="eastAsia"/>
          <w:kern w:val="2"/>
          <w:sz w:val="28"/>
          <w:szCs w:val="28"/>
        </w:rPr>
        <w:t>向往名校学习、海外深造读研、博等申请学生最佳选择项目。</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宋体" w:cs="Times New Roman"/>
          <w:kern w:val="2"/>
          <w:sz w:val="28"/>
          <w:szCs w:val="28"/>
        </w:rPr>
        <w:t>4</w:t>
      </w:r>
      <w:r>
        <w:rPr>
          <w:rFonts w:ascii="Times New Roman" w:hAnsi="宋体" w:cs="Times New Roman" w:hint="eastAsia"/>
          <w:kern w:val="2"/>
          <w:sz w:val="28"/>
          <w:szCs w:val="28"/>
        </w:rPr>
        <w:t>、</w:t>
      </w:r>
      <w:r w:rsidRPr="008D5EF8">
        <w:rPr>
          <w:rFonts w:ascii="Times New Roman" w:hAnsi="宋体" w:cs="Times New Roman" w:hint="eastAsia"/>
          <w:kern w:val="2"/>
          <w:sz w:val="28"/>
          <w:szCs w:val="28"/>
        </w:rPr>
        <w:t>地理位置优越，圣何塞是加州西部城市。硅谷是美国的高科技人才集中地，更是美国信息产业人才的集中地。目前在硅谷，集结着美国各地个世界各国的科技人员达到</w:t>
      </w:r>
      <w:r w:rsidRPr="008D5EF8">
        <w:rPr>
          <w:rFonts w:ascii="Times New Roman" w:hAnsi="Times New Roman" w:cs="Times New Roman"/>
          <w:kern w:val="2"/>
          <w:sz w:val="28"/>
          <w:szCs w:val="28"/>
        </w:rPr>
        <w:t>100</w:t>
      </w:r>
      <w:r w:rsidRPr="008D5EF8">
        <w:rPr>
          <w:rFonts w:ascii="Times New Roman" w:hAnsi="宋体" w:cs="Times New Roman" w:hint="eastAsia"/>
          <w:kern w:val="2"/>
          <w:sz w:val="28"/>
          <w:szCs w:val="28"/>
        </w:rPr>
        <w:t>万以上，美国科学院院士在硅谷任职的就有近千人，获诺贝尔奖的有近</w:t>
      </w:r>
      <w:r w:rsidRPr="008D5EF8">
        <w:rPr>
          <w:rFonts w:ascii="Times New Roman" w:hAnsi="Times New Roman" w:cs="Times New Roman"/>
          <w:kern w:val="2"/>
          <w:sz w:val="28"/>
          <w:szCs w:val="28"/>
        </w:rPr>
        <w:t>30</w:t>
      </w:r>
      <w:r w:rsidRPr="008D5EF8">
        <w:rPr>
          <w:rFonts w:ascii="Times New Roman" w:hAnsi="宋体" w:cs="Times New Roman" w:hint="eastAsia"/>
          <w:kern w:val="2"/>
          <w:sz w:val="28"/>
          <w:szCs w:val="28"/>
        </w:rPr>
        <w:t>人，超过</w:t>
      </w:r>
      <w:r w:rsidRPr="008D5EF8">
        <w:rPr>
          <w:rFonts w:ascii="Times New Roman" w:hAnsi="Times New Roman" w:cs="Times New Roman"/>
          <w:kern w:val="2"/>
          <w:sz w:val="28"/>
          <w:szCs w:val="28"/>
        </w:rPr>
        <w:t>10000</w:t>
      </w:r>
      <w:r w:rsidRPr="008D5EF8">
        <w:rPr>
          <w:rFonts w:ascii="Times New Roman" w:hAnsi="宋体" w:cs="Times New Roman" w:hint="eastAsia"/>
          <w:kern w:val="2"/>
          <w:sz w:val="28"/>
          <w:szCs w:val="28"/>
        </w:rPr>
        <w:t>家信息技术企业坐落于此，包括了英特尔，苹果，思科，惠普等知名企业。硅谷</w:t>
      </w:r>
      <w:r w:rsidRPr="008D5EF8">
        <w:rPr>
          <w:rFonts w:ascii="Times New Roman" w:hAnsi="Times New Roman" w:cs="Times New Roman"/>
          <w:kern w:val="2"/>
          <w:sz w:val="28"/>
          <w:szCs w:val="28"/>
        </w:rPr>
        <w:t>GDP</w:t>
      </w:r>
      <w:r w:rsidRPr="008D5EF8">
        <w:rPr>
          <w:rFonts w:ascii="Times New Roman" w:hAnsi="宋体" w:cs="Times New Roman" w:hint="eastAsia"/>
          <w:kern w:val="2"/>
          <w:sz w:val="28"/>
          <w:szCs w:val="28"/>
        </w:rPr>
        <w:t>占美国的</w:t>
      </w:r>
      <w:r w:rsidRPr="008D5EF8">
        <w:rPr>
          <w:rFonts w:ascii="Times New Roman" w:hAnsi="Times New Roman" w:cs="Times New Roman"/>
          <w:kern w:val="2"/>
          <w:sz w:val="28"/>
          <w:szCs w:val="28"/>
        </w:rPr>
        <w:t>5%</w:t>
      </w:r>
      <w:r w:rsidRPr="008D5EF8">
        <w:rPr>
          <w:rFonts w:ascii="Times New Roman" w:hAnsi="宋体" w:cs="Times New Roman" w:hint="eastAsia"/>
          <w:kern w:val="2"/>
          <w:sz w:val="28"/>
          <w:szCs w:val="28"/>
        </w:rPr>
        <w:t>，人口不到</w:t>
      </w:r>
      <w:r w:rsidRPr="008D5EF8">
        <w:rPr>
          <w:rFonts w:ascii="Times New Roman" w:hAnsi="Times New Roman" w:cs="Times New Roman"/>
          <w:kern w:val="2"/>
          <w:sz w:val="28"/>
          <w:szCs w:val="28"/>
        </w:rPr>
        <w:t>1%</w:t>
      </w:r>
      <w:r w:rsidRPr="008D5EF8">
        <w:rPr>
          <w:rFonts w:ascii="Times New Roman" w:hAnsi="宋体" w:cs="Times New Roman" w:hint="eastAsia"/>
          <w:kern w:val="2"/>
          <w:sz w:val="28"/>
          <w:szCs w:val="28"/>
        </w:rPr>
        <w:t>。</w:t>
      </w:r>
    </w:p>
    <w:p w:rsidR="008E1A99" w:rsidRDefault="008E1A99" w:rsidP="008D5EF8">
      <w:pPr>
        <w:pStyle w:val="ListParagraph"/>
        <w:widowControl w:val="0"/>
        <w:autoSpaceDE w:val="0"/>
        <w:autoSpaceDN w:val="0"/>
        <w:adjustRightInd w:val="0"/>
        <w:snapToGrid w:val="0"/>
        <w:spacing w:line="500" w:lineRule="exact"/>
        <w:ind w:firstLine="0"/>
        <w:rPr>
          <w:rFonts w:ascii="Times New Roman" w:hAnsi="宋体" w:cs="Times New Roman"/>
          <w:kern w:val="2"/>
          <w:sz w:val="28"/>
          <w:szCs w:val="28"/>
        </w:rPr>
      </w:pPr>
      <w:bookmarkStart w:id="0" w:name="2"/>
      <w:bookmarkStart w:id="1" w:name="sub27237_2"/>
      <w:bookmarkEnd w:id="0"/>
      <w:bookmarkEnd w:id="1"/>
    </w:p>
    <w:p w:rsidR="008E1A99" w:rsidRPr="00405C8C"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b/>
          <w:kern w:val="2"/>
          <w:sz w:val="28"/>
          <w:szCs w:val="28"/>
        </w:rPr>
      </w:pPr>
      <w:r>
        <w:rPr>
          <w:rFonts w:ascii="Times New Roman" w:hAnsi="宋体" w:cs="Times New Roman"/>
          <w:b/>
          <w:kern w:val="2"/>
          <w:sz w:val="28"/>
          <w:szCs w:val="28"/>
        </w:rPr>
        <w:t>5</w:t>
      </w:r>
      <w:r>
        <w:rPr>
          <w:rFonts w:ascii="Times New Roman" w:hAnsi="宋体" w:cs="Times New Roman" w:hint="eastAsia"/>
          <w:b/>
          <w:kern w:val="2"/>
          <w:sz w:val="28"/>
          <w:szCs w:val="28"/>
        </w:rPr>
        <w:t>、</w:t>
      </w:r>
      <w:r w:rsidRPr="008D5EF8">
        <w:rPr>
          <w:rFonts w:ascii="Times New Roman" w:hAnsi="宋体" w:cs="Times New Roman" w:hint="eastAsia"/>
          <w:b/>
          <w:kern w:val="2"/>
          <w:sz w:val="28"/>
          <w:szCs w:val="28"/>
        </w:rPr>
        <w:t>学校和专业排名</w:t>
      </w:r>
      <w:r w:rsidRPr="008D5EF8">
        <w:rPr>
          <w:rFonts w:ascii="Times New Roman" w:hAnsi="宋体" w:cs="Times New Roman" w:hint="eastAsia"/>
          <w:kern w:val="2"/>
          <w:sz w:val="28"/>
          <w:szCs w:val="28"/>
        </w:rPr>
        <w:t>（基于</w:t>
      </w:r>
      <w:r w:rsidRPr="008D5EF8">
        <w:rPr>
          <w:rFonts w:ascii="Times New Roman" w:hAnsi="Times New Roman" w:cs="Times New Roman"/>
          <w:kern w:val="2"/>
          <w:sz w:val="28"/>
          <w:szCs w:val="28"/>
        </w:rPr>
        <w:t>2012 US News</w:t>
      </w:r>
      <w:r w:rsidRPr="008D5EF8">
        <w:rPr>
          <w:rFonts w:ascii="Times New Roman" w:hAnsi="宋体" w:cs="Times New Roman" w:hint="eastAsia"/>
          <w:kern w:val="2"/>
          <w:sz w:val="28"/>
          <w:szCs w:val="28"/>
        </w:rPr>
        <w:t>）</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美国西部最佳公立大学（</w:t>
      </w:r>
      <w:r w:rsidRPr="008D5EF8">
        <w:rPr>
          <w:rFonts w:ascii="Times New Roman" w:hAnsi="Times New Roman" w:cs="Times New Roman"/>
          <w:kern w:val="2"/>
          <w:sz w:val="28"/>
          <w:szCs w:val="28"/>
        </w:rPr>
        <w:t>Top Public School</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10</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本科工程专业排名（</w:t>
      </w:r>
      <w:r w:rsidRPr="008D5EF8">
        <w:rPr>
          <w:rFonts w:ascii="Times New Roman" w:hAnsi="Times New Roman" w:cs="Times New Roman"/>
          <w:kern w:val="2"/>
          <w:sz w:val="28"/>
          <w:szCs w:val="28"/>
        </w:rPr>
        <w:t xml:space="preserve"> Best University Engineering Programs</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:27</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本科商科专业排名（</w:t>
      </w:r>
      <w:r w:rsidRPr="008D5EF8">
        <w:rPr>
          <w:rFonts w:ascii="Times New Roman" w:hAnsi="Times New Roman" w:cs="Times New Roman"/>
          <w:kern w:val="2"/>
          <w:sz w:val="28"/>
          <w:szCs w:val="28"/>
        </w:rPr>
        <w:t>Best University Business Program</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135</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学校图书馆媒体专业</w:t>
      </w:r>
      <w:r w:rsidRPr="008D5EF8">
        <w:rPr>
          <w:rFonts w:ascii="Times New Roman" w:hAnsi="Times New Roman" w:cs="Times New Roman"/>
          <w:kern w:val="2"/>
          <w:sz w:val="28"/>
          <w:szCs w:val="28"/>
        </w:rPr>
        <w:t xml:space="preserve"> </w:t>
      </w:r>
      <w:r w:rsidRPr="008D5EF8">
        <w:rPr>
          <w:rFonts w:ascii="Times New Roman" w:hAnsi="宋体" w:cs="Times New Roman" w:hint="eastAsia"/>
          <w:kern w:val="2"/>
          <w:sz w:val="28"/>
          <w:szCs w:val="28"/>
        </w:rPr>
        <w:t>研究生（</w:t>
      </w:r>
      <w:r w:rsidRPr="008D5EF8">
        <w:rPr>
          <w:rFonts w:ascii="Times New Roman" w:hAnsi="Times New Roman" w:cs="Times New Roman"/>
          <w:kern w:val="2"/>
          <w:sz w:val="28"/>
          <w:szCs w:val="28"/>
        </w:rPr>
        <w:t>School Library Media</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 xml:space="preserve"> 4</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图书馆信息研究专业</w:t>
      </w:r>
      <w:r w:rsidRPr="008D5EF8">
        <w:rPr>
          <w:rFonts w:ascii="Times New Roman" w:hAnsi="Times New Roman" w:cs="Times New Roman"/>
          <w:kern w:val="2"/>
          <w:sz w:val="28"/>
          <w:szCs w:val="28"/>
        </w:rPr>
        <w:t xml:space="preserve"> </w:t>
      </w:r>
      <w:r w:rsidRPr="008D5EF8">
        <w:rPr>
          <w:rFonts w:ascii="Times New Roman" w:hAnsi="宋体" w:cs="Times New Roman" w:hint="eastAsia"/>
          <w:kern w:val="2"/>
          <w:sz w:val="28"/>
          <w:szCs w:val="28"/>
        </w:rPr>
        <w:t>研究生（</w:t>
      </w:r>
      <w:r w:rsidRPr="008D5EF8">
        <w:rPr>
          <w:rFonts w:ascii="Times New Roman" w:hAnsi="Times New Roman" w:cs="Times New Roman"/>
          <w:kern w:val="2"/>
          <w:sz w:val="28"/>
          <w:szCs w:val="28"/>
        </w:rPr>
        <w:t>Library and Information Studies</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:22</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临床职业疗法专业</w:t>
      </w:r>
      <w:r w:rsidRPr="008D5EF8">
        <w:rPr>
          <w:rFonts w:ascii="Times New Roman" w:hAnsi="Times New Roman" w:cs="Times New Roman"/>
          <w:kern w:val="2"/>
          <w:sz w:val="28"/>
          <w:szCs w:val="28"/>
        </w:rPr>
        <w:t xml:space="preserve"> </w:t>
      </w:r>
      <w:r w:rsidRPr="008D5EF8">
        <w:rPr>
          <w:rFonts w:ascii="Times New Roman" w:hAnsi="宋体" w:cs="Times New Roman" w:hint="eastAsia"/>
          <w:kern w:val="2"/>
          <w:sz w:val="28"/>
          <w:szCs w:val="28"/>
        </w:rPr>
        <w:t>研究生（</w:t>
      </w:r>
      <w:r w:rsidRPr="008D5EF8">
        <w:rPr>
          <w:rFonts w:ascii="Times New Roman" w:hAnsi="Times New Roman" w:cs="Times New Roman"/>
          <w:kern w:val="2"/>
          <w:sz w:val="28"/>
          <w:szCs w:val="28"/>
        </w:rPr>
        <w:t>Occupational Therapy</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:24</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社会工作</w:t>
      </w:r>
      <w:r w:rsidRPr="008D5EF8">
        <w:rPr>
          <w:rFonts w:ascii="Times New Roman" w:hAnsi="Times New Roman" w:cs="Times New Roman"/>
          <w:kern w:val="2"/>
          <w:sz w:val="28"/>
          <w:szCs w:val="28"/>
        </w:rPr>
        <w:t xml:space="preserve"> </w:t>
      </w:r>
      <w:r w:rsidRPr="008D5EF8">
        <w:rPr>
          <w:rFonts w:ascii="Times New Roman" w:hAnsi="宋体" w:cs="Times New Roman" w:hint="eastAsia"/>
          <w:kern w:val="2"/>
          <w:sz w:val="28"/>
          <w:szCs w:val="28"/>
        </w:rPr>
        <w:t>研究生</w:t>
      </w:r>
      <w:r w:rsidRPr="008D5EF8">
        <w:rPr>
          <w:rFonts w:ascii="Times New Roman" w:hAnsi="Times New Roman" w:cs="Times New Roman"/>
          <w:kern w:val="2"/>
          <w:sz w:val="28"/>
          <w:szCs w:val="28"/>
        </w:rPr>
        <w:t xml:space="preserve"> </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Social Work</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:71</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美术专业</w:t>
      </w:r>
      <w:r w:rsidRPr="008D5EF8">
        <w:rPr>
          <w:rFonts w:ascii="Times New Roman" w:hAnsi="Times New Roman" w:cs="Times New Roman"/>
          <w:kern w:val="2"/>
          <w:sz w:val="28"/>
          <w:szCs w:val="28"/>
        </w:rPr>
        <w:t xml:space="preserve"> </w:t>
      </w:r>
      <w:r w:rsidRPr="008D5EF8">
        <w:rPr>
          <w:rFonts w:ascii="Times New Roman" w:hAnsi="宋体" w:cs="Times New Roman" w:hint="eastAsia"/>
          <w:kern w:val="2"/>
          <w:sz w:val="28"/>
          <w:szCs w:val="28"/>
        </w:rPr>
        <w:t>研究生（</w:t>
      </w:r>
      <w:r w:rsidRPr="008D5EF8">
        <w:rPr>
          <w:rFonts w:ascii="Times New Roman" w:hAnsi="Times New Roman" w:cs="Times New Roman"/>
          <w:kern w:val="2"/>
          <w:sz w:val="28"/>
          <w:szCs w:val="28"/>
        </w:rPr>
        <w:t>Fine Arts</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81</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语言病理学专业</w:t>
      </w:r>
      <w:r w:rsidRPr="008D5EF8">
        <w:rPr>
          <w:rFonts w:ascii="Times New Roman" w:hAnsi="Times New Roman" w:cs="Times New Roman"/>
          <w:kern w:val="2"/>
          <w:sz w:val="28"/>
          <w:szCs w:val="28"/>
        </w:rPr>
        <w:t xml:space="preserve"> </w:t>
      </w:r>
      <w:r w:rsidRPr="008D5EF8">
        <w:rPr>
          <w:rFonts w:ascii="Times New Roman" w:hAnsi="宋体" w:cs="Times New Roman" w:hint="eastAsia"/>
          <w:kern w:val="2"/>
          <w:sz w:val="28"/>
          <w:szCs w:val="28"/>
        </w:rPr>
        <w:t>研究生</w:t>
      </w:r>
      <w:r w:rsidRPr="008D5EF8">
        <w:rPr>
          <w:rFonts w:ascii="Times New Roman" w:hAnsi="Times New Roman" w:cs="Times New Roman"/>
          <w:kern w:val="2"/>
          <w:sz w:val="28"/>
          <w:szCs w:val="28"/>
        </w:rPr>
        <w:t xml:space="preserve"> </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Speech-Language Pathology</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:87</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公共事务专业</w:t>
      </w:r>
      <w:r w:rsidRPr="008D5EF8">
        <w:rPr>
          <w:rFonts w:ascii="Times New Roman" w:hAnsi="Times New Roman" w:cs="Times New Roman"/>
          <w:kern w:val="2"/>
          <w:sz w:val="28"/>
          <w:szCs w:val="28"/>
        </w:rPr>
        <w:t xml:space="preserve"> </w:t>
      </w:r>
      <w:r w:rsidRPr="008D5EF8">
        <w:rPr>
          <w:rFonts w:ascii="Times New Roman" w:hAnsi="宋体" w:cs="Times New Roman" w:hint="eastAsia"/>
          <w:kern w:val="2"/>
          <w:sz w:val="28"/>
          <w:szCs w:val="28"/>
        </w:rPr>
        <w:t>研究生（</w:t>
      </w:r>
      <w:r w:rsidRPr="008D5EF8">
        <w:rPr>
          <w:rFonts w:ascii="Times New Roman" w:hAnsi="Times New Roman" w:cs="Times New Roman"/>
          <w:kern w:val="2"/>
          <w:sz w:val="28"/>
          <w:szCs w:val="28"/>
        </w:rPr>
        <w:t xml:space="preserve"> Public Affairs</w:t>
      </w:r>
      <w:r w:rsidRPr="008D5EF8">
        <w:rPr>
          <w:rFonts w:ascii="Times New Roman" w:hAnsi="宋体" w:cs="Times New Roman" w:hint="eastAsia"/>
          <w:kern w:val="2"/>
          <w:sz w:val="28"/>
          <w:szCs w:val="28"/>
        </w:rPr>
        <w:t>）</w:t>
      </w:r>
      <w:r w:rsidRPr="008D5EF8">
        <w:rPr>
          <w:rFonts w:ascii="Times New Roman" w:hAnsi="Times New Roman" w:cs="Times New Roman"/>
          <w:kern w:val="2"/>
          <w:sz w:val="28"/>
          <w:szCs w:val="28"/>
        </w:rPr>
        <w:t>:100</w:t>
      </w:r>
    </w:p>
    <w:p w:rsidR="008E1A99"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Times New Roman" w:cs="Times New Roman"/>
          <w:kern w:val="2"/>
          <w:sz w:val="28"/>
          <w:szCs w:val="28"/>
        </w:rPr>
        <w:t>6</w:t>
      </w:r>
      <w:r w:rsidRPr="008D5EF8">
        <w:rPr>
          <w:rFonts w:ascii="Times New Roman" w:hAnsi="宋体" w:cs="Times New Roman" w:hint="eastAsia"/>
          <w:kern w:val="2"/>
          <w:sz w:val="28"/>
          <w:szCs w:val="28"/>
        </w:rPr>
        <w:t>、学校提供的服务，学校分配专业学术指导老师协助同学进行课程选修以保证交流质量最大化。学校提供了全面的学生服务，包括医疗服务，健康保险，妇女中心，就业指导。在安全方面，学校有</w:t>
      </w:r>
      <w:r w:rsidRPr="008D5EF8">
        <w:rPr>
          <w:rFonts w:ascii="Times New Roman" w:hAnsi="Times New Roman" w:cs="Times New Roman"/>
          <w:kern w:val="2"/>
          <w:sz w:val="28"/>
          <w:szCs w:val="28"/>
        </w:rPr>
        <w:t>24</w:t>
      </w:r>
      <w:r w:rsidRPr="008D5EF8">
        <w:rPr>
          <w:rFonts w:ascii="Times New Roman" w:hAnsi="宋体" w:cs="Times New Roman" w:hint="eastAsia"/>
          <w:kern w:val="2"/>
          <w:sz w:val="28"/>
          <w:szCs w:val="28"/>
        </w:rPr>
        <w:t>小时的工作人员的车辆的巡逻，夜晚校车接送服务，</w:t>
      </w:r>
      <w:r w:rsidRPr="008D5EF8">
        <w:rPr>
          <w:rFonts w:ascii="Times New Roman" w:hAnsi="Times New Roman" w:cs="Times New Roman"/>
          <w:kern w:val="2"/>
          <w:sz w:val="28"/>
          <w:szCs w:val="28"/>
        </w:rPr>
        <w:t>24</w:t>
      </w:r>
      <w:r w:rsidRPr="008D5EF8">
        <w:rPr>
          <w:rFonts w:ascii="Times New Roman" w:hAnsi="宋体" w:cs="Times New Roman" w:hint="eastAsia"/>
          <w:kern w:val="2"/>
          <w:sz w:val="28"/>
          <w:szCs w:val="28"/>
        </w:rPr>
        <w:t>小时紧急联系电话。</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宋体" w:cs="Times New Roman" w:hint="eastAsia"/>
          <w:kern w:val="2"/>
          <w:sz w:val="28"/>
          <w:szCs w:val="28"/>
        </w:rPr>
        <w:t>在就业指导中心，学校提供</w:t>
      </w:r>
      <w:r w:rsidRPr="008D5EF8">
        <w:rPr>
          <w:rFonts w:ascii="Times New Roman" w:hAnsi="Times New Roman" w:cs="Times New Roman"/>
          <w:kern w:val="2"/>
          <w:sz w:val="28"/>
          <w:szCs w:val="28"/>
        </w:rPr>
        <w:t>co-op</w:t>
      </w:r>
      <w:r w:rsidRPr="008D5EF8">
        <w:rPr>
          <w:rFonts w:ascii="Times New Roman" w:hAnsi="宋体" w:cs="Times New Roman" w:hint="eastAsia"/>
          <w:kern w:val="2"/>
          <w:sz w:val="28"/>
          <w:szCs w:val="28"/>
        </w:rPr>
        <w:t>培训，如何寻找工作，面试技巧培训，实习，简历的撰写和修改等等服务。</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b/>
          <w:kern w:val="2"/>
          <w:sz w:val="28"/>
          <w:szCs w:val="28"/>
        </w:rPr>
      </w:pPr>
      <w:r w:rsidRPr="008D5EF8">
        <w:rPr>
          <w:rFonts w:ascii="Times New Roman" w:hAnsi="宋体" w:cs="Times New Roman" w:hint="eastAsia"/>
          <w:b/>
          <w:kern w:val="2"/>
          <w:sz w:val="28"/>
          <w:szCs w:val="28"/>
        </w:rPr>
        <w:t>项目内容和</w:t>
      </w:r>
      <w:r>
        <w:rPr>
          <w:rFonts w:ascii="Times New Roman" w:hAnsi="宋体" w:cs="Times New Roman" w:hint="eastAsia"/>
          <w:b/>
          <w:kern w:val="2"/>
          <w:sz w:val="28"/>
          <w:szCs w:val="28"/>
        </w:rPr>
        <w:t>申请条件</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8D5EF8">
        <w:rPr>
          <w:rFonts w:ascii="Times New Roman" w:hAnsi="Times New Roman" w:cs="Times New Roman"/>
          <w:kern w:val="2"/>
          <w:sz w:val="28"/>
          <w:szCs w:val="28"/>
        </w:rPr>
        <w:t>1</w:t>
      </w:r>
      <w:r w:rsidRPr="008D5EF8">
        <w:rPr>
          <w:rFonts w:ascii="Times New Roman" w:hAnsi="宋体" w:cs="Times New Roman" w:hint="eastAsia"/>
          <w:kern w:val="2"/>
          <w:sz w:val="28"/>
          <w:szCs w:val="28"/>
        </w:rPr>
        <w:t>、学习长度：一学期</w:t>
      </w:r>
      <w:r>
        <w:rPr>
          <w:rFonts w:ascii="Times New Roman" w:hAnsi="宋体" w:cs="Times New Roman" w:hint="eastAsia"/>
          <w:kern w:val="2"/>
          <w:sz w:val="28"/>
          <w:szCs w:val="28"/>
        </w:rPr>
        <w:t>；</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Times New Roman" w:cs="Times New Roman"/>
          <w:kern w:val="2"/>
          <w:sz w:val="28"/>
          <w:szCs w:val="28"/>
        </w:rPr>
        <w:t>2</w:t>
      </w:r>
      <w:r>
        <w:rPr>
          <w:rFonts w:ascii="Times New Roman" w:hAnsi="Times New Roman" w:cs="Times New Roman" w:hint="eastAsia"/>
          <w:kern w:val="2"/>
          <w:sz w:val="28"/>
          <w:szCs w:val="28"/>
        </w:rPr>
        <w:t>、</w:t>
      </w:r>
      <w:r w:rsidRPr="008D5EF8">
        <w:rPr>
          <w:rFonts w:ascii="Times New Roman" w:hAnsi="宋体" w:cs="Times New Roman" w:hint="eastAsia"/>
          <w:kern w:val="2"/>
          <w:sz w:val="28"/>
          <w:szCs w:val="28"/>
        </w:rPr>
        <w:t>全日制在校大学生</w:t>
      </w:r>
      <w:r>
        <w:rPr>
          <w:rFonts w:ascii="Times New Roman" w:hAnsi="宋体" w:cs="Times New Roman" w:hint="eastAsia"/>
          <w:kern w:val="2"/>
          <w:sz w:val="28"/>
          <w:szCs w:val="28"/>
        </w:rPr>
        <w:t>；</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Times New Roman" w:cs="Times New Roman"/>
          <w:kern w:val="2"/>
          <w:sz w:val="28"/>
          <w:szCs w:val="28"/>
        </w:rPr>
        <w:t>3</w:t>
      </w:r>
      <w:r>
        <w:rPr>
          <w:rFonts w:ascii="Times New Roman" w:hAnsi="Times New Roman" w:cs="Times New Roman" w:hint="eastAsia"/>
          <w:kern w:val="2"/>
          <w:sz w:val="28"/>
          <w:szCs w:val="28"/>
        </w:rPr>
        <w:t>、</w:t>
      </w:r>
      <w:r w:rsidRPr="008D5EF8">
        <w:rPr>
          <w:rFonts w:ascii="Times New Roman" w:hAnsi="Times New Roman" w:cs="Times New Roman"/>
          <w:kern w:val="2"/>
          <w:sz w:val="28"/>
          <w:szCs w:val="28"/>
        </w:rPr>
        <w:t>GPA 3.0</w:t>
      </w:r>
      <w:r>
        <w:rPr>
          <w:rFonts w:ascii="Times New Roman" w:hAnsi="Times New Roman" w:cs="Times New Roman" w:hint="eastAsia"/>
          <w:kern w:val="2"/>
          <w:sz w:val="28"/>
          <w:szCs w:val="28"/>
        </w:rPr>
        <w:t>，且无不及格科目；</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Times New Roman" w:cs="Times New Roman"/>
          <w:kern w:val="2"/>
          <w:sz w:val="28"/>
          <w:szCs w:val="28"/>
        </w:rPr>
        <w:t>4</w:t>
      </w:r>
      <w:r>
        <w:rPr>
          <w:rFonts w:ascii="Times New Roman" w:hAnsi="Times New Roman" w:cs="Times New Roman" w:hint="eastAsia"/>
          <w:kern w:val="2"/>
          <w:sz w:val="28"/>
          <w:szCs w:val="28"/>
        </w:rPr>
        <w:t>、</w:t>
      </w:r>
      <w:r w:rsidRPr="008D5EF8">
        <w:rPr>
          <w:rFonts w:ascii="Times New Roman" w:hAnsi="宋体" w:cs="Times New Roman" w:hint="eastAsia"/>
          <w:kern w:val="2"/>
          <w:sz w:val="28"/>
          <w:szCs w:val="28"/>
        </w:rPr>
        <w:t>英语语言成绩最低要求：托福</w:t>
      </w:r>
      <w:r w:rsidRPr="008D5EF8">
        <w:rPr>
          <w:rFonts w:ascii="Times New Roman" w:hAnsi="Times New Roman" w:cs="Times New Roman"/>
          <w:kern w:val="2"/>
          <w:sz w:val="28"/>
          <w:szCs w:val="28"/>
        </w:rPr>
        <w:t>71</w:t>
      </w:r>
      <w:r w:rsidRPr="008D5EF8">
        <w:rPr>
          <w:rFonts w:ascii="Times New Roman" w:hAnsi="宋体" w:cs="Times New Roman" w:hint="eastAsia"/>
          <w:kern w:val="2"/>
          <w:sz w:val="28"/>
          <w:szCs w:val="28"/>
        </w:rPr>
        <w:t>；雅思</w:t>
      </w:r>
      <w:r w:rsidRPr="008D5EF8">
        <w:rPr>
          <w:rFonts w:ascii="Times New Roman" w:hAnsi="Times New Roman" w:cs="Times New Roman"/>
          <w:kern w:val="2"/>
          <w:sz w:val="28"/>
          <w:szCs w:val="28"/>
        </w:rPr>
        <w:t>6.0</w:t>
      </w:r>
      <w:r>
        <w:rPr>
          <w:rFonts w:ascii="Times New Roman" w:hAnsi="Times New Roman" w:cs="Times New Roman" w:hint="eastAsia"/>
          <w:kern w:val="2"/>
          <w:sz w:val="28"/>
          <w:szCs w:val="28"/>
        </w:rPr>
        <w:t>。</w:t>
      </w:r>
    </w:p>
    <w:p w:rsidR="008E1A99" w:rsidRDefault="008E1A99" w:rsidP="008D5EF8">
      <w:pPr>
        <w:pStyle w:val="ListParagraph"/>
        <w:widowControl w:val="0"/>
        <w:autoSpaceDE w:val="0"/>
        <w:autoSpaceDN w:val="0"/>
        <w:adjustRightInd w:val="0"/>
        <w:snapToGrid w:val="0"/>
        <w:spacing w:line="500" w:lineRule="exact"/>
        <w:ind w:firstLine="0"/>
        <w:rPr>
          <w:rFonts w:ascii="Times New Roman" w:hAnsi="宋体" w:cs="Times New Roman"/>
          <w:b/>
          <w:kern w:val="2"/>
          <w:sz w:val="28"/>
          <w:szCs w:val="28"/>
        </w:rPr>
      </w:pP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b/>
          <w:kern w:val="2"/>
          <w:sz w:val="28"/>
          <w:szCs w:val="28"/>
        </w:rPr>
      </w:pPr>
      <w:r w:rsidRPr="008D5EF8">
        <w:rPr>
          <w:rFonts w:ascii="Times New Roman" w:hAnsi="宋体" w:cs="Times New Roman" w:hint="eastAsia"/>
          <w:b/>
          <w:kern w:val="2"/>
          <w:sz w:val="28"/>
          <w:szCs w:val="28"/>
        </w:rPr>
        <w:t>项目日期以及费用：</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Times New Roman" w:cs="Times New Roman"/>
          <w:kern w:val="2"/>
          <w:sz w:val="28"/>
          <w:szCs w:val="28"/>
        </w:rPr>
        <w:t>1</w:t>
      </w:r>
      <w:r>
        <w:rPr>
          <w:rFonts w:ascii="Times New Roman" w:hAnsi="Times New Roman" w:cs="Times New Roman" w:hint="eastAsia"/>
          <w:kern w:val="2"/>
          <w:sz w:val="28"/>
          <w:szCs w:val="28"/>
        </w:rPr>
        <w:t>、</w:t>
      </w:r>
      <w:smartTag w:uri="urn:schemas-microsoft-com:office:smarttags" w:element="chsdate">
        <w:smartTagPr>
          <w:attr w:name="IsROCDate" w:val="False"/>
          <w:attr w:name="IsLunarDate" w:val="False"/>
          <w:attr w:name="Day" w:val="16"/>
          <w:attr w:name="Month" w:val="1"/>
          <w:attr w:name="Year" w:val="2018"/>
        </w:smartTagPr>
        <w:r w:rsidRPr="008D5EF8">
          <w:rPr>
            <w:rFonts w:ascii="Times New Roman" w:hAnsi="Times New Roman" w:cs="Times New Roman"/>
            <w:kern w:val="2"/>
            <w:sz w:val="28"/>
            <w:szCs w:val="28"/>
          </w:rPr>
          <w:t>2018</w:t>
        </w:r>
        <w:r w:rsidRPr="008D5EF8">
          <w:rPr>
            <w:rFonts w:ascii="Times New Roman" w:hAnsi="宋体" w:cs="Times New Roman" w:hint="eastAsia"/>
            <w:kern w:val="2"/>
            <w:sz w:val="28"/>
            <w:szCs w:val="28"/>
          </w:rPr>
          <w:t>年</w:t>
        </w:r>
        <w:r w:rsidRPr="008D5EF8">
          <w:rPr>
            <w:rFonts w:ascii="Times New Roman" w:hAnsi="Times New Roman" w:cs="Times New Roman"/>
            <w:kern w:val="2"/>
            <w:sz w:val="28"/>
            <w:szCs w:val="28"/>
          </w:rPr>
          <w:t>1</w:t>
        </w:r>
        <w:r w:rsidRPr="008D5EF8">
          <w:rPr>
            <w:rFonts w:ascii="Times New Roman" w:hAnsi="宋体" w:cs="Times New Roman" w:hint="eastAsia"/>
            <w:kern w:val="2"/>
            <w:sz w:val="28"/>
            <w:szCs w:val="28"/>
          </w:rPr>
          <w:t>月</w:t>
        </w:r>
        <w:r w:rsidRPr="008D5EF8">
          <w:rPr>
            <w:rFonts w:ascii="Times New Roman" w:hAnsi="Times New Roman" w:cs="Times New Roman"/>
            <w:kern w:val="2"/>
            <w:sz w:val="28"/>
            <w:szCs w:val="28"/>
          </w:rPr>
          <w:t>16</w:t>
        </w:r>
        <w:r w:rsidRPr="008D5EF8">
          <w:rPr>
            <w:rFonts w:ascii="Times New Roman" w:hAnsi="宋体" w:cs="Times New Roman" w:hint="eastAsia"/>
            <w:kern w:val="2"/>
            <w:sz w:val="28"/>
            <w:szCs w:val="28"/>
          </w:rPr>
          <w:t>日</w:t>
        </w:r>
      </w:smartTag>
      <w:r w:rsidRPr="008D5EF8">
        <w:rPr>
          <w:rFonts w:ascii="Times New Roman" w:hAnsi="Times New Roman" w:cs="Times New Roman"/>
          <w:kern w:val="2"/>
          <w:sz w:val="28"/>
          <w:szCs w:val="28"/>
        </w:rPr>
        <w:t>-</w:t>
      </w:r>
      <w:smartTag w:uri="urn:schemas-microsoft-com:office:smarttags" w:element="chsdate">
        <w:smartTagPr>
          <w:attr w:name="IsROCDate" w:val="False"/>
          <w:attr w:name="IsLunarDate" w:val="False"/>
          <w:attr w:name="Day" w:val="23"/>
          <w:attr w:name="Month" w:val="5"/>
          <w:attr w:name="Year" w:val="2018"/>
        </w:smartTagPr>
        <w:r w:rsidRPr="008D5EF8">
          <w:rPr>
            <w:rFonts w:ascii="Times New Roman" w:hAnsi="Times New Roman" w:cs="Times New Roman"/>
            <w:kern w:val="2"/>
            <w:sz w:val="28"/>
            <w:szCs w:val="28"/>
          </w:rPr>
          <w:t>2018</w:t>
        </w:r>
        <w:r w:rsidRPr="008D5EF8">
          <w:rPr>
            <w:rFonts w:ascii="Times New Roman" w:hAnsi="宋体" w:cs="Times New Roman" w:hint="eastAsia"/>
            <w:kern w:val="2"/>
            <w:sz w:val="28"/>
            <w:szCs w:val="28"/>
          </w:rPr>
          <w:t>年</w:t>
        </w:r>
        <w:r w:rsidRPr="008D5EF8">
          <w:rPr>
            <w:rFonts w:ascii="Times New Roman" w:hAnsi="Times New Roman" w:cs="Times New Roman"/>
            <w:kern w:val="2"/>
            <w:sz w:val="28"/>
            <w:szCs w:val="28"/>
          </w:rPr>
          <w:t>5</w:t>
        </w:r>
        <w:r w:rsidRPr="008D5EF8">
          <w:rPr>
            <w:rFonts w:ascii="Times New Roman" w:hAnsi="宋体" w:cs="Times New Roman" w:hint="eastAsia"/>
            <w:kern w:val="2"/>
            <w:sz w:val="28"/>
            <w:szCs w:val="28"/>
          </w:rPr>
          <w:t>月</w:t>
        </w:r>
        <w:r w:rsidRPr="008D5EF8">
          <w:rPr>
            <w:rFonts w:ascii="Times New Roman" w:hAnsi="Times New Roman" w:cs="Times New Roman"/>
            <w:kern w:val="2"/>
            <w:sz w:val="28"/>
            <w:szCs w:val="28"/>
          </w:rPr>
          <w:t>23</w:t>
        </w:r>
        <w:r w:rsidRPr="008D5EF8">
          <w:rPr>
            <w:rFonts w:ascii="Times New Roman" w:hAnsi="宋体" w:cs="Times New Roman" w:hint="eastAsia"/>
            <w:kern w:val="2"/>
            <w:sz w:val="28"/>
            <w:szCs w:val="28"/>
          </w:rPr>
          <w:t>日</w:t>
        </w:r>
      </w:smartTag>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Pr>
          <w:rFonts w:ascii="Times New Roman" w:hAnsi="宋体" w:cs="Times New Roman"/>
          <w:kern w:val="2"/>
          <w:sz w:val="28"/>
          <w:szCs w:val="28"/>
        </w:rPr>
        <w:t>2</w:t>
      </w:r>
      <w:r>
        <w:rPr>
          <w:rFonts w:ascii="Times New Roman" w:hAnsi="宋体" w:cs="Times New Roman" w:hint="eastAsia"/>
          <w:kern w:val="2"/>
          <w:sz w:val="28"/>
          <w:szCs w:val="28"/>
        </w:rPr>
        <w:t>、</w:t>
      </w:r>
      <w:r w:rsidRPr="008D5EF8">
        <w:rPr>
          <w:rFonts w:ascii="Times New Roman" w:hAnsi="宋体" w:cs="Times New Roman" w:hint="eastAsia"/>
          <w:kern w:val="2"/>
          <w:sz w:val="28"/>
          <w:szCs w:val="28"/>
        </w:rPr>
        <w:t>学费：</w:t>
      </w:r>
      <w:r w:rsidRPr="008D5EF8">
        <w:rPr>
          <w:rFonts w:ascii="Times New Roman" w:hAnsi="Times New Roman" w:cs="Times New Roman"/>
          <w:kern w:val="2"/>
          <w:sz w:val="28"/>
          <w:szCs w:val="28"/>
        </w:rPr>
        <w:t>$7000(</w:t>
      </w:r>
      <w:r w:rsidRPr="008D5EF8">
        <w:rPr>
          <w:rFonts w:ascii="Times New Roman" w:hAnsi="宋体" w:cs="Times New Roman" w:hint="eastAsia"/>
          <w:kern w:val="2"/>
          <w:sz w:val="28"/>
          <w:szCs w:val="28"/>
        </w:rPr>
        <w:t>该费用仅为学费，不包括住宿费，生活费，机票费用</w:t>
      </w:r>
      <w:r w:rsidRPr="008D5EF8">
        <w:rPr>
          <w:rFonts w:ascii="Times New Roman" w:hAnsi="Times New Roman" w:cs="Times New Roman"/>
          <w:kern w:val="2"/>
          <w:sz w:val="28"/>
          <w:szCs w:val="28"/>
        </w:rPr>
        <w:t>)</w:t>
      </w:r>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r w:rsidRPr="00FC549D">
        <w:rPr>
          <w:rFonts w:ascii="Times New Roman" w:hAnsi="宋体" w:cs="Times New Roman"/>
          <w:kern w:val="2"/>
          <w:sz w:val="28"/>
          <w:szCs w:val="28"/>
        </w:rPr>
        <w:t>3</w:t>
      </w:r>
      <w:r w:rsidRPr="00FC549D">
        <w:rPr>
          <w:rFonts w:ascii="Times New Roman" w:hAnsi="宋体" w:cs="Times New Roman" w:hint="eastAsia"/>
          <w:kern w:val="2"/>
          <w:sz w:val="28"/>
          <w:szCs w:val="28"/>
        </w:rPr>
        <w:t>、项目申请截止日期：</w:t>
      </w:r>
      <w:r w:rsidRPr="00FC549D">
        <w:rPr>
          <w:rFonts w:ascii="Times New Roman" w:hAnsi="Times New Roman" w:cs="Times New Roman"/>
          <w:kern w:val="2"/>
          <w:sz w:val="28"/>
          <w:szCs w:val="28"/>
        </w:rPr>
        <w:t xml:space="preserve"> </w:t>
      </w:r>
      <w:smartTag w:uri="urn:schemas-microsoft-com:office:smarttags" w:element="chsdate">
        <w:smartTagPr>
          <w:attr w:name="IsROCDate" w:val="False"/>
          <w:attr w:name="IsLunarDate" w:val="False"/>
          <w:attr w:name="Day" w:val="30"/>
          <w:attr w:name="Month" w:val="10"/>
          <w:attr w:name="Year" w:val="2017"/>
        </w:smartTagPr>
        <w:r w:rsidRPr="00FC549D">
          <w:rPr>
            <w:rFonts w:ascii="Times New Roman" w:hAnsi="Times New Roman" w:cs="Times New Roman"/>
            <w:kern w:val="2"/>
            <w:sz w:val="28"/>
            <w:szCs w:val="28"/>
          </w:rPr>
          <w:t>2017</w:t>
        </w:r>
        <w:r w:rsidRPr="00FC549D">
          <w:rPr>
            <w:rFonts w:ascii="Times New Roman" w:hAnsi="宋体" w:cs="Times New Roman" w:hint="eastAsia"/>
            <w:kern w:val="2"/>
            <w:sz w:val="28"/>
            <w:szCs w:val="28"/>
          </w:rPr>
          <w:t>年</w:t>
        </w:r>
        <w:r w:rsidRPr="00FC549D">
          <w:rPr>
            <w:rFonts w:ascii="Times New Roman" w:hAnsi="Times New Roman" w:cs="Times New Roman"/>
            <w:kern w:val="2"/>
            <w:sz w:val="28"/>
            <w:szCs w:val="28"/>
          </w:rPr>
          <w:t>10</w:t>
        </w:r>
        <w:r w:rsidRPr="00FC549D">
          <w:rPr>
            <w:rFonts w:ascii="Times New Roman" w:hAnsi="宋体" w:cs="Times New Roman" w:hint="eastAsia"/>
            <w:kern w:val="2"/>
            <w:sz w:val="28"/>
            <w:szCs w:val="28"/>
          </w:rPr>
          <w:t>月</w:t>
        </w:r>
        <w:r w:rsidRPr="00FC549D">
          <w:rPr>
            <w:rFonts w:ascii="Times New Roman" w:hAnsi="Times New Roman" w:cs="Times New Roman"/>
            <w:kern w:val="2"/>
            <w:sz w:val="28"/>
            <w:szCs w:val="28"/>
          </w:rPr>
          <w:t>30</w:t>
        </w:r>
        <w:r w:rsidRPr="00FC549D">
          <w:rPr>
            <w:rFonts w:ascii="Times New Roman" w:hAnsi="Times New Roman" w:cs="Times New Roman" w:hint="eastAsia"/>
            <w:kern w:val="2"/>
            <w:sz w:val="28"/>
            <w:szCs w:val="28"/>
          </w:rPr>
          <w:t>日</w:t>
        </w:r>
      </w:smartTag>
    </w:p>
    <w:p w:rsidR="008E1A99" w:rsidRPr="008D5EF8" w:rsidRDefault="008E1A99" w:rsidP="008D5EF8">
      <w:pPr>
        <w:pStyle w:val="ListParagraph"/>
        <w:widowControl w:val="0"/>
        <w:autoSpaceDE w:val="0"/>
        <w:autoSpaceDN w:val="0"/>
        <w:adjustRightInd w:val="0"/>
        <w:snapToGrid w:val="0"/>
        <w:spacing w:line="500" w:lineRule="exact"/>
        <w:ind w:firstLine="0"/>
        <w:rPr>
          <w:rFonts w:ascii="Times New Roman" w:hAnsi="Times New Roman" w:cs="Times New Roman"/>
          <w:kern w:val="2"/>
          <w:sz w:val="28"/>
          <w:szCs w:val="28"/>
        </w:rPr>
      </w:pPr>
    </w:p>
    <w:p w:rsidR="008E1A99" w:rsidRPr="008D5EF8" w:rsidRDefault="008E1A99" w:rsidP="008D5EF8">
      <w:pPr>
        <w:adjustRightInd w:val="0"/>
        <w:snapToGrid w:val="0"/>
        <w:spacing w:line="500" w:lineRule="exact"/>
        <w:rPr>
          <w:rFonts w:ascii="Times New Roman" w:hAnsi="Times New Roman"/>
          <w:b/>
          <w:sz w:val="28"/>
          <w:szCs w:val="28"/>
        </w:rPr>
      </w:pPr>
      <w:bookmarkStart w:id="2" w:name="_GoBack"/>
      <w:bookmarkEnd w:id="2"/>
      <w:r w:rsidRPr="008D5EF8">
        <w:rPr>
          <w:rFonts w:ascii="Times New Roman" w:hAnsi="宋体" w:hint="eastAsia"/>
          <w:b/>
          <w:sz w:val="28"/>
          <w:szCs w:val="28"/>
        </w:rPr>
        <w:t>申请报名</w:t>
      </w:r>
    </w:p>
    <w:p w:rsidR="008E1A99" w:rsidRPr="00866ACF" w:rsidRDefault="008E1A99" w:rsidP="00175A4C">
      <w:pPr>
        <w:pStyle w:val="ListParagraph"/>
        <w:widowControl w:val="0"/>
        <w:adjustRightInd w:val="0"/>
        <w:snapToGrid w:val="0"/>
        <w:spacing w:line="500" w:lineRule="exact"/>
        <w:ind w:firstLine="0"/>
        <w:rPr>
          <w:rFonts w:ascii="Times New Roman" w:hAnsi="Times New Roman" w:cs="Times New Roman"/>
          <w:sz w:val="28"/>
          <w:szCs w:val="28"/>
        </w:rPr>
      </w:pPr>
      <w:r w:rsidRPr="00866ACF">
        <w:rPr>
          <w:rFonts w:ascii="Times New Roman" w:hAnsi="Times New Roman" w:cs="Times New Roman"/>
          <w:sz w:val="28"/>
          <w:szCs w:val="28"/>
        </w:rPr>
        <w:t>1</w:t>
      </w:r>
      <w:r w:rsidRPr="00866ACF">
        <w:rPr>
          <w:rFonts w:ascii="Times New Roman" w:hAnsi="宋体" w:cs="Times New Roman" w:hint="eastAsia"/>
          <w:sz w:val="28"/>
          <w:szCs w:val="28"/>
        </w:rPr>
        <w:t>、</w:t>
      </w:r>
      <w:hyperlink r:id="rId8" w:history="1">
        <w:r w:rsidRPr="00866ACF">
          <w:rPr>
            <w:rFonts w:ascii="Times New Roman" w:hAnsi="宋体" w:cs="Times New Roman" w:hint="eastAsia"/>
            <w:sz w:val="28"/>
            <w:szCs w:val="28"/>
          </w:rPr>
          <w:t>填写报名申请表，同时发送至外事办</w:t>
        </w:r>
        <w:r w:rsidRPr="00866ACF">
          <w:rPr>
            <w:rFonts w:ascii="Times New Roman" w:hAnsi="Times New Roman" w:cs="Times New Roman"/>
            <w:sz w:val="28"/>
            <w:szCs w:val="28"/>
          </w:rPr>
          <w:t>inter@ciir.edu.cn</w:t>
        </w:r>
        <w:r w:rsidRPr="00866ACF">
          <w:rPr>
            <w:rFonts w:ascii="Times New Roman" w:hAnsi="宋体" w:cs="Times New Roman" w:hint="eastAsia"/>
            <w:sz w:val="28"/>
            <w:szCs w:val="28"/>
          </w:rPr>
          <w:t>和加州大学欧文分校中国</w:t>
        </w:r>
        <w:r w:rsidRPr="00866ACF">
          <w:rPr>
            <w:rFonts w:ascii="Times New Roman" w:hAnsi="Times New Roman" w:cs="Times New Roman"/>
            <w:sz w:val="28"/>
            <w:szCs w:val="28"/>
          </w:rPr>
          <w:t>Representative</w:t>
        </w:r>
        <w:r w:rsidRPr="00866ACF">
          <w:rPr>
            <w:rFonts w:ascii="Times New Roman" w:hAnsi="宋体" w:cs="Times New Roman" w:hint="eastAsia"/>
            <w:sz w:val="28"/>
            <w:szCs w:val="28"/>
          </w:rPr>
          <w:t>处</w:t>
        </w:r>
        <w:r w:rsidRPr="00866ACF">
          <w:rPr>
            <w:rFonts w:ascii="Times New Roman" w:hAnsi="Times New Roman" w:cs="Times New Roman"/>
            <w:sz w:val="28"/>
            <w:szCs w:val="28"/>
          </w:rPr>
          <w:t>ispsara@163.com</w:t>
        </w:r>
      </w:hyperlink>
      <w:r w:rsidRPr="00866ACF">
        <w:rPr>
          <w:rFonts w:ascii="Times New Roman" w:hAnsi="宋体" w:cs="Times New Roman" w:hint="eastAsia"/>
          <w:sz w:val="28"/>
          <w:szCs w:val="28"/>
        </w:rPr>
        <w:t>（报名越早越好，即使材料准备不充足，也需要提前报名占据名额）。后续根据要求准备申请材料及其他事项，完成申请、签证和行前事宜。</w:t>
      </w:r>
    </w:p>
    <w:p w:rsidR="008E1A99" w:rsidRPr="00866ACF" w:rsidRDefault="008E1A99" w:rsidP="00175A4C">
      <w:pPr>
        <w:pStyle w:val="ListParagraph"/>
        <w:widowControl w:val="0"/>
        <w:adjustRightInd w:val="0"/>
        <w:snapToGrid w:val="0"/>
        <w:spacing w:line="500" w:lineRule="exact"/>
        <w:ind w:firstLine="0"/>
        <w:rPr>
          <w:rFonts w:ascii="Times New Roman" w:hAnsi="Times New Roman" w:cs="Times New Roman"/>
          <w:sz w:val="28"/>
          <w:szCs w:val="28"/>
        </w:rPr>
      </w:pPr>
      <w:r w:rsidRPr="00FC549D">
        <w:rPr>
          <w:rFonts w:ascii="Times New Roman" w:hAnsi="Times New Roman" w:cs="Times New Roman"/>
          <w:sz w:val="28"/>
          <w:szCs w:val="28"/>
        </w:rPr>
        <w:t>2</w:t>
      </w:r>
      <w:r w:rsidRPr="00FC549D">
        <w:rPr>
          <w:rFonts w:ascii="Times New Roman" w:hAnsi="宋体" w:cs="Times New Roman" w:hint="eastAsia"/>
          <w:sz w:val="28"/>
          <w:szCs w:val="28"/>
        </w:rPr>
        <w:t>、联系人：常老师</w:t>
      </w:r>
      <w:r w:rsidRPr="00FC549D">
        <w:rPr>
          <w:rFonts w:ascii="Times New Roman" w:hAnsi="Times New Roman" w:cs="Times New Roman"/>
          <w:sz w:val="28"/>
          <w:szCs w:val="28"/>
        </w:rPr>
        <w:t xml:space="preserve"> 88561828</w:t>
      </w:r>
    </w:p>
    <w:p w:rsidR="008E1A99" w:rsidRPr="00175A4C" w:rsidRDefault="008E1A99" w:rsidP="00175A4C">
      <w:pPr>
        <w:pStyle w:val="ListParagraph"/>
        <w:widowControl w:val="0"/>
        <w:adjustRightInd w:val="0"/>
        <w:snapToGrid w:val="0"/>
        <w:spacing w:line="500" w:lineRule="exact"/>
        <w:ind w:firstLine="0"/>
        <w:rPr>
          <w:shd w:val="clear" w:color="auto" w:fill="FFFFFF"/>
        </w:rPr>
      </w:pPr>
    </w:p>
    <w:sectPr w:rsidR="008E1A99" w:rsidRPr="00175A4C" w:rsidSect="00D276EB">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A99" w:rsidRDefault="008E1A99" w:rsidP="00121A8B">
      <w:r>
        <w:separator/>
      </w:r>
    </w:p>
  </w:endnote>
  <w:endnote w:type="continuationSeparator" w:id="1">
    <w:p w:rsidR="008E1A99" w:rsidRDefault="008E1A99" w:rsidP="00121A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A99" w:rsidRDefault="008E1A99" w:rsidP="004F2E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E1A99" w:rsidRDefault="008E1A99" w:rsidP="00C64E5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A99" w:rsidRDefault="008E1A99" w:rsidP="004F2E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E1A99" w:rsidRDefault="008E1A99" w:rsidP="00C64E5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A99" w:rsidRDefault="008E1A99" w:rsidP="00121A8B">
      <w:r>
        <w:separator/>
      </w:r>
    </w:p>
  </w:footnote>
  <w:footnote w:type="continuationSeparator" w:id="1">
    <w:p w:rsidR="008E1A99" w:rsidRDefault="008E1A99" w:rsidP="00121A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73A7BF6"/>
    <w:multiLevelType w:val="hybridMultilevel"/>
    <w:tmpl w:val="E05EF73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8FD0BD8"/>
    <w:multiLevelType w:val="hybridMultilevel"/>
    <w:tmpl w:val="2F96DF58"/>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0D175CB7"/>
    <w:multiLevelType w:val="hybridMultilevel"/>
    <w:tmpl w:val="9542A0E0"/>
    <w:lvl w:ilvl="0" w:tplc="B25263A2">
      <w:start w:val="1"/>
      <w:numFmt w:val="decimal"/>
      <w:lvlText w:val="%1、"/>
      <w:lvlJc w:val="left"/>
      <w:pPr>
        <w:ind w:left="75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0DA22961"/>
    <w:multiLevelType w:val="hybridMultilevel"/>
    <w:tmpl w:val="3C1C7E76"/>
    <w:lvl w:ilvl="0" w:tplc="2988C67C">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5">
    <w:nsid w:val="13C47743"/>
    <w:multiLevelType w:val="hybridMultilevel"/>
    <w:tmpl w:val="25C67630"/>
    <w:lvl w:ilvl="0" w:tplc="04090019">
      <w:start w:val="1"/>
      <w:numFmt w:val="lowerLetter"/>
      <w:lvlText w:val="%1)"/>
      <w:lvlJc w:val="left"/>
      <w:pPr>
        <w:ind w:left="840" w:hanging="420"/>
      </w:pPr>
      <w:rPr>
        <w:rFonts w:cs="Times New Roman"/>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6">
    <w:nsid w:val="1D835792"/>
    <w:multiLevelType w:val="hybridMultilevel"/>
    <w:tmpl w:val="EEAE2486"/>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1F1066B5"/>
    <w:multiLevelType w:val="hybridMultilevel"/>
    <w:tmpl w:val="F78087EC"/>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168446E"/>
    <w:multiLevelType w:val="multilevel"/>
    <w:tmpl w:val="0402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3D76CC"/>
    <w:multiLevelType w:val="hybridMultilevel"/>
    <w:tmpl w:val="DF7C5B66"/>
    <w:lvl w:ilvl="0" w:tplc="8B362C68">
      <w:start w:val="3"/>
      <w:numFmt w:val="decimal"/>
      <w:lvlText w:val="%1、"/>
      <w:lvlJc w:val="left"/>
      <w:pPr>
        <w:ind w:left="390" w:hanging="39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2C707DB1"/>
    <w:multiLevelType w:val="hybridMultilevel"/>
    <w:tmpl w:val="614066B0"/>
    <w:lvl w:ilvl="0" w:tplc="41FE1CA2">
      <w:start w:val="1"/>
      <w:numFmt w:val="decimal"/>
      <w:lvlText w:val="%1)"/>
      <w:lvlJc w:val="left"/>
      <w:pPr>
        <w:ind w:left="420" w:hanging="420"/>
      </w:pPr>
      <w:rPr>
        <w:rFonts w:cs="Times New Roman" w:hint="eastAsia"/>
        <w:b/>
        <w:i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2DAD791C"/>
    <w:multiLevelType w:val="hybridMultilevel"/>
    <w:tmpl w:val="1B38B71A"/>
    <w:lvl w:ilvl="0" w:tplc="D3BA2232">
      <w:start w:val="1"/>
      <w:numFmt w:val="decimal"/>
      <w:lvlText w:val="%1."/>
      <w:lvlJc w:val="left"/>
      <w:pPr>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2EAB2252"/>
    <w:multiLevelType w:val="hybridMultilevel"/>
    <w:tmpl w:val="C49877DC"/>
    <w:lvl w:ilvl="0" w:tplc="C4B2721C">
      <w:start w:val="6"/>
      <w:numFmt w:val="bullet"/>
      <w:lvlText w:val="-"/>
      <w:lvlJc w:val="left"/>
      <w:pPr>
        <w:ind w:left="840" w:hanging="420"/>
      </w:pPr>
      <w:rPr>
        <w:rFonts w:ascii="Arial Narrow" w:eastAsia="宋体" w:hAnsi="Arial Narrow"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nsid w:val="2F3F3F65"/>
    <w:multiLevelType w:val="hybridMultilevel"/>
    <w:tmpl w:val="1D48D2AC"/>
    <w:lvl w:ilvl="0" w:tplc="C4B2721C">
      <w:start w:val="6"/>
      <w:numFmt w:val="bullet"/>
      <w:lvlText w:val="-"/>
      <w:lvlJc w:val="left"/>
      <w:pPr>
        <w:ind w:left="420" w:hanging="420"/>
      </w:pPr>
      <w:rPr>
        <w:rFonts w:ascii="Arial Narrow" w:eastAsia="宋体" w:hAnsi="Arial Narrow"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2175F94"/>
    <w:multiLevelType w:val="hybridMultilevel"/>
    <w:tmpl w:val="44D63DDE"/>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3AA626EC"/>
    <w:multiLevelType w:val="hybridMultilevel"/>
    <w:tmpl w:val="2FD687B2"/>
    <w:lvl w:ilvl="0" w:tplc="E10C1538">
      <w:start w:val="1"/>
      <w:numFmt w:val="decimal"/>
      <w:lvlText w:val="%1."/>
      <w:lvlJc w:val="left"/>
      <w:pPr>
        <w:ind w:left="360" w:hanging="360"/>
      </w:pPr>
      <w:rPr>
        <w:rFonts w:cs="Times New Roman" w:hint="default"/>
        <w:b/>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42626D05"/>
    <w:multiLevelType w:val="hybridMultilevel"/>
    <w:tmpl w:val="593E057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nsid w:val="518940EB"/>
    <w:multiLevelType w:val="multilevel"/>
    <w:tmpl w:val="64BA9A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4407389"/>
    <w:multiLevelType w:val="hybridMultilevel"/>
    <w:tmpl w:val="3D7E5648"/>
    <w:lvl w:ilvl="0" w:tplc="04090019">
      <w:start w:val="1"/>
      <w:numFmt w:val="lowerLetter"/>
      <w:lvlText w:val="%1)"/>
      <w:lvlJc w:val="left"/>
      <w:pPr>
        <w:ind w:left="840" w:hanging="420"/>
      </w:pPr>
      <w:rPr>
        <w:rFonts w:cs="Times New Roman"/>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9">
    <w:nsid w:val="59857C7F"/>
    <w:multiLevelType w:val="hybridMultilevel"/>
    <w:tmpl w:val="7FB6F6D2"/>
    <w:lvl w:ilvl="0" w:tplc="0409000F">
      <w:start w:val="1"/>
      <w:numFmt w:val="decimal"/>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nsid w:val="5D37501E"/>
    <w:multiLevelType w:val="hybridMultilevel"/>
    <w:tmpl w:val="C4D0EA12"/>
    <w:lvl w:ilvl="0" w:tplc="79BEDCEA">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5D780CD9"/>
    <w:multiLevelType w:val="hybridMultilevel"/>
    <w:tmpl w:val="44BE8A4C"/>
    <w:lvl w:ilvl="0" w:tplc="17F22374">
      <w:start w:val="1"/>
      <w:numFmt w:val="decimal"/>
      <w:lvlText w:val="%1、"/>
      <w:lvlJc w:val="left"/>
      <w:pPr>
        <w:ind w:left="420" w:hanging="420"/>
      </w:pPr>
      <w:rPr>
        <w:rFonts w:ascii="宋体" w:eastAsia="宋体" w:hAnsi="宋体" w:cs="Times New Roman"/>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nsid w:val="5F7718C8"/>
    <w:multiLevelType w:val="hybridMultilevel"/>
    <w:tmpl w:val="C30C2C06"/>
    <w:lvl w:ilvl="0" w:tplc="C4B2721C">
      <w:start w:val="6"/>
      <w:numFmt w:val="bullet"/>
      <w:lvlText w:val="-"/>
      <w:lvlJc w:val="left"/>
      <w:pPr>
        <w:ind w:left="420" w:hanging="420"/>
      </w:pPr>
      <w:rPr>
        <w:rFonts w:ascii="Arial Narrow" w:eastAsia="宋体" w:hAnsi="Arial Narrow"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618B4C37"/>
    <w:multiLevelType w:val="hybridMultilevel"/>
    <w:tmpl w:val="315AA564"/>
    <w:lvl w:ilvl="0" w:tplc="04090019">
      <w:start w:val="1"/>
      <w:numFmt w:val="lowerLetter"/>
      <w:lvlText w:val="%1)"/>
      <w:lvlJc w:val="left"/>
      <w:pPr>
        <w:ind w:left="840" w:hanging="420"/>
      </w:pPr>
      <w:rPr>
        <w:rFonts w:cs="Times New Roman"/>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24">
    <w:nsid w:val="657B7487"/>
    <w:multiLevelType w:val="hybridMultilevel"/>
    <w:tmpl w:val="4CDACB5A"/>
    <w:lvl w:ilvl="0" w:tplc="C4B2721C">
      <w:start w:val="6"/>
      <w:numFmt w:val="bullet"/>
      <w:lvlText w:val="-"/>
      <w:lvlJc w:val="left"/>
      <w:pPr>
        <w:ind w:left="840" w:hanging="420"/>
      </w:pPr>
      <w:rPr>
        <w:rFonts w:ascii="Arial Narrow" w:eastAsia="宋体" w:hAnsi="Arial Narrow"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nsid w:val="69DD1859"/>
    <w:multiLevelType w:val="hybridMultilevel"/>
    <w:tmpl w:val="86CA714C"/>
    <w:lvl w:ilvl="0" w:tplc="C4B2721C">
      <w:start w:val="6"/>
      <w:numFmt w:val="bullet"/>
      <w:lvlText w:val="-"/>
      <w:lvlJc w:val="left"/>
      <w:pPr>
        <w:ind w:left="840" w:hanging="420"/>
      </w:pPr>
      <w:rPr>
        <w:rFonts w:ascii="Arial Narrow" w:eastAsia="宋体" w:hAnsi="Arial Narrow"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nsid w:val="77652977"/>
    <w:multiLevelType w:val="hybridMultilevel"/>
    <w:tmpl w:val="FB3CE964"/>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nsid w:val="7D1A1A68"/>
    <w:multiLevelType w:val="hybridMultilevel"/>
    <w:tmpl w:val="F83803C4"/>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9"/>
  </w:num>
  <w:num w:numId="2">
    <w:abstractNumId w:val="4"/>
  </w:num>
  <w:num w:numId="3">
    <w:abstractNumId w:val="8"/>
  </w:num>
  <w:num w:numId="4">
    <w:abstractNumId w:val="16"/>
  </w:num>
  <w:num w:numId="5">
    <w:abstractNumId w:val="24"/>
  </w:num>
  <w:num w:numId="6">
    <w:abstractNumId w:val="25"/>
  </w:num>
  <w:num w:numId="7">
    <w:abstractNumId w:val="17"/>
  </w:num>
  <w:num w:numId="8">
    <w:abstractNumId w:val="12"/>
  </w:num>
  <w:num w:numId="9">
    <w:abstractNumId w:val="1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2"/>
  </w:num>
  <w:num w:numId="15">
    <w:abstractNumId w:val="6"/>
  </w:num>
  <w:num w:numId="16">
    <w:abstractNumId w:val="2"/>
  </w:num>
  <w:num w:numId="17">
    <w:abstractNumId w:val="10"/>
  </w:num>
  <w:num w:numId="18">
    <w:abstractNumId w:val="15"/>
  </w:num>
  <w:num w:numId="19">
    <w:abstractNumId w:val="23"/>
  </w:num>
  <w:num w:numId="20">
    <w:abstractNumId w:val="5"/>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7"/>
  </w:num>
  <w:num w:numId="24">
    <w:abstractNumId w:val="1"/>
  </w:num>
  <w:num w:numId="25">
    <w:abstractNumId w:val="20"/>
  </w:num>
  <w:num w:numId="26">
    <w:abstractNumId w:val="21"/>
  </w:num>
  <w:num w:numId="2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01DE"/>
    <w:rsid w:val="000002BF"/>
    <w:rsid w:val="00000427"/>
    <w:rsid w:val="000019B4"/>
    <w:rsid w:val="0000296F"/>
    <w:rsid w:val="00005AF5"/>
    <w:rsid w:val="00007D4A"/>
    <w:rsid w:val="00012832"/>
    <w:rsid w:val="000159CE"/>
    <w:rsid w:val="00017CF1"/>
    <w:rsid w:val="00020091"/>
    <w:rsid w:val="00020E8B"/>
    <w:rsid w:val="00020EAA"/>
    <w:rsid w:val="00021E79"/>
    <w:rsid w:val="00024476"/>
    <w:rsid w:val="000352AF"/>
    <w:rsid w:val="00040E91"/>
    <w:rsid w:val="00041989"/>
    <w:rsid w:val="00042D14"/>
    <w:rsid w:val="00042DA8"/>
    <w:rsid w:val="00052857"/>
    <w:rsid w:val="000539B1"/>
    <w:rsid w:val="00056E2A"/>
    <w:rsid w:val="00057A84"/>
    <w:rsid w:val="00062FFF"/>
    <w:rsid w:val="00067079"/>
    <w:rsid w:val="00072A41"/>
    <w:rsid w:val="00073A30"/>
    <w:rsid w:val="00073EF4"/>
    <w:rsid w:val="0007409F"/>
    <w:rsid w:val="00075321"/>
    <w:rsid w:val="00075CAF"/>
    <w:rsid w:val="00076043"/>
    <w:rsid w:val="00077B64"/>
    <w:rsid w:val="000829D0"/>
    <w:rsid w:val="00082C51"/>
    <w:rsid w:val="000831E4"/>
    <w:rsid w:val="00084E72"/>
    <w:rsid w:val="000854B0"/>
    <w:rsid w:val="000906F4"/>
    <w:rsid w:val="00095C3D"/>
    <w:rsid w:val="00096F95"/>
    <w:rsid w:val="00097F02"/>
    <w:rsid w:val="000A0F5B"/>
    <w:rsid w:val="000A0FA5"/>
    <w:rsid w:val="000A15F2"/>
    <w:rsid w:val="000A1FAC"/>
    <w:rsid w:val="000A3AFD"/>
    <w:rsid w:val="000A6207"/>
    <w:rsid w:val="000A6AD2"/>
    <w:rsid w:val="000A7ABC"/>
    <w:rsid w:val="000B024C"/>
    <w:rsid w:val="000B1802"/>
    <w:rsid w:val="000B2669"/>
    <w:rsid w:val="000B722D"/>
    <w:rsid w:val="000C4F68"/>
    <w:rsid w:val="000C51EB"/>
    <w:rsid w:val="000C5262"/>
    <w:rsid w:val="000C66AD"/>
    <w:rsid w:val="000C7365"/>
    <w:rsid w:val="000D2A63"/>
    <w:rsid w:val="000D6011"/>
    <w:rsid w:val="000D61D5"/>
    <w:rsid w:val="000D6F66"/>
    <w:rsid w:val="000D7357"/>
    <w:rsid w:val="000E202E"/>
    <w:rsid w:val="000E4F35"/>
    <w:rsid w:val="000F1642"/>
    <w:rsid w:val="000F508A"/>
    <w:rsid w:val="000F57D7"/>
    <w:rsid w:val="000F601C"/>
    <w:rsid w:val="000F6479"/>
    <w:rsid w:val="001027CE"/>
    <w:rsid w:val="001038CF"/>
    <w:rsid w:val="00104819"/>
    <w:rsid w:val="0010643F"/>
    <w:rsid w:val="00106658"/>
    <w:rsid w:val="00112E4C"/>
    <w:rsid w:val="00113DB1"/>
    <w:rsid w:val="00114BE3"/>
    <w:rsid w:val="001207E8"/>
    <w:rsid w:val="00121A8B"/>
    <w:rsid w:val="0012509C"/>
    <w:rsid w:val="001268AA"/>
    <w:rsid w:val="001275F3"/>
    <w:rsid w:val="0013238A"/>
    <w:rsid w:val="001326CB"/>
    <w:rsid w:val="00132BD2"/>
    <w:rsid w:val="00133B3F"/>
    <w:rsid w:val="00134D96"/>
    <w:rsid w:val="001361DA"/>
    <w:rsid w:val="00141789"/>
    <w:rsid w:val="00143595"/>
    <w:rsid w:val="001441E8"/>
    <w:rsid w:val="00147FEE"/>
    <w:rsid w:val="00150DB8"/>
    <w:rsid w:val="00150F07"/>
    <w:rsid w:val="0015423E"/>
    <w:rsid w:val="00154600"/>
    <w:rsid w:val="00154910"/>
    <w:rsid w:val="001558AF"/>
    <w:rsid w:val="00155D12"/>
    <w:rsid w:val="00156E97"/>
    <w:rsid w:val="00157F8F"/>
    <w:rsid w:val="001601D7"/>
    <w:rsid w:val="001605B6"/>
    <w:rsid w:val="00163D80"/>
    <w:rsid w:val="001658BB"/>
    <w:rsid w:val="0016673F"/>
    <w:rsid w:val="001708CC"/>
    <w:rsid w:val="00172A9F"/>
    <w:rsid w:val="00173BD2"/>
    <w:rsid w:val="001758E2"/>
    <w:rsid w:val="00175A4C"/>
    <w:rsid w:val="0018442E"/>
    <w:rsid w:val="00185DAD"/>
    <w:rsid w:val="0019729E"/>
    <w:rsid w:val="001A4989"/>
    <w:rsid w:val="001A4FEB"/>
    <w:rsid w:val="001A7002"/>
    <w:rsid w:val="001B4FA3"/>
    <w:rsid w:val="001B7633"/>
    <w:rsid w:val="001C45D4"/>
    <w:rsid w:val="001C5286"/>
    <w:rsid w:val="001C76A0"/>
    <w:rsid w:val="001C7C83"/>
    <w:rsid w:val="001D0D3F"/>
    <w:rsid w:val="001D3447"/>
    <w:rsid w:val="001D3C5B"/>
    <w:rsid w:val="001D4903"/>
    <w:rsid w:val="001D693B"/>
    <w:rsid w:val="001E0213"/>
    <w:rsid w:val="001E0F50"/>
    <w:rsid w:val="001E710C"/>
    <w:rsid w:val="001F021C"/>
    <w:rsid w:val="001F0C88"/>
    <w:rsid w:val="001F0F8F"/>
    <w:rsid w:val="001F1A93"/>
    <w:rsid w:val="001F5076"/>
    <w:rsid w:val="001F7072"/>
    <w:rsid w:val="001F73BB"/>
    <w:rsid w:val="001F7673"/>
    <w:rsid w:val="00201875"/>
    <w:rsid w:val="00205BD4"/>
    <w:rsid w:val="00206116"/>
    <w:rsid w:val="00207E21"/>
    <w:rsid w:val="0021068F"/>
    <w:rsid w:val="00213D0D"/>
    <w:rsid w:val="0021605A"/>
    <w:rsid w:val="00216401"/>
    <w:rsid w:val="002215B1"/>
    <w:rsid w:val="00221651"/>
    <w:rsid w:val="002223E4"/>
    <w:rsid w:val="00223F44"/>
    <w:rsid w:val="00232334"/>
    <w:rsid w:val="00233520"/>
    <w:rsid w:val="0023387A"/>
    <w:rsid w:val="00240740"/>
    <w:rsid w:val="00244890"/>
    <w:rsid w:val="00245191"/>
    <w:rsid w:val="00250D35"/>
    <w:rsid w:val="002529E0"/>
    <w:rsid w:val="00257C60"/>
    <w:rsid w:val="0026104A"/>
    <w:rsid w:val="002617AD"/>
    <w:rsid w:val="002675E7"/>
    <w:rsid w:val="00270E4A"/>
    <w:rsid w:val="0027318B"/>
    <w:rsid w:val="00275925"/>
    <w:rsid w:val="00277862"/>
    <w:rsid w:val="00284586"/>
    <w:rsid w:val="00285F7E"/>
    <w:rsid w:val="00291FA4"/>
    <w:rsid w:val="00293EA8"/>
    <w:rsid w:val="002A0E87"/>
    <w:rsid w:val="002A4B2D"/>
    <w:rsid w:val="002A5232"/>
    <w:rsid w:val="002A71ED"/>
    <w:rsid w:val="002A7251"/>
    <w:rsid w:val="002B2F8A"/>
    <w:rsid w:val="002B6B7F"/>
    <w:rsid w:val="002C008B"/>
    <w:rsid w:val="002C1EF7"/>
    <w:rsid w:val="002C455D"/>
    <w:rsid w:val="002C6618"/>
    <w:rsid w:val="002C6782"/>
    <w:rsid w:val="002D11BC"/>
    <w:rsid w:val="002D2456"/>
    <w:rsid w:val="002D5378"/>
    <w:rsid w:val="002D5DC8"/>
    <w:rsid w:val="002D5FD1"/>
    <w:rsid w:val="002E30A9"/>
    <w:rsid w:val="002E3CAF"/>
    <w:rsid w:val="002E4A3B"/>
    <w:rsid w:val="002E56BE"/>
    <w:rsid w:val="002E689E"/>
    <w:rsid w:val="002F01DE"/>
    <w:rsid w:val="002F249C"/>
    <w:rsid w:val="002F50A4"/>
    <w:rsid w:val="002F5343"/>
    <w:rsid w:val="002F6282"/>
    <w:rsid w:val="002F78FE"/>
    <w:rsid w:val="0030094F"/>
    <w:rsid w:val="00301FF9"/>
    <w:rsid w:val="003021C0"/>
    <w:rsid w:val="0030247F"/>
    <w:rsid w:val="00303FF7"/>
    <w:rsid w:val="00304E59"/>
    <w:rsid w:val="00304FC7"/>
    <w:rsid w:val="003069A9"/>
    <w:rsid w:val="003161C1"/>
    <w:rsid w:val="00321117"/>
    <w:rsid w:val="0032147B"/>
    <w:rsid w:val="003270EF"/>
    <w:rsid w:val="00341E94"/>
    <w:rsid w:val="0034312F"/>
    <w:rsid w:val="00344C36"/>
    <w:rsid w:val="003502AC"/>
    <w:rsid w:val="00352F7A"/>
    <w:rsid w:val="003543DD"/>
    <w:rsid w:val="00355040"/>
    <w:rsid w:val="00357275"/>
    <w:rsid w:val="00362653"/>
    <w:rsid w:val="0036509E"/>
    <w:rsid w:val="00366DF3"/>
    <w:rsid w:val="00367C5B"/>
    <w:rsid w:val="00367E1A"/>
    <w:rsid w:val="00370DE7"/>
    <w:rsid w:val="003722B2"/>
    <w:rsid w:val="003727B0"/>
    <w:rsid w:val="00372A5A"/>
    <w:rsid w:val="00373521"/>
    <w:rsid w:val="003735DA"/>
    <w:rsid w:val="003742B5"/>
    <w:rsid w:val="00377199"/>
    <w:rsid w:val="00382177"/>
    <w:rsid w:val="00382625"/>
    <w:rsid w:val="00384B43"/>
    <w:rsid w:val="00385A36"/>
    <w:rsid w:val="003869A5"/>
    <w:rsid w:val="00390C64"/>
    <w:rsid w:val="00390CF8"/>
    <w:rsid w:val="00391E1F"/>
    <w:rsid w:val="003931AA"/>
    <w:rsid w:val="00393F0C"/>
    <w:rsid w:val="00395BF0"/>
    <w:rsid w:val="00396142"/>
    <w:rsid w:val="00396E6A"/>
    <w:rsid w:val="003A1A3C"/>
    <w:rsid w:val="003A6347"/>
    <w:rsid w:val="003A6D7B"/>
    <w:rsid w:val="003B054C"/>
    <w:rsid w:val="003B3CA4"/>
    <w:rsid w:val="003C1F8C"/>
    <w:rsid w:val="003C2512"/>
    <w:rsid w:val="003C25C2"/>
    <w:rsid w:val="003C293F"/>
    <w:rsid w:val="003C41F6"/>
    <w:rsid w:val="003C4E39"/>
    <w:rsid w:val="003C711A"/>
    <w:rsid w:val="003D1192"/>
    <w:rsid w:val="003D1488"/>
    <w:rsid w:val="003D2221"/>
    <w:rsid w:val="003D2A38"/>
    <w:rsid w:val="003D62EB"/>
    <w:rsid w:val="003E4B08"/>
    <w:rsid w:val="003E5EDB"/>
    <w:rsid w:val="003F10BD"/>
    <w:rsid w:val="003F3EC0"/>
    <w:rsid w:val="004044FE"/>
    <w:rsid w:val="00405B86"/>
    <w:rsid w:val="00405C8C"/>
    <w:rsid w:val="004156E1"/>
    <w:rsid w:val="0041694D"/>
    <w:rsid w:val="004172C6"/>
    <w:rsid w:val="00420E7F"/>
    <w:rsid w:val="004235E3"/>
    <w:rsid w:val="00427FDE"/>
    <w:rsid w:val="00431AF4"/>
    <w:rsid w:val="00440CB1"/>
    <w:rsid w:val="00441419"/>
    <w:rsid w:val="00443284"/>
    <w:rsid w:val="004435DF"/>
    <w:rsid w:val="004445EC"/>
    <w:rsid w:val="004466FE"/>
    <w:rsid w:val="00453160"/>
    <w:rsid w:val="00453877"/>
    <w:rsid w:val="00453B33"/>
    <w:rsid w:val="00453B79"/>
    <w:rsid w:val="00460612"/>
    <w:rsid w:val="00462A62"/>
    <w:rsid w:val="00462B9B"/>
    <w:rsid w:val="00465992"/>
    <w:rsid w:val="00467364"/>
    <w:rsid w:val="00471082"/>
    <w:rsid w:val="004713C1"/>
    <w:rsid w:val="00473315"/>
    <w:rsid w:val="004762F5"/>
    <w:rsid w:val="00476E01"/>
    <w:rsid w:val="00482FA8"/>
    <w:rsid w:val="00483010"/>
    <w:rsid w:val="00484A1A"/>
    <w:rsid w:val="004853BF"/>
    <w:rsid w:val="00485FA9"/>
    <w:rsid w:val="00487455"/>
    <w:rsid w:val="0049391A"/>
    <w:rsid w:val="0049480A"/>
    <w:rsid w:val="00495F91"/>
    <w:rsid w:val="004A366E"/>
    <w:rsid w:val="004B169F"/>
    <w:rsid w:val="004B22AD"/>
    <w:rsid w:val="004B29C5"/>
    <w:rsid w:val="004B3050"/>
    <w:rsid w:val="004C3465"/>
    <w:rsid w:val="004C6C09"/>
    <w:rsid w:val="004C6D1D"/>
    <w:rsid w:val="004C777A"/>
    <w:rsid w:val="004D01E5"/>
    <w:rsid w:val="004D087F"/>
    <w:rsid w:val="004D0FEF"/>
    <w:rsid w:val="004D5496"/>
    <w:rsid w:val="004D6BB3"/>
    <w:rsid w:val="004E13ED"/>
    <w:rsid w:val="004E407F"/>
    <w:rsid w:val="004F16A1"/>
    <w:rsid w:val="004F2D6F"/>
    <w:rsid w:val="004F2E5A"/>
    <w:rsid w:val="004F2ED2"/>
    <w:rsid w:val="004F360C"/>
    <w:rsid w:val="004F3FE9"/>
    <w:rsid w:val="004F41F0"/>
    <w:rsid w:val="004F500F"/>
    <w:rsid w:val="004F7F97"/>
    <w:rsid w:val="00500BBD"/>
    <w:rsid w:val="005020A2"/>
    <w:rsid w:val="00503A28"/>
    <w:rsid w:val="005042B0"/>
    <w:rsid w:val="005138D4"/>
    <w:rsid w:val="00514446"/>
    <w:rsid w:val="0051735A"/>
    <w:rsid w:val="00523644"/>
    <w:rsid w:val="00523CB7"/>
    <w:rsid w:val="00524696"/>
    <w:rsid w:val="00524918"/>
    <w:rsid w:val="00525F82"/>
    <w:rsid w:val="0052702E"/>
    <w:rsid w:val="00536825"/>
    <w:rsid w:val="005406D2"/>
    <w:rsid w:val="00541D59"/>
    <w:rsid w:val="0054397A"/>
    <w:rsid w:val="00544131"/>
    <w:rsid w:val="0054515C"/>
    <w:rsid w:val="00547B56"/>
    <w:rsid w:val="00550229"/>
    <w:rsid w:val="00560377"/>
    <w:rsid w:val="00562868"/>
    <w:rsid w:val="00562B71"/>
    <w:rsid w:val="00566598"/>
    <w:rsid w:val="00566727"/>
    <w:rsid w:val="005829CC"/>
    <w:rsid w:val="00583B83"/>
    <w:rsid w:val="00583D3C"/>
    <w:rsid w:val="00584444"/>
    <w:rsid w:val="00585FA7"/>
    <w:rsid w:val="0058620E"/>
    <w:rsid w:val="00590531"/>
    <w:rsid w:val="00593700"/>
    <w:rsid w:val="005971BB"/>
    <w:rsid w:val="005A046A"/>
    <w:rsid w:val="005A06EE"/>
    <w:rsid w:val="005A0B9C"/>
    <w:rsid w:val="005A4B9A"/>
    <w:rsid w:val="005A5C11"/>
    <w:rsid w:val="005A5F9E"/>
    <w:rsid w:val="005A6366"/>
    <w:rsid w:val="005A63AE"/>
    <w:rsid w:val="005B21E1"/>
    <w:rsid w:val="005B22A9"/>
    <w:rsid w:val="005B266D"/>
    <w:rsid w:val="005B35C4"/>
    <w:rsid w:val="005B6F0A"/>
    <w:rsid w:val="005C3140"/>
    <w:rsid w:val="005C4796"/>
    <w:rsid w:val="005C4A70"/>
    <w:rsid w:val="005D46DE"/>
    <w:rsid w:val="005D5E08"/>
    <w:rsid w:val="005E143D"/>
    <w:rsid w:val="005E567C"/>
    <w:rsid w:val="005E7C1B"/>
    <w:rsid w:val="005F246A"/>
    <w:rsid w:val="005F2882"/>
    <w:rsid w:val="005F4965"/>
    <w:rsid w:val="005F4ECE"/>
    <w:rsid w:val="005F51AC"/>
    <w:rsid w:val="005F5AA5"/>
    <w:rsid w:val="006003A3"/>
    <w:rsid w:val="00601AE3"/>
    <w:rsid w:val="00604399"/>
    <w:rsid w:val="006070A3"/>
    <w:rsid w:val="006079A7"/>
    <w:rsid w:val="0061056E"/>
    <w:rsid w:val="00611E69"/>
    <w:rsid w:val="00611FFF"/>
    <w:rsid w:val="0061215C"/>
    <w:rsid w:val="00612476"/>
    <w:rsid w:val="00617491"/>
    <w:rsid w:val="00617CDD"/>
    <w:rsid w:val="00621CDF"/>
    <w:rsid w:val="0062382B"/>
    <w:rsid w:val="00624624"/>
    <w:rsid w:val="00625FF2"/>
    <w:rsid w:val="0063028F"/>
    <w:rsid w:val="006328D2"/>
    <w:rsid w:val="0063583C"/>
    <w:rsid w:val="00636148"/>
    <w:rsid w:val="00644CC6"/>
    <w:rsid w:val="006452FC"/>
    <w:rsid w:val="00652453"/>
    <w:rsid w:val="006619E2"/>
    <w:rsid w:val="00661BFF"/>
    <w:rsid w:val="00662E28"/>
    <w:rsid w:val="006645BA"/>
    <w:rsid w:val="00664BD0"/>
    <w:rsid w:val="0067118D"/>
    <w:rsid w:val="00672EA1"/>
    <w:rsid w:val="00673A22"/>
    <w:rsid w:val="00674504"/>
    <w:rsid w:val="0067623D"/>
    <w:rsid w:val="00677F52"/>
    <w:rsid w:val="006807FF"/>
    <w:rsid w:val="00680C77"/>
    <w:rsid w:val="00680F18"/>
    <w:rsid w:val="00683E33"/>
    <w:rsid w:val="0068454D"/>
    <w:rsid w:val="00685007"/>
    <w:rsid w:val="0068543C"/>
    <w:rsid w:val="00687685"/>
    <w:rsid w:val="00691702"/>
    <w:rsid w:val="00693395"/>
    <w:rsid w:val="006936AE"/>
    <w:rsid w:val="00694D6A"/>
    <w:rsid w:val="00696F82"/>
    <w:rsid w:val="00697DA5"/>
    <w:rsid w:val="006A40F8"/>
    <w:rsid w:val="006A4B3D"/>
    <w:rsid w:val="006A5482"/>
    <w:rsid w:val="006A6135"/>
    <w:rsid w:val="006A6A96"/>
    <w:rsid w:val="006B0C7F"/>
    <w:rsid w:val="006B2511"/>
    <w:rsid w:val="006B2E98"/>
    <w:rsid w:val="006B3F94"/>
    <w:rsid w:val="006C0D53"/>
    <w:rsid w:val="006C1196"/>
    <w:rsid w:val="006C2C7D"/>
    <w:rsid w:val="006D7CF7"/>
    <w:rsid w:val="006E1686"/>
    <w:rsid w:val="006E336C"/>
    <w:rsid w:val="006E685A"/>
    <w:rsid w:val="006E71A1"/>
    <w:rsid w:val="006F0D8D"/>
    <w:rsid w:val="006F22A0"/>
    <w:rsid w:val="006F5410"/>
    <w:rsid w:val="006F59C1"/>
    <w:rsid w:val="006F5CAC"/>
    <w:rsid w:val="0070095F"/>
    <w:rsid w:val="007023B5"/>
    <w:rsid w:val="007025DF"/>
    <w:rsid w:val="00702FA4"/>
    <w:rsid w:val="00703E6F"/>
    <w:rsid w:val="00706610"/>
    <w:rsid w:val="007071FF"/>
    <w:rsid w:val="00710499"/>
    <w:rsid w:val="00710603"/>
    <w:rsid w:val="00715CE9"/>
    <w:rsid w:val="00717C48"/>
    <w:rsid w:val="00722981"/>
    <w:rsid w:val="0072392E"/>
    <w:rsid w:val="00726C75"/>
    <w:rsid w:val="007309CB"/>
    <w:rsid w:val="00731299"/>
    <w:rsid w:val="007318B0"/>
    <w:rsid w:val="00732644"/>
    <w:rsid w:val="0073554C"/>
    <w:rsid w:val="00737070"/>
    <w:rsid w:val="007420E4"/>
    <w:rsid w:val="00743CC8"/>
    <w:rsid w:val="00745840"/>
    <w:rsid w:val="00745884"/>
    <w:rsid w:val="007458D8"/>
    <w:rsid w:val="00745CE0"/>
    <w:rsid w:val="00747354"/>
    <w:rsid w:val="00751090"/>
    <w:rsid w:val="00751411"/>
    <w:rsid w:val="007514C7"/>
    <w:rsid w:val="0075155C"/>
    <w:rsid w:val="00752829"/>
    <w:rsid w:val="00753CF2"/>
    <w:rsid w:val="00753E59"/>
    <w:rsid w:val="00754299"/>
    <w:rsid w:val="00754B02"/>
    <w:rsid w:val="00756311"/>
    <w:rsid w:val="00756381"/>
    <w:rsid w:val="00756F86"/>
    <w:rsid w:val="00757141"/>
    <w:rsid w:val="0075772F"/>
    <w:rsid w:val="007604E7"/>
    <w:rsid w:val="00760B19"/>
    <w:rsid w:val="00762333"/>
    <w:rsid w:val="00762A63"/>
    <w:rsid w:val="007644C4"/>
    <w:rsid w:val="0076641D"/>
    <w:rsid w:val="007676CB"/>
    <w:rsid w:val="00767DBF"/>
    <w:rsid w:val="00770A41"/>
    <w:rsid w:val="00770BDA"/>
    <w:rsid w:val="00770E8B"/>
    <w:rsid w:val="00771BAA"/>
    <w:rsid w:val="0077624E"/>
    <w:rsid w:val="00776F21"/>
    <w:rsid w:val="00776FDF"/>
    <w:rsid w:val="00777801"/>
    <w:rsid w:val="00780017"/>
    <w:rsid w:val="007802FC"/>
    <w:rsid w:val="00787C9A"/>
    <w:rsid w:val="007923C8"/>
    <w:rsid w:val="00794660"/>
    <w:rsid w:val="007961D6"/>
    <w:rsid w:val="007974BB"/>
    <w:rsid w:val="007A0596"/>
    <w:rsid w:val="007A1F7A"/>
    <w:rsid w:val="007A4090"/>
    <w:rsid w:val="007A7245"/>
    <w:rsid w:val="007B2564"/>
    <w:rsid w:val="007B3AB2"/>
    <w:rsid w:val="007B794D"/>
    <w:rsid w:val="007C25B1"/>
    <w:rsid w:val="007C29C1"/>
    <w:rsid w:val="007D1CD8"/>
    <w:rsid w:val="007D2678"/>
    <w:rsid w:val="007D5A38"/>
    <w:rsid w:val="007D6003"/>
    <w:rsid w:val="007E0945"/>
    <w:rsid w:val="007E1F4D"/>
    <w:rsid w:val="007E490F"/>
    <w:rsid w:val="007E5033"/>
    <w:rsid w:val="007F02CC"/>
    <w:rsid w:val="007F0BB1"/>
    <w:rsid w:val="007F1917"/>
    <w:rsid w:val="007F5661"/>
    <w:rsid w:val="007F640E"/>
    <w:rsid w:val="007F7777"/>
    <w:rsid w:val="0080033A"/>
    <w:rsid w:val="00800F25"/>
    <w:rsid w:val="00801378"/>
    <w:rsid w:val="0080370D"/>
    <w:rsid w:val="0080538C"/>
    <w:rsid w:val="00806604"/>
    <w:rsid w:val="00806D75"/>
    <w:rsid w:val="0080733A"/>
    <w:rsid w:val="0080785B"/>
    <w:rsid w:val="00814B82"/>
    <w:rsid w:val="0082193A"/>
    <w:rsid w:val="00823DBA"/>
    <w:rsid w:val="00823F6D"/>
    <w:rsid w:val="00823F93"/>
    <w:rsid w:val="00824D62"/>
    <w:rsid w:val="00824FB0"/>
    <w:rsid w:val="00825E80"/>
    <w:rsid w:val="00834615"/>
    <w:rsid w:val="008356A9"/>
    <w:rsid w:val="008372A9"/>
    <w:rsid w:val="0084199E"/>
    <w:rsid w:val="00846B3F"/>
    <w:rsid w:val="0084734B"/>
    <w:rsid w:val="00851648"/>
    <w:rsid w:val="008524EA"/>
    <w:rsid w:val="0085791C"/>
    <w:rsid w:val="00857E34"/>
    <w:rsid w:val="00857E6B"/>
    <w:rsid w:val="00860942"/>
    <w:rsid w:val="0086191E"/>
    <w:rsid w:val="00861BF8"/>
    <w:rsid w:val="00861D52"/>
    <w:rsid w:val="008622D1"/>
    <w:rsid w:val="0086382D"/>
    <w:rsid w:val="00864D4E"/>
    <w:rsid w:val="00866ACF"/>
    <w:rsid w:val="008701CD"/>
    <w:rsid w:val="00872B37"/>
    <w:rsid w:val="00873A95"/>
    <w:rsid w:val="00874CD3"/>
    <w:rsid w:val="0087538E"/>
    <w:rsid w:val="00876B08"/>
    <w:rsid w:val="00876F78"/>
    <w:rsid w:val="00883E99"/>
    <w:rsid w:val="00886668"/>
    <w:rsid w:val="00890AD8"/>
    <w:rsid w:val="00891219"/>
    <w:rsid w:val="0089132C"/>
    <w:rsid w:val="00896A71"/>
    <w:rsid w:val="008A0F9F"/>
    <w:rsid w:val="008A1998"/>
    <w:rsid w:val="008A4642"/>
    <w:rsid w:val="008B1A89"/>
    <w:rsid w:val="008B4A63"/>
    <w:rsid w:val="008B539F"/>
    <w:rsid w:val="008B5D4D"/>
    <w:rsid w:val="008C21E0"/>
    <w:rsid w:val="008C261B"/>
    <w:rsid w:val="008C32BE"/>
    <w:rsid w:val="008C534B"/>
    <w:rsid w:val="008C7335"/>
    <w:rsid w:val="008D4528"/>
    <w:rsid w:val="008D5EF8"/>
    <w:rsid w:val="008D7EF3"/>
    <w:rsid w:val="008E0037"/>
    <w:rsid w:val="008E05EB"/>
    <w:rsid w:val="008E1244"/>
    <w:rsid w:val="008E1A59"/>
    <w:rsid w:val="008E1A99"/>
    <w:rsid w:val="008E1D47"/>
    <w:rsid w:val="008E269D"/>
    <w:rsid w:val="008E35A2"/>
    <w:rsid w:val="008E6465"/>
    <w:rsid w:val="008F21C5"/>
    <w:rsid w:val="008F323F"/>
    <w:rsid w:val="008F50E1"/>
    <w:rsid w:val="00900C1C"/>
    <w:rsid w:val="00903B2D"/>
    <w:rsid w:val="00904139"/>
    <w:rsid w:val="00904AB0"/>
    <w:rsid w:val="00906D62"/>
    <w:rsid w:val="009104E6"/>
    <w:rsid w:val="0091524F"/>
    <w:rsid w:val="00916979"/>
    <w:rsid w:val="009215D3"/>
    <w:rsid w:val="009240E5"/>
    <w:rsid w:val="009255EA"/>
    <w:rsid w:val="00925BE8"/>
    <w:rsid w:val="00927A24"/>
    <w:rsid w:val="0093023B"/>
    <w:rsid w:val="009427B8"/>
    <w:rsid w:val="0094334A"/>
    <w:rsid w:val="009446D5"/>
    <w:rsid w:val="00951561"/>
    <w:rsid w:val="00951863"/>
    <w:rsid w:val="009527AD"/>
    <w:rsid w:val="009532C0"/>
    <w:rsid w:val="00953719"/>
    <w:rsid w:val="00955A58"/>
    <w:rsid w:val="00955CF5"/>
    <w:rsid w:val="00957F0C"/>
    <w:rsid w:val="009626E9"/>
    <w:rsid w:val="00963634"/>
    <w:rsid w:val="00963C9F"/>
    <w:rsid w:val="00964DB9"/>
    <w:rsid w:val="00964EA8"/>
    <w:rsid w:val="00965229"/>
    <w:rsid w:val="00965ABC"/>
    <w:rsid w:val="00966F16"/>
    <w:rsid w:val="00966F68"/>
    <w:rsid w:val="0096775D"/>
    <w:rsid w:val="00970623"/>
    <w:rsid w:val="00976829"/>
    <w:rsid w:val="00976BA1"/>
    <w:rsid w:val="00983E39"/>
    <w:rsid w:val="00985AE1"/>
    <w:rsid w:val="009902BB"/>
    <w:rsid w:val="00990A00"/>
    <w:rsid w:val="009942B8"/>
    <w:rsid w:val="00996FE6"/>
    <w:rsid w:val="00997B76"/>
    <w:rsid w:val="009A3778"/>
    <w:rsid w:val="009A5421"/>
    <w:rsid w:val="009A6109"/>
    <w:rsid w:val="009B58D2"/>
    <w:rsid w:val="009B69F7"/>
    <w:rsid w:val="009B7903"/>
    <w:rsid w:val="009C237F"/>
    <w:rsid w:val="009C3A2F"/>
    <w:rsid w:val="009C530B"/>
    <w:rsid w:val="009C5569"/>
    <w:rsid w:val="009C7220"/>
    <w:rsid w:val="009C741D"/>
    <w:rsid w:val="009D70FD"/>
    <w:rsid w:val="009E33B3"/>
    <w:rsid w:val="009E34FB"/>
    <w:rsid w:val="009E43C6"/>
    <w:rsid w:val="009E620E"/>
    <w:rsid w:val="009F63A2"/>
    <w:rsid w:val="009F6EA7"/>
    <w:rsid w:val="00A00F5B"/>
    <w:rsid w:val="00A02D6C"/>
    <w:rsid w:val="00A03605"/>
    <w:rsid w:val="00A044A8"/>
    <w:rsid w:val="00A10254"/>
    <w:rsid w:val="00A12B60"/>
    <w:rsid w:val="00A12C55"/>
    <w:rsid w:val="00A14278"/>
    <w:rsid w:val="00A16DD5"/>
    <w:rsid w:val="00A2072A"/>
    <w:rsid w:val="00A20BBC"/>
    <w:rsid w:val="00A22CC6"/>
    <w:rsid w:val="00A24979"/>
    <w:rsid w:val="00A269F8"/>
    <w:rsid w:val="00A2729C"/>
    <w:rsid w:val="00A3319B"/>
    <w:rsid w:val="00A33974"/>
    <w:rsid w:val="00A41896"/>
    <w:rsid w:val="00A41FE7"/>
    <w:rsid w:val="00A42687"/>
    <w:rsid w:val="00A43439"/>
    <w:rsid w:val="00A43B6A"/>
    <w:rsid w:val="00A478C4"/>
    <w:rsid w:val="00A47E3E"/>
    <w:rsid w:val="00A500E8"/>
    <w:rsid w:val="00A5065F"/>
    <w:rsid w:val="00A521D9"/>
    <w:rsid w:val="00A53453"/>
    <w:rsid w:val="00A54447"/>
    <w:rsid w:val="00A61A27"/>
    <w:rsid w:val="00A646BC"/>
    <w:rsid w:val="00A64B22"/>
    <w:rsid w:val="00A67DB2"/>
    <w:rsid w:val="00A71100"/>
    <w:rsid w:val="00A73689"/>
    <w:rsid w:val="00A81289"/>
    <w:rsid w:val="00A81F03"/>
    <w:rsid w:val="00A87F93"/>
    <w:rsid w:val="00A926BC"/>
    <w:rsid w:val="00A96374"/>
    <w:rsid w:val="00A97505"/>
    <w:rsid w:val="00AA1177"/>
    <w:rsid w:val="00AA1780"/>
    <w:rsid w:val="00AA6327"/>
    <w:rsid w:val="00AB0DD0"/>
    <w:rsid w:val="00AB49F5"/>
    <w:rsid w:val="00AC0BAE"/>
    <w:rsid w:val="00AC11D8"/>
    <w:rsid w:val="00AC1D1E"/>
    <w:rsid w:val="00AC307E"/>
    <w:rsid w:val="00AC372D"/>
    <w:rsid w:val="00AC462C"/>
    <w:rsid w:val="00AC6574"/>
    <w:rsid w:val="00AC76A1"/>
    <w:rsid w:val="00AD0C26"/>
    <w:rsid w:val="00AD0F50"/>
    <w:rsid w:val="00AD1910"/>
    <w:rsid w:val="00AD45C0"/>
    <w:rsid w:val="00AD4A73"/>
    <w:rsid w:val="00AD68EC"/>
    <w:rsid w:val="00AD72EF"/>
    <w:rsid w:val="00AE0277"/>
    <w:rsid w:val="00AE03DF"/>
    <w:rsid w:val="00AE0646"/>
    <w:rsid w:val="00AE072B"/>
    <w:rsid w:val="00AF1FBB"/>
    <w:rsid w:val="00AF2CDE"/>
    <w:rsid w:val="00AF35B8"/>
    <w:rsid w:val="00AF3CD2"/>
    <w:rsid w:val="00AF5533"/>
    <w:rsid w:val="00AF6222"/>
    <w:rsid w:val="00B001CA"/>
    <w:rsid w:val="00B007B7"/>
    <w:rsid w:val="00B06572"/>
    <w:rsid w:val="00B0684D"/>
    <w:rsid w:val="00B073BF"/>
    <w:rsid w:val="00B15483"/>
    <w:rsid w:val="00B15494"/>
    <w:rsid w:val="00B156E3"/>
    <w:rsid w:val="00B20FF9"/>
    <w:rsid w:val="00B226A9"/>
    <w:rsid w:val="00B2488C"/>
    <w:rsid w:val="00B26D4C"/>
    <w:rsid w:val="00B33FAA"/>
    <w:rsid w:val="00B35712"/>
    <w:rsid w:val="00B36CCE"/>
    <w:rsid w:val="00B36E6A"/>
    <w:rsid w:val="00B40C69"/>
    <w:rsid w:val="00B41847"/>
    <w:rsid w:val="00B43CC6"/>
    <w:rsid w:val="00B44FBF"/>
    <w:rsid w:val="00B453B7"/>
    <w:rsid w:val="00B50585"/>
    <w:rsid w:val="00B50909"/>
    <w:rsid w:val="00B51069"/>
    <w:rsid w:val="00B51644"/>
    <w:rsid w:val="00B52C9B"/>
    <w:rsid w:val="00B531FF"/>
    <w:rsid w:val="00B53480"/>
    <w:rsid w:val="00B54041"/>
    <w:rsid w:val="00B543D1"/>
    <w:rsid w:val="00B55B3E"/>
    <w:rsid w:val="00B56E1B"/>
    <w:rsid w:val="00B60FA2"/>
    <w:rsid w:val="00B61A80"/>
    <w:rsid w:val="00B62C38"/>
    <w:rsid w:val="00B65820"/>
    <w:rsid w:val="00B66454"/>
    <w:rsid w:val="00B66BE2"/>
    <w:rsid w:val="00B701FB"/>
    <w:rsid w:val="00B73580"/>
    <w:rsid w:val="00B73587"/>
    <w:rsid w:val="00B7375B"/>
    <w:rsid w:val="00B74893"/>
    <w:rsid w:val="00B75089"/>
    <w:rsid w:val="00B815EB"/>
    <w:rsid w:val="00B83F74"/>
    <w:rsid w:val="00B84EBA"/>
    <w:rsid w:val="00B91AAA"/>
    <w:rsid w:val="00B9783B"/>
    <w:rsid w:val="00BA053D"/>
    <w:rsid w:val="00BA1D8D"/>
    <w:rsid w:val="00BA6A55"/>
    <w:rsid w:val="00BB37EA"/>
    <w:rsid w:val="00BB4A01"/>
    <w:rsid w:val="00BB676E"/>
    <w:rsid w:val="00BC379B"/>
    <w:rsid w:val="00BC448E"/>
    <w:rsid w:val="00BD11A8"/>
    <w:rsid w:val="00BE1B52"/>
    <w:rsid w:val="00BE2498"/>
    <w:rsid w:val="00BE351B"/>
    <w:rsid w:val="00BE537A"/>
    <w:rsid w:val="00BE56AD"/>
    <w:rsid w:val="00BE5D92"/>
    <w:rsid w:val="00BE60E0"/>
    <w:rsid w:val="00BE6290"/>
    <w:rsid w:val="00BF0BB2"/>
    <w:rsid w:val="00BF2E9D"/>
    <w:rsid w:val="00BF61BE"/>
    <w:rsid w:val="00BF6364"/>
    <w:rsid w:val="00BF6732"/>
    <w:rsid w:val="00C00387"/>
    <w:rsid w:val="00C005F0"/>
    <w:rsid w:val="00C01E88"/>
    <w:rsid w:val="00C0345E"/>
    <w:rsid w:val="00C03500"/>
    <w:rsid w:val="00C04F03"/>
    <w:rsid w:val="00C059AE"/>
    <w:rsid w:val="00C1062A"/>
    <w:rsid w:val="00C1285A"/>
    <w:rsid w:val="00C139AC"/>
    <w:rsid w:val="00C15D45"/>
    <w:rsid w:val="00C15D58"/>
    <w:rsid w:val="00C17B6F"/>
    <w:rsid w:val="00C239FB"/>
    <w:rsid w:val="00C303D5"/>
    <w:rsid w:val="00C30E17"/>
    <w:rsid w:val="00C310CD"/>
    <w:rsid w:val="00C31E3C"/>
    <w:rsid w:val="00C31EFA"/>
    <w:rsid w:val="00C32076"/>
    <w:rsid w:val="00C33D75"/>
    <w:rsid w:val="00C34D49"/>
    <w:rsid w:val="00C360B9"/>
    <w:rsid w:val="00C411E0"/>
    <w:rsid w:val="00C42298"/>
    <w:rsid w:val="00C44383"/>
    <w:rsid w:val="00C453E1"/>
    <w:rsid w:val="00C459CB"/>
    <w:rsid w:val="00C509C6"/>
    <w:rsid w:val="00C541D5"/>
    <w:rsid w:val="00C5662B"/>
    <w:rsid w:val="00C57204"/>
    <w:rsid w:val="00C64E5E"/>
    <w:rsid w:val="00C714BA"/>
    <w:rsid w:val="00C74E75"/>
    <w:rsid w:val="00C759D8"/>
    <w:rsid w:val="00C80B7C"/>
    <w:rsid w:val="00C82625"/>
    <w:rsid w:val="00C828A9"/>
    <w:rsid w:val="00C912DD"/>
    <w:rsid w:val="00C916DE"/>
    <w:rsid w:val="00C9196B"/>
    <w:rsid w:val="00C9214E"/>
    <w:rsid w:val="00C932F8"/>
    <w:rsid w:val="00C965A4"/>
    <w:rsid w:val="00CA1680"/>
    <w:rsid w:val="00CA17B5"/>
    <w:rsid w:val="00CA260C"/>
    <w:rsid w:val="00CA2AAC"/>
    <w:rsid w:val="00CA474F"/>
    <w:rsid w:val="00CA7BDE"/>
    <w:rsid w:val="00CB5A10"/>
    <w:rsid w:val="00CB5C2C"/>
    <w:rsid w:val="00CB6022"/>
    <w:rsid w:val="00CB7BD0"/>
    <w:rsid w:val="00CC0F37"/>
    <w:rsid w:val="00CC6498"/>
    <w:rsid w:val="00CC64FC"/>
    <w:rsid w:val="00CD21A1"/>
    <w:rsid w:val="00CD3637"/>
    <w:rsid w:val="00CD4945"/>
    <w:rsid w:val="00CD6EAD"/>
    <w:rsid w:val="00CE415B"/>
    <w:rsid w:val="00CE658B"/>
    <w:rsid w:val="00CF1235"/>
    <w:rsid w:val="00CF74A4"/>
    <w:rsid w:val="00D01EC0"/>
    <w:rsid w:val="00D04140"/>
    <w:rsid w:val="00D072B7"/>
    <w:rsid w:val="00D07383"/>
    <w:rsid w:val="00D100DA"/>
    <w:rsid w:val="00D10FD4"/>
    <w:rsid w:val="00D112F7"/>
    <w:rsid w:val="00D11D08"/>
    <w:rsid w:val="00D1254C"/>
    <w:rsid w:val="00D14DB0"/>
    <w:rsid w:val="00D1666C"/>
    <w:rsid w:val="00D1798E"/>
    <w:rsid w:val="00D20963"/>
    <w:rsid w:val="00D21AC4"/>
    <w:rsid w:val="00D234DF"/>
    <w:rsid w:val="00D25168"/>
    <w:rsid w:val="00D258ED"/>
    <w:rsid w:val="00D268F4"/>
    <w:rsid w:val="00D276EB"/>
    <w:rsid w:val="00D30B36"/>
    <w:rsid w:val="00D321BB"/>
    <w:rsid w:val="00D3309F"/>
    <w:rsid w:val="00D33E87"/>
    <w:rsid w:val="00D355C3"/>
    <w:rsid w:val="00D366C8"/>
    <w:rsid w:val="00D369C0"/>
    <w:rsid w:val="00D36E47"/>
    <w:rsid w:val="00D4084C"/>
    <w:rsid w:val="00D438AE"/>
    <w:rsid w:val="00D47BDF"/>
    <w:rsid w:val="00D50AE8"/>
    <w:rsid w:val="00D53A55"/>
    <w:rsid w:val="00D5671E"/>
    <w:rsid w:val="00D57972"/>
    <w:rsid w:val="00D60370"/>
    <w:rsid w:val="00D6095D"/>
    <w:rsid w:val="00D70D31"/>
    <w:rsid w:val="00D71AF2"/>
    <w:rsid w:val="00D748ED"/>
    <w:rsid w:val="00D74B6F"/>
    <w:rsid w:val="00D7549E"/>
    <w:rsid w:val="00D7654F"/>
    <w:rsid w:val="00D76E84"/>
    <w:rsid w:val="00D828B9"/>
    <w:rsid w:val="00D97315"/>
    <w:rsid w:val="00D97964"/>
    <w:rsid w:val="00DA1F0A"/>
    <w:rsid w:val="00DA2ACD"/>
    <w:rsid w:val="00DB16E5"/>
    <w:rsid w:val="00DB1898"/>
    <w:rsid w:val="00DB411E"/>
    <w:rsid w:val="00DB4900"/>
    <w:rsid w:val="00DB600D"/>
    <w:rsid w:val="00DC1B60"/>
    <w:rsid w:val="00DC1DCB"/>
    <w:rsid w:val="00DC1F75"/>
    <w:rsid w:val="00DC5A55"/>
    <w:rsid w:val="00DD07E2"/>
    <w:rsid w:val="00DD0F61"/>
    <w:rsid w:val="00DD11CA"/>
    <w:rsid w:val="00DD2A66"/>
    <w:rsid w:val="00DD3CF3"/>
    <w:rsid w:val="00DD45B8"/>
    <w:rsid w:val="00DD6101"/>
    <w:rsid w:val="00DE26D7"/>
    <w:rsid w:val="00DE275F"/>
    <w:rsid w:val="00DE3AD9"/>
    <w:rsid w:val="00DE490A"/>
    <w:rsid w:val="00DE5135"/>
    <w:rsid w:val="00DE5734"/>
    <w:rsid w:val="00DE7EE2"/>
    <w:rsid w:val="00DF5E99"/>
    <w:rsid w:val="00DF7E43"/>
    <w:rsid w:val="00E00B2C"/>
    <w:rsid w:val="00E02E36"/>
    <w:rsid w:val="00E03E12"/>
    <w:rsid w:val="00E040D3"/>
    <w:rsid w:val="00E060B4"/>
    <w:rsid w:val="00E13AB2"/>
    <w:rsid w:val="00E24BA5"/>
    <w:rsid w:val="00E263D5"/>
    <w:rsid w:val="00E26BDF"/>
    <w:rsid w:val="00E27305"/>
    <w:rsid w:val="00E32560"/>
    <w:rsid w:val="00E326E4"/>
    <w:rsid w:val="00E37451"/>
    <w:rsid w:val="00E469BE"/>
    <w:rsid w:val="00E47539"/>
    <w:rsid w:val="00E507EF"/>
    <w:rsid w:val="00E51EBF"/>
    <w:rsid w:val="00E5549D"/>
    <w:rsid w:val="00E572B7"/>
    <w:rsid w:val="00E60E0D"/>
    <w:rsid w:val="00E616F1"/>
    <w:rsid w:val="00E64629"/>
    <w:rsid w:val="00E64F12"/>
    <w:rsid w:val="00E700E7"/>
    <w:rsid w:val="00E70A54"/>
    <w:rsid w:val="00E74E3A"/>
    <w:rsid w:val="00E75480"/>
    <w:rsid w:val="00E777E7"/>
    <w:rsid w:val="00E83B04"/>
    <w:rsid w:val="00E85404"/>
    <w:rsid w:val="00E87B04"/>
    <w:rsid w:val="00E90FAB"/>
    <w:rsid w:val="00E9125D"/>
    <w:rsid w:val="00E914B5"/>
    <w:rsid w:val="00E91F1F"/>
    <w:rsid w:val="00E9505C"/>
    <w:rsid w:val="00E95733"/>
    <w:rsid w:val="00E95791"/>
    <w:rsid w:val="00EA021E"/>
    <w:rsid w:val="00EA1A00"/>
    <w:rsid w:val="00EA387F"/>
    <w:rsid w:val="00EA420B"/>
    <w:rsid w:val="00EA67B6"/>
    <w:rsid w:val="00EA6E24"/>
    <w:rsid w:val="00EB0BEA"/>
    <w:rsid w:val="00EB3DBD"/>
    <w:rsid w:val="00EB3E3B"/>
    <w:rsid w:val="00EC3B95"/>
    <w:rsid w:val="00EC5917"/>
    <w:rsid w:val="00EC62E4"/>
    <w:rsid w:val="00ED2170"/>
    <w:rsid w:val="00ED47CC"/>
    <w:rsid w:val="00ED503A"/>
    <w:rsid w:val="00ED5A9F"/>
    <w:rsid w:val="00ED68C1"/>
    <w:rsid w:val="00EE3777"/>
    <w:rsid w:val="00EE444D"/>
    <w:rsid w:val="00EE4BF2"/>
    <w:rsid w:val="00EE5BAA"/>
    <w:rsid w:val="00EF015F"/>
    <w:rsid w:val="00EF29AF"/>
    <w:rsid w:val="00F029D0"/>
    <w:rsid w:val="00F03931"/>
    <w:rsid w:val="00F03DBA"/>
    <w:rsid w:val="00F05A3B"/>
    <w:rsid w:val="00F16EFB"/>
    <w:rsid w:val="00F20E2F"/>
    <w:rsid w:val="00F21ABB"/>
    <w:rsid w:val="00F21DDF"/>
    <w:rsid w:val="00F22CD1"/>
    <w:rsid w:val="00F23DC8"/>
    <w:rsid w:val="00F26BD1"/>
    <w:rsid w:val="00F379F4"/>
    <w:rsid w:val="00F435D4"/>
    <w:rsid w:val="00F443DF"/>
    <w:rsid w:val="00F44F95"/>
    <w:rsid w:val="00F52D43"/>
    <w:rsid w:val="00F56A29"/>
    <w:rsid w:val="00F6420D"/>
    <w:rsid w:val="00F6506C"/>
    <w:rsid w:val="00F6728A"/>
    <w:rsid w:val="00F71307"/>
    <w:rsid w:val="00F7260C"/>
    <w:rsid w:val="00F73968"/>
    <w:rsid w:val="00F74DAD"/>
    <w:rsid w:val="00F754AC"/>
    <w:rsid w:val="00F76822"/>
    <w:rsid w:val="00F80E82"/>
    <w:rsid w:val="00F81EFC"/>
    <w:rsid w:val="00F81F42"/>
    <w:rsid w:val="00F823AB"/>
    <w:rsid w:val="00F84900"/>
    <w:rsid w:val="00F84B24"/>
    <w:rsid w:val="00F85C5D"/>
    <w:rsid w:val="00F861EF"/>
    <w:rsid w:val="00F90958"/>
    <w:rsid w:val="00F93645"/>
    <w:rsid w:val="00F94200"/>
    <w:rsid w:val="00F94530"/>
    <w:rsid w:val="00F9491A"/>
    <w:rsid w:val="00F96479"/>
    <w:rsid w:val="00FA0854"/>
    <w:rsid w:val="00FA3582"/>
    <w:rsid w:val="00FA4FFC"/>
    <w:rsid w:val="00FB151C"/>
    <w:rsid w:val="00FB31F0"/>
    <w:rsid w:val="00FB759B"/>
    <w:rsid w:val="00FC3E92"/>
    <w:rsid w:val="00FC450C"/>
    <w:rsid w:val="00FC549D"/>
    <w:rsid w:val="00FC5C95"/>
    <w:rsid w:val="00FC70BD"/>
    <w:rsid w:val="00FC7494"/>
    <w:rsid w:val="00FD064A"/>
    <w:rsid w:val="00FD0991"/>
    <w:rsid w:val="00FD6BD0"/>
    <w:rsid w:val="00FE0338"/>
    <w:rsid w:val="00FE1EDB"/>
    <w:rsid w:val="00FF3E6A"/>
    <w:rsid w:val="00FF63AA"/>
    <w:rsid w:val="00FF7D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6EB"/>
    <w:pPr>
      <w:widowControl w:val="0"/>
      <w:jc w:val="both"/>
    </w:pPr>
  </w:style>
  <w:style w:type="paragraph" w:styleId="Heading1">
    <w:name w:val="heading 1"/>
    <w:basedOn w:val="Normal"/>
    <w:next w:val="Normal"/>
    <w:link w:val="Heading1Char"/>
    <w:uiPriority w:val="99"/>
    <w:qFormat/>
    <w:rsid w:val="00776FDF"/>
    <w:pPr>
      <w:keepNext/>
      <w:keepLines/>
      <w:spacing w:before="340" w:after="330" w:line="578" w:lineRule="auto"/>
      <w:outlineLvl w:val="0"/>
    </w:pPr>
    <w:rPr>
      <w:b/>
      <w:bCs/>
      <w:kern w:val="44"/>
      <w:sz w:val="44"/>
      <w:szCs w:val="44"/>
    </w:rPr>
  </w:style>
  <w:style w:type="paragraph" w:styleId="Heading2">
    <w:name w:val="heading 2"/>
    <w:basedOn w:val="Normal"/>
    <w:link w:val="Heading2Char"/>
    <w:uiPriority w:val="99"/>
    <w:qFormat/>
    <w:rsid w:val="004C6C09"/>
    <w:pPr>
      <w:widowControl/>
      <w:spacing w:before="100" w:beforeAutospacing="1" w:after="100" w:afterAutospacing="1"/>
      <w:jc w:val="left"/>
      <w:outlineLvl w:val="1"/>
    </w:pPr>
    <w:rPr>
      <w:rFonts w:ascii="宋体" w:hAnsi="宋体" w:cs="宋体"/>
      <w:b/>
      <w:bCs/>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6FDF"/>
    <w:rPr>
      <w:rFonts w:cs="Times New Roman"/>
      <w:b/>
      <w:bCs/>
      <w:kern w:val="44"/>
      <w:sz w:val="44"/>
      <w:szCs w:val="44"/>
    </w:rPr>
  </w:style>
  <w:style w:type="character" w:customStyle="1" w:styleId="Heading2Char">
    <w:name w:val="Heading 2 Char"/>
    <w:basedOn w:val="DefaultParagraphFont"/>
    <w:link w:val="Heading2"/>
    <w:uiPriority w:val="99"/>
    <w:locked/>
    <w:rsid w:val="004C6C09"/>
    <w:rPr>
      <w:rFonts w:ascii="宋体" w:eastAsia="宋体" w:hAnsi="宋体" w:cs="宋体"/>
      <w:b/>
      <w:bCs/>
      <w:kern w:val="0"/>
      <w:sz w:val="36"/>
      <w:szCs w:val="36"/>
    </w:rPr>
  </w:style>
  <w:style w:type="paragraph" w:styleId="BalloonText">
    <w:name w:val="Balloon Text"/>
    <w:basedOn w:val="Normal"/>
    <w:link w:val="BalloonTextChar"/>
    <w:uiPriority w:val="99"/>
    <w:semiHidden/>
    <w:rsid w:val="002F01DE"/>
    <w:rPr>
      <w:sz w:val="18"/>
      <w:szCs w:val="18"/>
    </w:rPr>
  </w:style>
  <w:style w:type="character" w:customStyle="1" w:styleId="BalloonTextChar">
    <w:name w:val="Balloon Text Char"/>
    <w:basedOn w:val="DefaultParagraphFont"/>
    <w:link w:val="BalloonText"/>
    <w:uiPriority w:val="99"/>
    <w:semiHidden/>
    <w:locked/>
    <w:rsid w:val="002F01DE"/>
    <w:rPr>
      <w:rFonts w:cs="Times New Roman"/>
      <w:sz w:val="18"/>
      <w:szCs w:val="18"/>
    </w:rPr>
  </w:style>
  <w:style w:type="paragraph" w:styleId="ListParagraph">
    <w:name w:val="List Paragraph"/>
    <w:basedOn w:val="Normal"/>
    <w:uiPriority w:val="99"/>
    <w:qFormat/>
    <w:rsid w:val="002F01DE"/>
    <w:pPr>
      <w:widowControl/>
      <w:ind w:firstLine="420"/>
    </w:pPr>
    <w:rPr>
      <w:rFonts w:ascii="Arial Narrow" w:hAnsi="Arial Narrow" w:cs="宋体"/>
      <w:kern w:val="0"/>
      <w:sz w:val="22"/>
    </w:rPr>
  </w:style>
  <w:style w:type="character" w:styleId="Hyperlink">
    <w:name w:val="Hyperlink"/>
    <w:basedOn w:val="DefaultParagraphFont"/>
    <w:uiPriority w:val="99"/>
    <w:rsid w:val="00E9125D"/>
    <w:rPr>
      <w:rFonts w:cs="Times New Roman"/>
      <w:color w:val="0268CD"/>
      <w:u w:val="none"/>
      <w:effect w:val="none"/>
    </w:rPr>
  </w:style>
  <w:style w:type="paragraph" w:styleId="Header">
    <w:name w:val="header"/>
    <w:basedOn w:val="Normal"/>
    <w:link w:val="HeaderChar"/>
    <w:uiPriority w:val="99"/>
    <w:semiHidden/>
    <w:rsid w:val="00121A8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21A8B"/>
    <w:rPr>
      <w:rFonts w:cs="Times New Roman"/>
      <w:sz w:val="18"/>
      <w:szCs w:val="18"/>
    </w:rPr>
  </w:style>
  <w:style w:type="paragraph" w:styleId="Footer">
    <w:name w:val="footer"/>
    <w:basedOn w:val="Normal"/>
    <w:link w:val="FooterChar"/>
    <w:uiPriority w:val="99"/>
    <w:semiHidden/>
    <w:rsid w:val="00121A8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21A8B"/>
    <w:rPr>
      <w:rFonts w:cs="Times New Roman"/>
      <w:sz w:val="18"/>
      <w:szCs w:val="18"/>
    </w:rPr>
  </w:style>
  <w:style w:type="character" w:customStyle="1" w:styleId="apple-style-span">
    <w:name w:val="apple-style-span"/>
    <w:basedOn w:val="DefaultParagraphFont"/>
    <w:uiPriority w:val="99"/>
    <w:rsid w:val="00D01EC0"/>
    <w:rPr>
      <w:rFonts w:cs="Times New Roman"/>
    </w:rPr>
  </w:style>
  <w:style w:type="paragraph" w:customStyle="1" w:styleId="Default">
    <w:name w:val="Default"/>
    <w:uiPriority w:val="99"/>
    <w:rsid w:val="00D1798E"/>
    <w:pPr>
      <w:widowControl w:val="0"/>
      <w:autoSpaceDE w:val="0"/>
      <w:autoSpaceDN w:val="0"/>
      <w:adjustRightInd w:val="0"/>
    </w:pPr>
    <w:rPr>
      <w:rFonts w:ascii="Arial" w:hAnsi="Arial" w:cs="Arial"/>
      <w:color w:val="000000"/>
      <w:kern w:val="0"/>
      <w:sz w:val="24"/>
      <w:szCs w:val="24"/>
    </w:rPr>
  </w:style>
  <w:style w:type="character" w:customStyle="1" w:styleId="shorttext">
    <w:name w:val="short_text"/>
    <w:basedOn w:val="DefaultParagraphFont"/>
    <w:uiPriority w:val="99"/>
    <w:rsid w:val="00201875"/>
    <w:rPr>
      <w:rFonts w:cs="Times New Roman"/>
    </w:rPr>
  </w:style>
  <w:style w:type="character" w:styleId="Strong">
    <w:name w:val="Strong"/>
    <w:basedOn w:val="DefaultParagraphFont"/>
    <w:uiPriority w:val="99"/>
    <w:qFormat/>
    <w:rsid w:val="00D7549E"/>
    <w:rPr>
      <w:rFonts w:cs="Times New Roman"/>
      <w:b/>
      <w:bCs/>
    </w:rPr>
  </w:style>
  <w:style w:type="paragraph" w:styleId="NormalWeb">
    <w:name w:val="Normal (Web)"/>
    <w:basedOn w:val="Normal"/>
    <w:uiPriority w:val="99"/>
    <w:rsid w:val="00757141"/>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DefaultParagraphFont"/>
    <w:uiPriority w:val="99"/>
    <w:rsid w:val="00A5065F"/>
    <w:rPr>
      <w:rFonts w:cs="Times New Roman"/>
    </w:rPr>
  </w:style>
  <w:style w:type="character" w:styleId="PageNumber">
    <w:name w:val="page number"/>
    <w:basedOn w:val="DefaultParagraphFont"/>
    <w:uiPriority w:val="99"/>
    <w:rsid w:val="00C64E5E"/>
    <w:rPr>
      <w:rFonts w:cs="Times New Roman"/>
    </w:rPr>
  </w:style>
</w:styles>
</file>

<file path=word/webSettings.xml><?xml version="1.0" encoding="utf-8"?>
<w:webSettings xmlns:r="http://schemas.openxmlformats.org/officeDocument/2006/relationships" xmlns:w="http://schemas.openxmlformats.org/wordprocessingml/2006/main">
  <w:divs>
    <w:div w:id="752820199">
      <w:marLeft w:val="0"/>
      <w:marRight w:val="0"/>
      <w:marTop w:val="0"/>
      <w:marBottom w:val="0"/>
      <w:divBdr>
        <w:top w:val="none" w:sz="0" w:space="0" w:color="auto"/>
        <w:left w:val="none" w:sz="0" w:space="0" w:color="auto"/>
        <w:bottom w:val="none" w:sz="0" w:space="0" w:color="auto"/>
        <w:right w:val="none" w:sz="0" w:space="0" w:color="auto"/>
      </w:divBdr>
    </w:div>
    <w:div w:id="752820207">
      <w:marLeft w:val="0"/>
      <w:marRight w:val="0"/>
      <w:marTop w:val="0"/>
      <w:marBottom w:val="0"/>
      <w:divBdr>
        <w:top w:val="none" w:sz="0" w:space="0" w:color="auto"/>
        <w:left w:val="none" w:sz="0" w:space="0" w:color="auto"/>
        <w:bottom w:val="none" w:sz="0" w:space="0" w:color="auto"/>
        <w:right w:val="none" w:sz="0" w:space="0" w:color="auto"/>
      </w:divBdr>
    </w:div>
    <w:div w:id="752820211">
      <w:marLeft w:val="0"/>
      <w:marRight w:val="0"/>
      <w:marTop w:val="0"/>
      <w:marBottom w:val="0"/>
      <w:divBdr>
        <w:top w:val="none" w:sz="0" w:space="0" w:color="auto"/>
        <w:left w:val="none" w:sz="0" w:space="0" w:color="auto"/>
        <w:bottom w:val="none" w:sz="0" w:space="0" w:color="auto"/>
        <w:right w:val="none" w:sz="0" w:space="0" w:color="auto"/>
      </w:divBdr>
    </w:div>
    <w:div w:id="752820216">
      <w:marLeft w:val="0"/>
      <w:marRight w:val="0"/>
      <w:marTop w:val="0"/>
      <w:marBottom w:val="0"/>
      <w:divBdr>
        <w:top w:val="none" w:sz="0" w:space="0" w:color="auto"/>
        <w:left w:val="none" w:sz="0" w:space="0" w:color="auto"/>
        <w:bottom w:val="none" w:sz="0" w:space="0" w:color="auto"/>
        <w:right w:val="none" w:sz="0" w:space="0" w:color="auto"/>
      </w:divBdr>
    </w:div>
    <w:div w:id="752820217">
      <w:marLeft w:val="0"/>
      <w:marRight w:val="0"/>
      <w:marTop w:val="0"/>
      <w:marBottom w:val="0"/>
      <w:divBdr>
        <w:top w:val="none" w:sz="0" w:space="0" w:color="auto"/>
        <w:left w:val="none" w:sz="0" w:space="0" w:color="auto"/>
        <w:bottom w:val="none" w:sz="0" w:space="0" w:color="auto"/>
        <w:right w:val="none" w:sz="0" w:space="0" w:color="auto"/>
      </w:divBdr>
      <w:divsChild>
        <w:div w:id="752820235">
          <w:marLeft w:val="0"/>
          <w:marRight w:val="0"/>
          <w:marTop w:val="0"/>
          <w:marBottom w:val="0"/>
          <w:divBdr>
            <w:top w:val="none" w:sz="0" w:space="0" w:color="auto"/>
            <w:left w:val="none" w:sz="0" w:space="0" w:color="auto"/>
            <w:bottom w:val="none" w:sz="0" w:space="0" w:color="auto"/>
            <w:right w:val="none" w:sz="0" w:space="0" w:color="auto"/>
          </w:divBdr>
          <w:divsChild>
            <w:div w:id="752820212">
              <w:marLeft w:val="0"/>
              <w:marRight w:val="0"/>
              <w:marTop w:val="0"/>
              <w:marBottom w:val="0"/>
              <w:divBdr>
                <w:top w:val="none" w:sz="0" w:space="0" w:color="auto"/>
                <w:left w:val="none" w:sz="0" w:space="0" w:color="auto"/>
                <w:bottom w:val="none" w:sz="0" w:space="0" w:color="auto"/>
                <w:right w:val="none" w:sz="0" w:space="0" w:color="auto"/>
              </w:divBdr>
              <w:divsChild>
                <w:div w:id="752820246">
                  <w:marLeft w:val="0"/>
                  <w:marRight w:val="0"/>
                  <w:marTop w:val="0"/>
                  <w:marBottom w:val="0"/>
                  <w:divBdr>
                    <w:top w:val="none" w:sz="0" w:space="0" w:color="auto"/>
                    <w:left w:val="none" w:sz="0" w:space="0" w:color="auto"/>
                    <w:bottom w:val="none" w:sz="0" w:space="0" w:color="auto"/>
                    <w:right w:val="none" w:sz="0" w:space="0" w:color="auto"/>
                  </w:divBdr>
                  <w:divsChild>
                    <w:div w:id="752820200">
                      <w:marLeft w:val="115"/>
                      <w:marRight w:val="0"/>
                      <w:marTop w:val="0"/>
                      <w:marBottom w:val="0"/>
                      <w:divBdr>
                        <w:top w:val="none" w:sz="0" w:space="0" w:color="auto"/>
                        <w:left w:val="none" w:sz="0" w:space="0" w:color="auto"/>
                        <w:bottom w:val="none" w:sz="0" w:space="0" w:color="auto"/>
                        <w:right w:val="none" w:sz="0" w:space="0" w:color="auto"/>
                      </w:divBdr>
                      <w:divsChild>
                        <w:div w:id="752820219">
                          <w:marLeft w:val="0"/>
                          <w:marRight w:val="0"/>
                          <w:marTop w:val="0"/>
                          <w:marBottom w:val="115"/>
                          <w:divBdr>
                            <w:top w:val="none" w:sz="0" w:space="0" w:color="auto"/>
                            <w:left w:val="none" w:sz="0" w:space="0" w:color="auto"/>
                            <w:bottom w:val="none" w:sz="0" w:space="0" w:color="auto"/>
                            <w:right w:val="none" w:sz="0" w:space="0" w:color="auto"/>
                          </w:divBdr>
                          <w:divsChild>
                            <w:div w:id="752820279">
                              <w:marLeft w:val="0"/>
                              <w:marRight w:val="0"/>
                              <w:marTop w:val="0"/>
                              <w:marBottom w:val="0"/>
                              <w:divBdr>
                                <w:top w:val="none" w:sz="0" w:space="0" w:color="auto"/>
                                <w:left w:val="none" w:sz="0" w:space="0" w:color="auto"/>
                                <w:bottom w:val="none" w:sz="0" w:space="0" w:color="auto"/>
                                <w:right w:val="none" w:sz="0" w:space="0" w:color="auto"/>
                              </w:divBdr>
                              <w:divsChild>
                                <w:div w:id="752820249">
                                  <w:marLeft w:val="0"/>
                                  <w:marRight w:val="0"/>
                                  <w:marTop w:val="0"/>
                                  <w:marBottom w:val="0"/>
                                  <w:divBdr>
                                    <w:top w:val="none" w:sz="0" w:space="0" w:color="auto"/>
                                    <w:left w:val="none" w:sz="0" w:space="0" w:color="auto"/>
                                    <w:bottom w:val="none" w:sz="0" w:space="0" w:color="auto"/>
                                    <w:right w:val="none" w:sz="0" w:space="0" w:color="auto"/>
                                  </w:divBdr>
                                  <w:divsChild>
                                    <w:div w:id="7528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2820227">
      <w:marLeft w:val="0"/>
      <w:marRight w:val="0"/>
      <w:marTop w:val="0"/>
      <w:marBottom w:val="0"/>
      <w:divBdr>
        <w:top w:val="none" w:sz="0" w:space="0" w:color="auto"/>
        <w:left w:val="none" w:sz="0" w:space="0" w:color="auto"/>
        <w:bottom w:val="none" w:sz="0" w:space="0" w:color="auto"/>
        <w:right w:val="none" w:sz="0" w:space="0" w:color="auto"/>
      </w:divBdr>
    </w:div>
    <w:div w:id="752820228">
      <w:marLeft w:val="0"/>
      <w:marRight w:val="0"/>
      <w:marTop w:val="0"/>
      <w:marBottom w:val="0"/>
      <w:divBdr>
        <w:top w:val="none" w:sz="0" w:space="0" w:color="auto"/>
        <w:left w:val="none" w:sz="0" w:space="0" w:color="auto"/>
        <w:bottom w:val="none" w:sz="0" w:space="0" w:color="auto"/>
        <w:right w:val="none" w:sz="0" w:space="0" w:color="auto"/>
      </w:divBdr>
      <w:divsChild>
        <w:div w:id="752820208">
          <w:marLeft w:val="0"/>
          <w:marRight w:val="0"/>
          <w:marTop w:val="100"/>
          <w:marBottom w:val="100"/>
          <w:divBdr>
            <w:top w:val="none" w:sz="0" w:space="0" w:color="auto"/>
            <w:left w:val="none" w:sz="0" w:space="0" w:color="auto"/>
            <w:bottom w:val="none" w:sz="0" w:space="0" w:color="auto"/>
            <w:right w:val="none" w:sz="0" w:space="0" w:color="auto"/>
          </w:divBdr>
          <w:divsChild>
            <w:div w:id="752820205">
              <w:marLeft w:val="0"/>
              <w:marRight w:val="0"/>
              <w:marTop w:val="0"/>
              <w:marBottom w:val="288"/>
              <w:divBdr>
                <w:top w:val="none" w:sz="0" w:space="0" w:color="auto"/>
                <w:left w:val="none" w:sz="0" w:space="0" w:color="auto"/>
                <w:bottom w:val="none" w:sz="0" w:space="0" w:color="auto"/>
                <w:right w:val="none" w:sz="0" w:space="0" w:color="auto"/>
              </w:divBdr>
              <w:divsChild>
                <w:div w:id="752820221">
                  <w:marLeft w:val="0"/>
                  <w:marRight w:val="0"/>
                  <w:marTop w:val="0"/>
                  <w:marBottom w:val="173"/>
                  <w:divBdr>
                    <w:top w:val="single" w:sz="4" w:space="6" w:color="DDDDDD"/>
                    <w:left w:val="single" w:sz="4" w:space="6" w:color="DDDDDD"/>
                    <w:bottom w:val="single" w:sz="4" w:space="6" w:color="DDDDDD"/>
                    <w:right w:val="single" w:sz="4" w:space="6" w:color="DDDDDD"/>
                  </w:divBdr>
                </w:div>
              </w:divsChild>
            </w:div>
          </w:divsChild>
        </w:div>
      </w:divsChild>
    </w:div>
    <w:div w:id="752820234">
      <w:marLeft w:val="0"/>
      <w:marRight w:val="0"/>
      <w:marTop w:val="0"/>
      <w:marBottom w:val="0"/>
      <w:divBdr>
        <w:top w:val="none" w:sz="0" w:space="0" w:color="auto"/>
        <w:left w:val="none" w:sz="0" w:space="0" w:color="auto"/>
        <w:bottom w:val="none" w:sz="0" w:space="0" w:color="auto"/>
        <w:right w:val="none" w:sz="0" w:space="0" w:color="auto"/>
      </w:divBdr>
    </w:div>
    <w:div w:id="752820238">
      <w:marLeft w:val="0"/>
      <w:marRight w:val="0"/>
      <w:marTop w:val="0"/>
      <w:marBottom w:val="0"/>
      <w:divBdr>
        <w:top w:val="none" w:sz="0" w:space="0" w:color="auto"/>
        <w:left w:val="none" w:sz="0" w:space="0" w:color="auto"/>
        <w:bottom w:val="none" w:sz="0" w:space="0" w:color="auto"/>
        <w:right w:val="none" w:sz="0" w:space="0" w:color="auto"/>
      </w:divBdr>
    </w:div>
    <w:div w:id="752820240">
      <w:marLeft w:val="0"/>
      <w:marRight w:val="0"/>
      <w:marTop w:val="0"/>
      <w:marBottom w:val="0"/>
      <w:divBdr>
        <w:top w:val="none" w:sz="0" w:space="0" w:color="auto"/>
        <w:left w:val="none" w:sz="0" w:space="0" w:color="auto"/>
        <w:bottom w:val="none" w:sz="0" w:space="0" w:color="auto"/>
        <w:right w:val="none" w:sz="0" w:space="0" w:color="auto"/>
      </w:divBdr>
      <w:divsChild>
        <w:div w:id="752820268">
          <w:marLeft w:val="0"/>
          <w:marRight w:val="0"/>
          <w:marTop w:val="100"/>
          <w:marBottom w:val="100"/>
          <w:divBdr>
            <w:top w:val="none" w:sz="0" w:space="0" w:color="auto"/>
            <w:left w:val="none" w:sz="0" w:space="0" w:color="auto"/>
            <w:bottom w:val="none" w:sz="0" w:space="0" w:color="auto"/>
            <w:right w:val="none" w:sz="0" w:space="0" w:color="auto"/>
          </w:divBdr>
          <w:divsChild>
            <w:div w:id="752820260">
              <w:marLeft w:val="0"/>
              <w:marRight w:val="0"/>
              <w:marTop w:val="0"/>
              <w:marBottom w:val="288"/>
              <w:divBdr>
                <w:top w:val="none" w:sz="0" w:space="0" w:color="auto"/>
                <w:left w:val="none" w:sz="0" w:space="0" w:color="auto"/>
                <w:bottom w:val="none" w:sz="0" w:space="0" w:color="auto"/>
                <w:right w:val="none" w:sz="0" w:space="0" w:color="auto"/>
              </w:divBdr>
            </w:div>
          </w:divsChild>
        </w:div>
      </w:divsChild>
    </w:div>
    <w:div w:id="752820245">
      <w:marLeft w:val="0"/>
      <w:marRight w:val="0"/>
      <w:marTop w:val="0"/>
      <w:marBottom w:val="0"/>
      <w:divBdr>
        <w:top w:val="none" w:sz="0" w:space="0" w:color="auto"/>
        <w:left w:val="none" w:sz="0" w:space="0" w:color="auto"/>
        <w:bottom w:val="none" w:sz="0" w:space="0" w:color="auto"/>
        <w:right w:val="none" w:sz="0" w:space="0" w:color="auto"/>
      </w:divBdr>
    </w:div>
    <w:div w:id="752820253">
      <w:marLeft w:val="0"/>
      <w:marRight w:val="0"/>
      <w:marTop w:val="0"/>
      <w:marBottom w:val="0"/>
      <w:divBdr>
        <w:top w:val="none" w:sz="0" w:space="0" w:color="auto"/>
        <w:left w:val="none" w:sz="0" w:space="0" w:color="auto"/>
        <w:bottom w:val="none" w:sz="0" w:space="0" w:color="auto"/>
        <w:right w:val="none" w:sz="0" w:space="0" w:color="auto"/>
      </w:divBdr>
      <w:divsChild>
        <w:div w:id="752820265">
          <w:marLeft w:val="0"/>
          <w:marRight w:val="0"/>
          <w:marTop w:val="100"/>
          <w:marBottom w:val="100"/>
          <w:divBdr>
            <w:top w:val="none" w:sz="0" w:space="0" w:color="auto"/>
            <w:left w:val="none" w:sz="0" w:space="0" w:color="auto"/>
            <w:bottom w:val="none" w:sz="0" w:space="0" w:color="auto"/>
            <w:right w:val="none" w:sz="0" w:space="0" w:color="auto"/>
          </w:divBdr>
          <w:divsChild>
            <w:div w:id="752820206">
              <w:marLeft w:val="0"/>
              <w:marRight w:val="0"/>
              <w:marTop w:val="0"/>
              <w:marBottom w:val="288"/>
              <w:divBdr>
                <w:top w:val="none" w:sz="0" w:space="0" w:color="auto"/>
                <w:left w:val="none" w:sz="0" w:space="0" w:color="auto"/>
                <w:bottom w:val="none" w:sz="0" w:space="0" w:color="auto"/>
                <w:right w:val="none" w:sz="0" w:space="0" w:color="auto"/>
              </w:divBdr>
              <w:divsChild>
                <w:div w:id="75282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820254">
      <w:marLeft w:val="0"/>
      <w:marRight w:val="0"/>
      <w:marTop w:val="0"/>
      <w:marBottom w:val="0"/>
      <w:divBdr>
        <w:top w:val="none" w:sz="0" w:space="0" w:color="auto"/>
        <w:left w:val="none" w:sz="0" w:space="0" w:color="auto"/>
        <w:bottom w:val="none" w:sz="0" w:space="0" w:color="auto"/>
        <w:right w:val="none" w:sz="0" w:space="0" w:color="auto"/>
      </w:divBdr>
    </w:div>
    <w:div w:id="752820277">
      <w:marLeft w:val="0"/>
      <w:marRight w:val="0"/>
      <w:marTop w:val="0"/>
      <w:marBottom w:val="0"/>
      <w:divBdr>
        <w:top w:val="none" w:sz="0" w:space="0" w:color="auto"/>
        <w:left w:val="none" w:sz="0" w:space="0" w:color="auto"/>
        <w:bottom w:val="none" w:sz="0" w:space="0" w:color="auto"/>
        <w:right w:val="none" w:sz="0" w:space="0" w:color="auto"/>
      </w:divBdr>
      <w:divsChild>
        <w:div w:id="752820202">
          <w:marLeft w:val="0"/>
          <w:marRight w:val="0"/>
          <w:marTop w:val="0"/>
          <w:marBottom w:val="0"/>
          <w:divBdr>
            <w:top w:val="none" w:sz="0" w:space="0" w:color="auto"/>
            <w:left w:val="none" w:sz="0" w:space="0" w:color="auto"/>
            <w:bottom w:val="none" w:sz="0" w:space="0" w:color="auto"/>
            <w:right w:val="none" w:sz="0" w:space="0" w:color="auto"/>
          </w:divBdr>
          <w:divsChild>
            <w:div w:id="752820220">
              <w:marLeft w:val="0"/>
              <w:marRight w:val="0"/>
              <w:marTop w:val="0"/>
              <w:marBottom w:val="0"/>
              <w:divBdr>
                <w:top w:val="none" w:sz="0" w:space="0" w:color="auto"/>
                <w:left w:val="none" w:sz="0" w:space="0" w:color="auto"/>
                <w:bottom w:val="none" w:sz="0" w:space="0" w:color="auto"/>
                <w:right w:val="none" w:sz="0" w:space="0" w:color="auto"/>
              </w:divBdr>
              <w:divsChild>
                <w:div w:id="752820266">
                  <w:marLeft w:val="0"/>
                  <w:marRight w:val="0"/>
                  <w:marTop w:val="0"/>
                  <w:marBottom w:val="0"/>
                  <w:divBdr>
                    <w:top w:val="none" w:sz="0" w:space="0" w:color="auto"/>
                    <w:left w:val="none" w:sz="0" w:space="0" w:color="auto"/>
                    <w:bottom w:val="none" w:sz="0" w:space="0" w:color="auto"/>
                    <w:right w:val="none" w:sz="0" w:space="0" w:color="auto"/>
                  </w:divBdr>
                  <w:divsChild>
                    <w:div w:id="752820256">
                      <w:marLeft w:val="0"/>
                      <w:marRight w:val="0"/>
                      <w:marTop w:val="210"/>
                      <w:marBottom w:val="0"/>
                      <w:divBdr>
                        <w:top w:val="none" w:sz="0" w:space="0" w:color="auto"/>
                        <w:left w:val="none" w:sz="0" w:space="0" w:color="auto"/>
                        <w:bottom w:val="none" w:sz="0" w:space="0" w:color="auto"/>
                        <w:right w:val="none" w:sz="0" w:space="0" w:color="auto"/>
                      </w:divBdr>
                      <w:divsChild>
                        <w:div w:id="752820278">
                          <w:marLeft w:val="0"/>
                          <w:marRight w:val="0"/>
                          <w:marTop w:val="0"/>
                          <w:marBottom w:val="0"/>
                          <w:divBdr>
                            <w:top w:val="none" w:sz="0" w:space="0" w:color="auto"/>
                            <w:left w:val="none" w:sz="0" w:space="0" w:color="auto"/>
                            <w:bottom w:val="none" w:sz="0" w:space="0" w:color="auto"/>
                            <w:right w:val="none" w:sz="0" w:space="0" w:color="auto"/>
                          </w:divBdr>
                          <w:divsChild>
                            <w:div w:id="752820233">
                              <w:marLeft w:val="0"/>
                              <w:marRight w:val="45"/>
                              <w:marTop w:val="60"/>
                              <w:marBottom w:val="0"/>
                              <w:divBdr>
                                <w:top w:val="single" w:sz="6" w:space="12" w:color="DDDDDD"/>
                                <w:left w:val="single" w:sz="6" w:space="15" w:color="DDDDDD"/>
                                <w:bottom w:val="single" w:sz="6" w:space="8" w:color="DDDDDD"/>
                                <w:right w:val="single" w:sz="6" w:space="23" w:color="DDDDDD"/>
                              </w:divBdr>
                              <w:divsChild>
                                <w:div w:id="752820267">
                                  <w:marLeft w:val="0"/>
                                  <w:marRight w:val="0"/>
                                  <w:marTop w:val="0"/>
                                  <w:marBottom w:val="0"/>
                                  <w:divBdr>
                                    <w:top w:val="none" w:sz="0" w:space="0" w:color="auto"/>
                                    <w:left w:val="none" w:sz="0" w:space="0" w:color="auto"/>
                                    <w:bottom w:val="none" w:sz="0" w:space="0" w:color="auto"/>
                                    <w:right w:val="none" w:sz="0" w:space="0" w:color="auto"/>
                                  </w:divBdr>
                                  <w:divsChild>
                                    <w:div w:id="752820201">
                                      <w:marLeft w:val="0"/>
                                      <w:marRight w:val="0"/>
                                      <w:marTop w:val="0"/>
                                      <w:marBottom w:val="450"/>
                                      <w:divBdr>
                                        <w:top w:val="single" w:sz="12" w:space="0" w:color="268BD7"/>
                                        <w:left w:val="single" w:sz="6" w:space="0" w:color="C6E1F5"/>
                                        <w:bottom w:val="single" w:sz="6" w:space="0" w:color="C6E1F5"/>
                                        <w:right w:val="single" w:sz="6" w:space="0" w:color="C6E1F5"/>
                                      </w:divBdr>
                                      <w:divsChild>
                                        <w:div w:id="752820213">
                                          <w:marLeft w:val="0"/>
                                          <w:marRight w:val="0"/>
                                          <w:marTop w:val="0"/>
                                          <w:marBottom w:val="0"/>
                                          <w:divBdr>
                                            <w:top w:val="none" w:sz="0" w:space="0" w:color="auto"/>
                                            <w:left w:val="none" w:sz="0" w:space="0" w:color="auto"/>
                                            <w:bottom w:val="none" w:sz="0" w:space="0" w:color="auto"/>
                                            <w:right w:val="none" w:sz="0" w:space="0" w:color="auto"/>
                                          </w:divBdr>
                                        </w:div>
                                        <w:div w:id="752820250">
                                          <w:marLeft w:val="0"/>
                                          <w:marRight w:val="0"/>
                                          <w:marTop w:val="225"/>
                                          <w:marBottom w:val="0"/>
                                          <w:divBdr>
                                            <w:top w:val="none" w:sz="0" w:space="0" w:color="auto"/>
                                            <w:left w:val="none" w:sz="0" w:space="0" w:color="auto"/>
                                            <w:bottom w:val="none" w:sz="0" w:space="0" w:color="auto"/>
                                            <w:right w:val="none" w:sz="0" w:space="0" w:color="auto"/>
                                          </w:divBdr>
                                          <w:divsChild>
                                            <w:div w:id="752820224">
                                              <w:marLeft w:val="0"/>
                                              <w:marRight w:val="0"/>
                                              <w:marTop w:val="0"/>
                                              <w:marBottom w:val="0"/>
                                              <w:divBdr>
                                                <w:top w:val="none" w:sz="0" w:space="0" w:color="auto"/>
                                                <w:left w:val="none" w:sz="0" w:space="0" w:color="auto"/>
                                                <w:bottom w:val="none" w:sz="0" w:space="0" w:color="auto"/>
                                                <w:right w:val="none" w:sz="0" w:space="0" w:color="auto"/>
                                              </w:divBdr>
                                              <w:divsChild>
                                                <w:div w:id="752820231">
                                                  <w:marLeft w:val="0"/>
                                                  <w:marRight w:val="0"/>
                                                  <w:marTop w:val="0"/>
                                                  <w:marBottom w:val="0"/>
                                                  <w:divBdr>
                                                    <w:top w:val="none" w:sz="0" w:space="0" w:color="auto"/>
                                                    <w:left w:val="none" w:sz="0" w:space="0" w:color="auto"/>
                                                    <w:bottom w:val="none" w:sz="0" w:space="0" w:color="auto"/>
                                                    <w:right w:val="none" w:sz="0" w:space="0" w:color="auto"/>
                                                  </w:divBdr>
                                                  <w:divsChild>
                                                    <w:div w:id="752820232">
                                                      <w:marLeft w:val="15"/>
                                                      <w:marRight w:val="0"/>
                                                      <w:marTop w:val="15"/>
                                                      <w:marBottom w:val="0"/>
                                                      <w:divBdr>
                                                        <w:top w:val="none" w:sz="0" w:space="0" w:color="auto"/>
                                                        <w:left w:val="none" w:sz="0" w:space="0" w:color="auto"/>
                                                        <w:bottom w:val="none" w:sz="0" w:space="0" w:color="auto"/>
                                                        <w:right w:val="none" w:sz="0" w:space="0" w:color="auto"/>
                                                      </w:divBdr>
                                                      <w:divsChild>
                                                        <w:div w:id="752820273">
                                                          <w:marLeft w:val="0"/>
                                                          <w:marRight w:val="0"/>
                                                          <w:marTop w:val="0"/>
                                                          <w:marBottom w:val="0"/>
                                                          <w:divBdr>
                                                            <w:top w:val="none" w:sz="0" w:space="0" w:color="auto"/>
                                                            <w:left w:val="none" w:sz="0" w:space="0" w:color="auto"/>
                                                            <w:bottom w:val="none" w:sz="0" w:space="0" w:color="auto"/>
                                                            <w:right w:val="none" w:sz="0" w:space="0" w:color="auto"/>
                                                          </w:divBdr>
                                                          <w:divsChild>
                                                            <w:div w:id="752820237">
                                                              <w:marLeft w:val="0"/>
                                                              <w:marRight w:val="0"/>
                                                              <w:marTop w:val="0"/>
                                                              <w:marBottom w:val="0"/>
                                                              <w:divBdr>
                                                                <w:top w:val="none" w:sz="0" w:space="0" w:color="auto"/>
                                                                <w:left w:val="none" w:sz="0" w:space="0" w:color="auto"/>
                                                                <w:bottom w:val="none" w:sz="0" w:space="0" w:color="auto"/>
                                                                <w:right w:val="none" w:sz="0" w:space="0" w:color="auto"/>
                                                              </w:divBdr>
                                                              <w:divsChild>
                                                                <w:div w:id="75282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2820223">
                                      <w:marLeft w:val="0"/>
                                      <w:marRight w:val="0"/>
                                      <w:marTop w:val="0"/>
                                      <w:marBottom w:val="450"/>
                                      <w:divBdr>
                                        <w:top w:val="none" w:sz="0" w:space="0" w:color="auto"/>
                                        <w:left w:val="none" w:sz="0" w:space="0" w:color="auto"/>
                                        <w:bottom w:val="none" w:sz="0" w:space="0" w:color="auto"/>
                                        <w:right w:val="none" w:sz="0" w:space="0" w:color="auto"/>
                                      </w:divBdr>
                                      <w:divsChild>
                                        <w:div w:id="752820204">
                                          <w:marLeft w:val="0"/>
                                          <w:marRight w:val="0"/>
                                          <w:marTop w:val="0"/>
                                          <w:marBottom w:val="375"/>
                                          <w:divBdr>
                                            <w:top w:val="none" w:sz="0" w:space="0" w:color="auto"/>
                                            <w:left w:val="none" w:sz="0" w:space="0" w:color="auto"/>
                                            <w:bottom w:val="none" w:sz="0" w:space="0" w:color="auto"/>
                                            <w:right w:val="none" w:sz="0" w:space="0" w:color="auto"/>
                                          </w:divBdr>
                                          <w:divsChild>
                                            <w:div w:id="752820218">
                                              <w:marLeft w:val="0"/>
                                              <w:marRight w:val="0"/>
                                              <w:marTop w:val="0"/>
                                              <w:marBottom w:val="0"/>
                                              <w:divBdr>
                                                <w:top w:val="none" w:sz="0" w:space="0" w:color="auto"/>
                                                <w:left w:val="none" w:sz="0" w:space="0" w:color="auto"/>
                                                <w:bottom w:val="none" w:sz="0" w:space="0" w:color="auto"/>
                                                <w:right w:val="none" w:sz="0" w:space="0" w:color="auto"/>
                                              </w:divBdr>
                                              <w:divsChild>
                                                <w:div w:id="752820242">
                                                  <w:marLeft w:val="0"/>
                                                  <w:marRight w:val="0"/>
                                                  <w:marTop w:val="0"/>
                                                  <w:marBottom w:val="0"/>
                                                  <w:divBdr>
                                                    <w:top w:val="none" w:sz="0" w:space="0" w:color="auto"/>
                                                    <w:left w:val="none" w:sz="0" w:space="0" w:color="auto"/>
                                                    <w:bottom w:val="none" w:sz="0" w:space="0" w:color="auto"/>
                                                    <w:right w:val="none" w:sz="0" w:space="0" w:color="auto"/>
                                                  </w:divBdr>
                                                </w:div>
                                              </w:divsChild>
                                            </w:div>
                                            <w:div w:id="752820261">
                                              <w:marLeft w:val="0"/>
                                              <w:marRight w:val="0"/>
                                              <w:marTop w:val="0"/>
                                              <w:marBottom w:val="0"/>
                                              <w:divBdr>
                                                <w:top w:val="none" w:sz="0" w:space="0" w:color="auto"/>
                                                <w:left w:val="none" w:sz="0" w:space="0" w:color="auto"/>
                                                <w:bottom w:val="none" w:sz="0" w:space="0" w:color="auto"/>
                                                <w:right w:val="none" w:sz="0" w:space="0" w:color="auto"/>
                                              </w:divBdr>
                                              <w:divsChild>
                                                <w:div w:id="752820203">
                                                  <w:marLeft w:val="0"/>
                                                  <w:marRight w:val="0"/>
                                                  <w:marTop w:val="0"/>
                                                  <w:marBottom w:val="0"/>
                                                  <w:divBdr>
                                                    <w:top w:val="none" w:sz="0" w:space="0" w:color="auto"/>
                                                    <w:left w:val="none" w:sz="0" w:space="0" w:color="auto"/>
                                                    <w:bottom w:val="none" w:sz="0" w:space="0" w:color="auto"/>
                                                    <w:right w:val="none" w:sz="0" w:space="0" w:color="auto"/>
                                                  </w:divBdr>
                                                  <w:divsChild>
                                                    <w:div w:id="75282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820215">
                                          <w:marLeft w:val="0"/>
                                          <w:marRight w:val="0"/>
                                          <w:marTop w:val="0"/>
                                          <w:marBottom w:val="225"/>
                                          <w:divBdr>
                                            <w:top w:val="none" w:sz="0" w:space="0" w:color="auto"/>
                                            <w:left w:val="none" w:sz="0" w:space="0" w:color="auto"/>
                                            <w:bottom w:val="none" w:sz="0" w:space="0" w:color="auto"/>
                                            <w:right w:val="none" w:sz="0" w:space="0" w:color="auto"/>
                                          </w:divBdr>
                                          <w:divsChild>
                                            <w:div w:id="752820243">
                                              <w:marLeft w:val="0"/>
                                              <w:marRight w:val="0"/>
                                              <w:marTop w:val="0"/>
                                              <w:marBottom w:val="0"/>
                                              <w:divBdr>
                                                <w:top w:val="none" w:sz="0" w:space="0" w:color="auto"/>
                                                <w:left w:val="none" w:sz="0" w:space="0" w:color="auto"/>
                                                <w:bottom w:val="single" w:sz="6" w:space="0" w:color="DEDFE1"/>
                                                <w:right w:val="none" w:sz="0" w:space="0" w:color="auto"/>
                                              </w:divBdr>
                                            </w:div>
                                          </w:divsChild>
                                        </w:div>
                                      </w:divsChild>
                                    </w:div>
                                    <w:div w:id="752820269">
                                      <w:marLeft w:val="0"/>
                                      <w:marRight w:val="0"/>
                                      <w:marTop w:val="0"/>
                                      <w:marBottom w:val="150"/>
                                      <w:divBdr>
                                        <w:top w:val="single" w:sz="6" w:space="0" w:color="DEDFE1"/>
                                        <w:left w:val="single" w:sz="6" w:space="0" w:color="DEDFE1"/>
                                        <w:bottom w:val="single" w:sz="6" w:space="0" w:color="DEDFE1"/>
                                        <w:right w:val="single" w:sz="6" w:space="0" w:color="DEDFE1"/>
                                      </w:divBdr>
                                    </w:div>
                                    <w:div w:id="752820272">
                                      <w:marLeft w:val="0"/>
                                      <w:marRight w:val="0"/>
                                      <w:marTop w:val="0"/>
                                      <w:marBottom w:val="0"/>
                                      <w:divBdr>
                                        <w:top w:val="none" w:sz="0" w:space="0" w:color="auto"/>
                                        <w:left w:val="none" w:sz="0" w:space="0" w:color="auto"/>
                                        <w:bottom w:val="none" w:sz="0" w:space="0" w:color="auto"/>
                                        <w:right w:val="none" w:sz="0" w:space="0" w:color="auto"/>
                                      </w:divBdr>
                                      <w:divsChild>
                                        <w:div w:id="752820210">
                                          <w:marLeft w:val="75"/>
                                          <w:marRight w:val="75"/>
                                          <w:marTop w:val="75"/>
                                          <w:marBottom w:val="75"/>
                                          <w:divBdr>
                                            <w:top w:val="single" w:sz="6" w:space="4" w:color="E8E8E8"/>
                                            <w:left w:val="single" w:sz="6" w:space="4" w:color="E8E8E8"/>
                                            <w:bottom w:val="single" w:sz="6" w:space="4" w:color="E8E8E8"/>
                                            <w:right w:val="single" w:sz="6" w:space="4" w:color="E8E8E8"/>
                                          </w:divBdr>
                                        </w:div>
                                        <w:div w:id="752820222">
                                          <w:marLeft w:val="75"/>
                                          <w:marRight w:val="75"/>
                                          <w:marTop w:val="75"/>
                                          <w:marBottom w:val="75"/>
                                          <w:divBdr>
                                            <w:top w:val="single" w:sz="6" w:space="4" w:color="E8E8E8"/>
                                            <w:left w:val="single" w:sz="6" w:space="4" w:color="E8E8E8"/>
                                            <w:bottom w:val="single" w:sz="6" w:space="4" w:color="E8E8E8"/>
                                            <w:right w:val="single" w:sz="6" w:space="4" w:color="E8E8E8"/>
                                          </w:divBdr>
                                        </w:div>
                                        <w:div w:id="752820225">
                                          <w:marLeft w:val="75"/>
                                          <w:marRight w:val="75"/>
                                          <w:marTop w:val="75"/>
                                          <w:marBottom w:val="75"/>
                                          <w:divBdr>
                                            <w:top w:val="single" w:sz="6" w:space="4" w:color="E8E8E8"/>
                                            <w:left w:val="single" w:sz="6" w:space="4" w:color="E8E8E8"/>
                                            <w:bottom w:val="single" w:sz="6" w:space="4" w:color="E8E8E8"/>
                                            <w:right w:val="single" w:sz="6" w:space="4" w:color="E8E8E8"/>
                                          </w:divBdr>
                                        </w:div>
                                        <w:div w:id="752820229">
                                          <w:marLeft w:val="75"/>
                                          <w:marRight w:val="75"/>
                                          <w:marTop w:val="75"/>
                                          <w:marBottom w:val="75"/>
                                          <w:divBdr>
                                            <w:top w:val="single" w:sz="6" w:space="4" w:color="E8E8E8"/>
                                            <w:left w:val="single" w:sz="6" w:space="4" w:color="E8E8E8"/>
                                            <w:bottom w:val="single" w:sz="6" w:space="4" w:color="E8E8E8"/>
                                            <w:right w:val="single" w:sz="6" w:space="4" w:color="E8E8E8"/>
                                          </w:divBdr>
                                        </w:div>
                                        <w:div w:id="752820239">
                                          <w:marLeft w:val="75"/>
                                          <w:marRight w:val="75"/>
                                          <w:marTop w:val="75"/>
                                          <w:marBottom w:val="75"/>
                                          <w:divBdr>
                                            <w:top w:val="single" w:sz="6" w:space="4" w:color="E8E8E8"/>
                                            <w:left w:val="single" w:sz="6" w:space="4" w:color="E8E8E8"/>
                                            <w:bottom w:val="single" w:sz="6" w:space="4" w:color="E8E8E8"/>
                                            <w:right w:val="single" w:sz="6" w:space="4" w:color="E8E8E8"/>
                                          </w:divBdr>
                                        </w:div>
                                        <w:div w:id="752820244">
                                          <w:marLeft w:val="75"/>
                                          <w:marRight w:val="75"/>
                                          <w:marTop w:val="75"/>
                                          <w:marBottom w:val="75"/>
                                          <w:divBdr>
                                            <w:top w:val="single" w:sz="6" w:space="4" w:color="E8E8E8"/>
                                            <w:left w:val="single" w:sz="6" w:space="4" w:color="E8E8E8"/>
                                            <w:bottom w:val="single" w:sz="6" w:space="4" w:color="E8E8E8"/>
                                            <w:right w:val="single" w:sz="6" w:space="4" w:color="E8E8E8"/>
                                          </w:divBdr>
                                        </w:div>
                                        <w:div w:id="752820247">
                                          <w:marLeft w:val="75"/>
                                          <w:marRight w:val="75"/>
                                          <w:marTop w:val="75"/>
                                          <w:marBottom w:val="75"/>
                                          <w:divBdr>
                                            <w:top w:val="single" w:sz="6" w:space="4" w:color="E8E8E8"/>
                                            <w:left w:val="single" w:sz="6" w:space="4" w:color="E8E8E8"/>
                                            <w:bottom w:val="single" w:sz="6" w:space="4" w:color="E8E8E8"/>
                                            <w:right w:val="single" w:sz="6" w:space="4" w:color="E8E8E8"/>
                                          </w:divBdr>
                                        </w:div>
                                        <w:div w:id="752820251">
                                          <w:marLeft w:val="75"/>
                                          <w:marRight w:val="75"/>
                                          <w:marTop w:val="75"/>
                                          <w:marBottom w:val="75"/>
                                          <w:divBdr>
                                            <w:top w:val="single" w:sz="6" w:space="4" w:color="E8E8E8"/>
                                            <w:left w:val="single" w:sz="6" w:space="4" w:color="E8E8E8"/>
                                            <w:bottom w:val="single" w:sz="6" w:space="4" w:color="E8E8E8"/>
                                            <w:right w:val="single" w:sz="6" w:space="4" w:color="E8E8E8"/>
                                          </w:divBdr>
                                        </w:div>
                                        <w:div w:id="752820259">
                                          <w:marLeft w:val="75"/>
                                          <w:marRight w:val="75"/>
                                          <w:marTop w:val="75"/>
                                          <w:marBottom w:val="75"/>
                                          <w:divBdr>
                                            <w:top w:val="single" w:sz="6" w:space="4" w:color="E8E8E8"/>
                                            <w:left w:val="single" w:sz="6" w:space="4" w:color="E8E8E8"/>
                                            <w:bottom w:val="single" w:sz="6" w:space="4" w:color="E8E8E8"/>
                                            <w:right w:val="single" w:sz="6" w:space="4" w:color="E8E8E8"/>
                                          </w:divBdr>
                                        </w:div>
                                        <w:div w:id="752820264">
                                          <w:marLeft w:val="75"/>
                                          <w:marRight w:val="75"/>
                                          <w:marTop w:val="75"/>
                                          <w:marBottom w:val="75"/>
                                          <w:divBdr>
                                            <w:top w:val="single" w:sz="6" w:space="4" w:color="E8E8E8"/>
                                            <w:left w:val="single" w:sz="6" w:space="4" w:color="E8E8E8"/>
                                            <w:bottom w:val="single" w:sz="6" w:space="4" w:color="E8E8E8"/>
                                            <w:right w:val="single" w:sz="6" w:space="4" w:color="E8E8E8"/>
                                          </w:divBdr>
                                        </w:div>
                                        <w:div w:id="752820270">
                                          <w:marLeft w:val="75"/>
                                          <w:marRight w:val="75"/>
                                          <w:marTop w:val="75"/>
                                          <w:marBottom w:val="75"/>
                                          <w:divBdr>
                                            <w:top w:val="single" w:sz="6" w:space="4" w:color="E8E8E8"/>
                                            <w:left w:val="single" w:sz="6" w:space="4" w:color="E8E8E8"/>
                                            <w:bottom w:val="single" w:sz="6" w:space="4" w:color="E8E8E8"/>
                                            <w:right w:val="single" w:sz="6" w:space="4" w:color="E8E8E8"/>
                                          </w:divBdr>
                                        </w:div>
                                        <w:div w:id="752820275">
                                          <w:marLeft w:val="75"/>
                                          <w:marRight w:val="75"/>
                                          <w:marTop w:val="75"/>
                                          <w:marBottom w:val="75"/>
                                          <w:divBdr>
                                            <w:top w:val="single" w:sz="6" w:space="4" w:color="E8E8E8"/>
                                            <w:left w:val="single" w:sz="6" w:space="4" w:color="E8E8E8"/>
                                            <w:bottom w:val="single" w:sz="6" w:space="4" w:color="E8E8E8"/>
                                            <w:right w:val="single" w:sz="6" w:space="4" w:color="E8E8E8"/>
                                          </w:divBdr>
                                        </w:div>
                                      </w:divsChild>
                                    </w:div>
                                    <w:div w:id="752820276">
                                      <w:marLeft w:val="0"/>
                                      <w:marRight w:val="0"/>
                                      <w:marTop w:val="0"/>
                                      <w:marBottom w:val="0"/>
                                      <w:divBdr>
                                        <w:top w:val="none" w:sz="0" w:space="0" w:color="auto"/>
                                        <w:left w:val="none" w:sz="0" w:space="0" w:color="auto"/>
                                        <w:bottom w:val="none" w:sz="0" w:space="0" w:color="auto"/>
                                        <w:right w:val="none" w:sz="0" w:space="0" w:color="auto"/>
                                      </w:divBdr>
                                      <w:divsChild>
                                        <w:div w:id="752820257">
                                          <w:marLeft w:val="0"/>
                                          <w:marRight w:val="0"/>
                                          <w:marTop w:val="0"/>
                                          <w:marBottom w:val="0"/>
                                          <w:divBdr>
                                            <w:top w:val="none" w:sz="0" w:space="0" w:color="auto"/>
                                            <w:left w:val="none" w:sz="0" w:space="0" w:color="auto"/>
                                            <w:bottom w:val="none" w:sz="0" w:space="0" w:color="auto"/>
                                            <w:right w:val="none" w:sz="0" w:space="0" w:color="auto"/>
                                          </w:divBdr>
                                          <w:divsChild>
                                            <w:div w:id="752820214">
                                              <w:marLeft w:val="0"/>
                                              <w:marRight w:val="0"/>
                                              <w:marTop w:val="0"/>
                                              <w:marBottom w:val="0"/>
                                              <w:divBdr>
                                                <w:top w:val="none" w:sz="0" w:space="0" w:color="auto"/>
                                                <w:left w:val="none" w:sz="0" w:space="0" w:color="auto"/>
                                                <w:bottom w:val="none" w:sz="0" w:space="0" w:color="auto"/>
                                                <w:right w:val="none" w:sz="0" w:space="0" w:color="auto"/>
                                              </w:divBdr>
                                              <w:divsChild>
                                                <w:div w:id="752820209">
                                                  <w:marLeft w:val="0"/>
                                                  <w:marRight w:val="0"/>
                                                  <w:marTop w:val="0"/>
                                                  <w:marBottom w:val="0"/>
                                                  <w:divBdr>
                                                    <w:top w:val="none" w:sz="0" w:space="0" w:color="auto"/>
                                                    <w:left w:val="none" w:sz="0" w:space="0" w:color="auto"/>
                                                    <w:bottom w:val="none" w:sz="0" w:space="0" w:color="auto"/>
                                                    <w:right w:val="none" w:sz="0" w:space="0" w:color="auto"/>
                                                  </w:divBdr>
                                                  <w:divsChild>
                                                    <w:div w:id="752820230">
                                                      <w:marLeft w:val="0"/>
                                                      <w:marRight w:val="0"/>
                                                      <w:marTop w:val="0"/>
                                                      <w:marBottom w:val="0"/>
                                                      <w:divBdr>
                                                        <w:top w:val="single" w:sz="12" w:space="0" w:color="9AA5AD"/>
                                                        <w:left w:val="none" w:sz="0" w:space="0" w:color="auto"/>
                                                        <w:bottom w:val="single" w:sz="6" w:space="0" w:color="BCC5CC"/>
                                                        <w:right w:val="none" w:sz="0" w:space="0" w:color="auto"/>
                                                      </w:divBdr>
                                                    </w:div>
                                                    <w:div w:id="752820241">
                                                      <w:marLeft w:val="0"/>
                                                      <w:marRight w:val="0"/>
                                                      <w:marTop w:val="0"/>
                                                      <w:marBottom w:val="0"/>
                                                      <w:divBdr>
                                                        <w:top w:val="none" w:sz="0" w:space="0" w:color="auto"/>
                                                        <w:left w:val="none" w:sz="0" w:space="0" w:color="auto"/>
                                                        <w:bottom w:val="single" w:sz="6" w:space="0" w:color="BCC5CC"/>
                                                        <w:right w:val="none" w:sz="0" w:space="0" w:color="auto"/>
                                                      </w:divBdr>
                                                    </w:div>
                                                  </w:divsChild>
                                                </w:div>
                                              </w:divsChild>
                                            </w:div>
                                          </w:divsChild>
                                        </w:div>
                                        <w:div w:id="752820263">
                                          <w:marLeft w:val="0"/>
                                          <w:marRight w:val="0"/>
                                          <w:marTop w:val="0"/>
                                          <w:marBottom w:val="0"/>
                                          <w:divBdr>
                                            <w:top w:val="none" w:sz="0" w:space="0" w:color="auto"/>
                                            <w:left w:val="none" w:sz="0" w:space="0" w:color="auto"/>
                                            <w:bottom w:val="none" w:sz="0" w:space="0" w:color="auto"/>
                                            <w:right w:val="none" w:sz="0" w:space="0" w:color="auto"/>
                                          </w:divBdr>
                                          <w:divsChild>
                                            <w:div w:id="752820271">
                                              <w:marLeft w:val="0"/>
                                              <w:marRight w:val="0"/>
                                              <w:marTop w:val="0"/>
                                              <w:marBottom w:val="0"/>
                                              <w:divBdr>
                                                <w:top w:val="none" w:sz="0" w:space="0" w:color="auto"/>
                                                <w:left w:val="none" w:sz="0" w:space="0" w:color="auto"/>
                                                <w:bottom w:val="none" w:sz="0" w:space="0" w:color="auto"/>
                                                <w:right w:val="none" w:sz="0" w:space="0" w:color="auto"/>
                                              </w:divBdr>
                                              <w:divsChild>
                                                <w:div w:id="752820226">
                                                  <w:marLeft w:val="0"/>
                                                  <w:marRight w:val="0"/>
                                                  <w:marTop w:val="0"/>
                                                  <w:marBottom w:val="0"/>
                                                  <w:divBdr>
                                                    <w:top w:val="none" w:sz="0" w:space="0" w:color="auto"/>
                                                    <w:left w:val="none" w:sz="0" w:space="0" w:color="auto"/>
                                                    <w:bottom w:val="none" w:sz="0" w:space="0" w:color="auto"/>
                                                    <w:right w:val="none" w:sz="0" w:space="0" w:color="auto"/>
                                                  </w:divBdr>
                                                  <w:divsChild>
                                                    <w:div w:id="752820252">
                                                      <w:marLeft w:val="0"/>
                                                      <w:marRight w:val="0"/>
                                                      <w:marTop w:val="0"/>
                                                      <w:marBottom w:val="0"/>
                                                      <w:divBdr>
                                                        <w:top w:val="single" w:sz="12" w:space="0" w:color="9AA5AD"/>
                                                        <w:left w:val="none" w:sz="0" w:space="0" w:color="auto"/>
                                                        <w:bottom w:val="single" w:sz="6" w:space="0" w:color="BCC5CC"/>
                                                        <w:right w:val="none" w:sz="0" w:space="0" w:color="auto"/>
                                                      </w:divBdr>
                                                    </w:div>
                                                    <w:div w:id="752820258">
                                                      <w:marLeft w:val="0"/>
                                                      <w:marRight w:val="0"/>
                                                      <w:marTop w:val="0"/>
                                                      <w:marBottom w:val="0"/>
                                                      <w:divBdr>
                                                        <w:top w:val="none" w:sz="0" w:space="0" w:color="auto"/>
                                                        <w:left w:val="none" w:sz="0" w:space="0" w:color="auto"/>
                                                        <w:bottom w:val="single" w:sz="6" w:space="0" w:color="BCC5CC"/>
                                                        <w:right w:val="none" w:sz="0" w:space="0" w:color="auto"/>
                                                      </w:divBdr>
                                                      <w:divsChild>
                                                        <w:div w:id="75282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2635;&#20889;&#25253;&#21517;&#30003;&#35831;&#34920;&#65292;&#24182;&#21457;&#36865;&#21040;&#21152;&#24030;&#22823;&#23398;&#27431;&#25991;&#20998;&#26657;&#20013;&#22269;Representative&#22788;&#65292;%20ispsara@163.com" TargetMode="External"/><Relationship Id="rId3" Type="http://schemas.openxmlformats.org/officeDocument/2006/relationships/settings" Target="settings.xml"/><Relationship Id="rId7" Type="http://schemas.openxmlformats.org/officeDocument/2006/relationships/hyperlink" Target="http://www.sjsu.edu/igateways/programs/sas/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288</Words>
  <Characters>1642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美国圣何塞州立大学2018年春季学期招生计划</dc:title>
  <dc:subject/>
  <dc:creator>Admin</dc:creator>
  <cp:keywords/>
  <dc:description/>
  <cp:lastModifiedBy>常爽</cp:lastModifiedBy>
  <cp:revision>2</cp:revision>
  <dcterms:created xsi:type="dcterms:W3CDTF">2017-10-13T06:51:00Z</dcterms:created>
  <dcterms:modified xsi:type="dcterms:W3CDTF">2017-10-13T06:51:00Z</dcterms:modified>
</cp:coreProperties>
</file>