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B8" w:rsidRPr="0069024D" w:rsidRDefault="000A4CB8" w:rsidP="00D97646">
      <w:pPr>
        <w:pStyle w:val="ListParagraph"/>
        <w:spacing w:line="400" w:lineRule="exact"/>
        <w:ind w:firstLineChars="0" w:firstLine="0"/>
        <w:rPr>
          <w:rFonts w:ascii="Arial Narrow" w:hAnsi="Arial Narrow" w:cs="Arial"/>
          <w:b/>
          <w:sz w:val="32"/>
          <w:szCs w:val="32"/>
        </w:rPr>
      </w:pPr>
      <w:r w:rsidRPr="0069024D">
        <w:rPr>
          <w:rFonts w:ascii="Arial Narrow" w:hAnsi="Arial Narrow" w:cs="Arial" w:hint="eastAsia"/>
          <w:b/>
          <w:sz w:val="32"/>
          <w:szCs w:val="32"/>
        </w:rPr>
        <w:t>澳大利亚阿德莱德大学</w:t>
      </w:r>
      <w:r w:rsidRPr="0069024D">
        <w:rPr>
          <w:rFonts w:ascii="Arial Narrow" w:hAnsi="Arial Narrow" w:cs="Arial"/>
          <w:b/>
          <w:sz w:val="32"/>
          <w:szCs w:val="32"/>
        </w:rPr>
        <w:t>2018</w:t>
      </w:r>
      <w:r w:rsidRPr="0069024D">
        <w:rPr>
          <w:rFonts w:ascii="Arial Narrow" w:hAnsi="Arial Narrow" w:cs="Arial" w:hint="eastAsia"/>
          <w:b/>
          <w:sz w:val="32"/>
          <w:szCs w:val="32"/>
        </w:rPr>
        <w:t>年寒假英语文化项目招生计划</w:t>
      </w:r>
    </w:p>
    <w:p w:rsidR="000A4CB8" w:rsidRPr="002F4778" w:rsidRDefault="000A4CB8" w:rsidP="008C089C">
      <w:pPr>
        <w:pStyle w:val="ListParagraph"/>
        <w:spacing w:line="400" w:lineRule="exact"/>
        <w:ind w:firstLineChars="250" w:firstLine="31680"/>
        <w:jc w:val="center"/>
        <w:rPr>
          <w:rFonts w:ascii="Arial Narrow" w:hAnsi="Arial Narrow" w:cs="Arial"/>
          <w:b/>
          <w:sz w:val="24"/>
          <w:szCs w:val="24"/>
        </w:rPr>
      </w:pPr>
    </w:p>
    <w:p w:rsidR="000A4CB8" w:rsidRPr="00594A1B" w:rsidRDefault="000A4CB8" w:rsidP="0069024D">
      <w:pPr>
        <w:pStyle w:val="ListParagraph"/>
        <w:adjustRightInd w:val="0"/>
        <w:snapToGrid w:val="0"/>
        <w:spacing w:line="500" w:lineRule="exact"/>
        <w:ind w:firstLineChars="0" w:firstLine="0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宋体" w:hint="eastAsia"/>
          <w:b/>
          <w:sz w:val="28"/>
          <w:szCs w:val="28"/>
        </w:rPr>
        <w:t>项目背景</w:t>
      </w:r>
      <w:r w:rsidRPr="00594A1B">
        <w:rPr>
          <w:rFonts w:ascii="Times New Roman" w:hAnsi="宋体" w:hint="eastAsia"/>
          <w:sz w:val="28"/>
          <w:szCs w:val="28"/>
        </w:rPr>
        <w:t>：为学生提供赴世界一流大学交流与学习的机会，我校组织学生参加</w:t>
      </w:r>
      <w:r w:rsidRPr="00594A1B">
        <w:rPr>
          <w:rFonts w:ascii="Times New Roman" w:hAnsi="Times New Roman"/>
          <w:sz w:val="28"/>
          <w:szCs w:val="28"/>
        </w:rPr>
        <w:t>2017-2018</w:t>
      </w:r>
      <w:r w:rsidRPr="00594A1B">
        <w:rPr>
          <w:rFonts w:ascii="Times New Roman" w:hAnsi="宋体" w:hint="eastAsia"/>
          <w:sz w:val="28"/>
          <w:szCs w:val="28"/>
        </w:rPr>
        <w:t>寒假赴阿德莱德大学语言文化交流项目。项目期间，学生将作为全日制学生注册，并获得官方学习证明。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b/>
          <w:sz w:val="28"/>
          <w:szCs w:val="28"/>
        </w:rPr>
      </w:pP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b/>
          <w:sz w:val="28"/>
          <w:szCs w:val="28"/>
        </w:rPr>
      </w:pPr>
      <w:r w:rsidRPr="00594A1B">
        <w:rPr>
          <w:rFonts w:ascii="Times New Roman" w:hAnsi="宋体" w:hint="eastAsia"/>
          <w:b/>
          <w:sz w:val="28"/>
          <w:szCs w:val="28"/>
        </w:rPr>
        <w:t>项目时间</w:t>
      </w:r>
      <w:r w:rsidRPr="00594A1B">
        <w:rPr>
          <w:rFonts w:ascii="Times New Roman" w:hAnsi="Times New Roman"/>
          <w:b/>
          <w:sz w:val="28"/>
          <w:szCs w:val="28"/>
        </w:rPr>
        <w:t xml:space="preserve">:  </w:t>
      </w:r>
      <w:r w:rsidRPr="00594A1B">
        <w:rPr>
          <w:rFonts w:ascii="Times New Roman" w:hAnsi="Times New Roman"/>
          <w:sz w:val="28"/>
          <w:szCs w:val="28"/>
        </w:rPr>
        <w:t>2018</w:t>
      </w:r>
      <w:r w:rsidRPr="00594A1B">
        <w:rPr>
          <w:rFonts w:ascii="Times New Roman" w:hAnsi="宋体" w:hint="eastAsia"/>
          <w:sz w:val="28"/>
          <w:szCs w:val="28"/>
        </w:rPr>
        <w:t>年冬季寒假赴阿德莱德大学学习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宋体" w:hint="eastAsia"/>
          <w:b/>
          <w:sz w:val="28"/>
          <w:szCs w:val="28"/>
        </w:rPr>
        <w:t>选拔人数</w:t>
      </w:r>
      <w:r w:rsidRPr="00594A1B">
        <w:rPr>
          <w:rFonts w:ascii="Times New Roman" w:hAnsi="Times New Roman"/>
          <w:b/>
          <w:sz w:val="28"/>
          <w:szCs w:val="28"/>
        </w:rPr>
        <w:t>:</w:t>
      </w:r>
      <w:r w:rsidRPr="00594A1B">
        <w:rPr>
          <w:rFonts w:ascii="Times New Roman" w:hAnsi="Times New Roman"/>
          <w:sz w:val="28"/>
          <w:szCs w:val="28"/>
        </w:rPr>
        <w:t xml:space="preserve">  15</w:t>
      </w:r>
      <w:r w:rsidRPr="00594A1B">
        <w:rPr>
          <w:rFonts w:ascii="Times New Roman" w:hAnsi="宋体" w:hint="eastAsia"/>
          <w:sz w:val="28"/>
          <w:szCs w:val="28"/>
        </w:rPr>
        <w:t>名</w:t>
      </w:r>
      <w:r>
        <w:rPr>
          <w:rFonts w:ascii="Times New Roman" w:hAnsi="Times New Roman" w:hint="eastAsia"/>
          <w:sz w:val="28"/>
          <w:szCs w:val="28"/>
        </w:rPr>
        <w:t>成团</w:t>
      </w:r>
    </w:p>
    <w:p w:rsidR="000A4CB8" w:rsidRDefault="000A4CB8" w:rsidP="0069024D">
      <w:pPr>
        <w:adjustRightInd w:val="0"/>
        <w:snapToGrid w:val="0"/>
        <w:spacing w:line="500" w:lineRule="exact"/>
        <w:rPr>
          <w:rFonts w:ascii="Times New Roman" w:hAnsi="宋体"/>
          <w:sz w:val="28"/>
          <w:szCs w:val="28"/>
        </w:rPr>
      </w:pPr>
      <w:r w:rsidRPr="00594A1B">
        <w:rPr>
          <w:rFonts w:ascii="Times New Roman" w:hAnsi="宋体" w:hint="eastAsia"/>
          <w:b/>
          <w:sz w:val="28"/>
          <w:szCs w:val="28"/>
        </w:rPr>
        <w:t>说</w:t>
      </w:r>
      <w:r w:rsidRPr="00594A1B">
        <w:rPr>
          <w:rFonts w:ascii="Times New Roman" w:hAnsi="Times New Roman"/>
          <w:b/>
          <w:sz w:val="28"/>
          <w:szCs w:val="28"/>
        </w:rPr>
        <w:t xml:space="preserve">    </w:t>
      </w:r>
      <w:r w:rsidRPr="00594A1B">
        <w:rPr>
          <w:rFonts w:ascii="Times New Roman" w:hAnsi="宋体" w:hint="eastAsia"/>
          <w:b/>
          <w:sz w:val="28"/>
          <w:szCs w:val="28"/>
        </w:rPr>
        <w:t>明</w:t>
      </w:r>
      <w:r w:rsidRPr="00594A1B">
        <w:rPr>
          <w:rFonts w:ascii="Times New Roman" w:hAnsi="Times New Roman"/>
          <w:b/>
          <w:sz w:val="28"/>
          <w:szCs w:val="28"/>
        </w:rPr>
        <w:t xml:space="preserve">: </w:t>
      </w:r>
      <w:r w:rsidRPr="00594A1B">
        <w:rPr>
          <w:rFonts w:ascii="Times New Roman" w:hAnsi="宋体" w:hint="eastAsia"/>
          <w:sz w:val="28"/>
          <w:szCs w:val="28"/>
        </w:rPr>
        <w:t>此项目为我校正式校内项目</w:t>
      </w:r>
      <w:r w:rsidRPr="00594A1B">
        <w:rPr>
          <w:rFonts w:ascii="Times New Roman" w:hAnsi="Times New Roman"/>
          <w:sz w:val="28"/>
          <w:szCs w:val="28"/>
        </w:rPr>
        <w:t>,</w:t>
      </w:r>
      <w:r w:rsidRPr="00594A1B">
        <w:rPr>
          <w:rFonts w:ascii="Times New Roman" w:hAnsi="宋体" w:hint="eastAsia"/>
          <w:sz w:val="28"/>
          <w:szCs w:val="28"/>
        </w:rPr>
        <w:t>学生自愿申请，全部费用由申请者直接支付给海外大学。</w:t>
      </w:r>
    </w:p>
    <w:p w:rsidR="000A4CB8" w:rsidRPr="008C089C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b/>
          <w:sz w:val="28"/>
          <w:szCs w:val="28"/>
        </w:rPr>
      </w:pPr>
      <w:r w:rsidRPr="008C089C">
        <w:rPr>
          <w:rFonts w:ascii="Times New Roman" w:hAnsi="宋体" w:hint="eastAsia"/>
          <w:b/>
          <w:sz w:val="28"/>
          <w:szCs w:val="28"/>
        </w:rPr>
        <w:t>项目</w:t>
      </w:r>
      <w:r>
        <w:rPr>
          <w:rFonts w:ascii="Times New Roman" w:hAnsi="宋体" w:hint="eastAsia"/>
          <w:b/>
          <w:sz w:val="28"/>
          <w:szCs w:val="28"/>
        </w:rPr>
        <w:t>资助</w:t>
      </w:r>
      <w:r>
        <w:rPr>
          <w:rFonts w:ascii="Times New Roman" w:hAnsi="宋体" w:hint="eastAsia"/>
          <w:sz w:val="28"/>
          <w:szCs w:val="28"/>
        </w:rPr>
        <w:t>：凡成功参加项目的同学，均可获得人均</w:t>
      </w:r>
      <w:r>
        <w:rPr>
          <w:rFonts w:ascii="Times New Roman" w:hAnsi="宋体"/>
          <w:sz w:val="28"/>
          <w:szCs w:val="28"/>
        </w:rPr>
        <w:t>2000</w:t>
      </w:r>
      <w:r>
        <w:rPr>
          <w:rFonts w:ascii="Times New Roman" w:hAnsi="宋体" w:hint="eastAsia"/>
          <w:sz w:val="28"/>
          <w:szCs w:val="28"/>
        </w:rPr>
        <w:t>元人民币资助。活动结束返校后，由外事办统一发放。</w:t>
      </w:r>
    </w:p>
    <w:p w:rsidR="000A4CB8" w:rsidRPr="00594A1B" w:rsidRDefault="000A4CB8" w:rsidP="008C089C">
      <w:pPr>
        <w:pStyle w:val="ListParagraph"/>
        <w:adjustRightInd w:val="0"/>
        <w:snapToGrid w:val="0"/>
        <w:spacing w:line="500" w:lineRule="exact"/>
        <w:ind w:firstLine="31680"/>
        <w:rPr>
          <w:rFonts w:ascii="Times New Roman" w:hAnsi="Times New Roman"/>
          <w:sz w:val="28"/>
          <w:szCs w:val="28"/>
        </w:rPr>
      </w:pP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b/>
          <w:sz w:val="28"/>
          <w:szCs w:val="28"/>
        </w:rPr>
      </w:pPr>
      <w:r w:rsidRPr="00594A1B">
        <w:rPr>
          <w:rFonts w:ascii="Times New Roman" w:hAnsi="宋体" w:hint="eastAsia"/>
          <w:b/>
          <w:sz w:val="28"/>
          <w:szCs w:val="28"/>
        </w:rPr>
        <w:t>项目概览</w:t>
      </w:r>
    </w:p>
    <w:p w:rsidR="000A4CB8" w:rsidRPr="00594A1B" w:rsidRDefault="000A4CB8" w:rsidP="008C089C">
      <w:pPr>
        <w:adjustRightInd w:val="0"/>
        <w:snapToGrid w:val="0"/>
        <w:spacing w:line="500" w:lineRule="exact"/>
        <w:ind w:firstLineChars="200" w:firstLine="31680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宋体" w:hint="eastAsia"/>
          <w:sz w:val="28"/>
          <w:szCs w:val="28"/>
        </w:rPr>
        <w:t>澳洲八大名校之一的阿德莱德大学（</w:t>
      </w:r>
      <w:r w:rsidRPr="00594A1B">
        <w:rPr>
          <w:rFonts w:ascii="Times New Roman" w:hAnsi="Times New Roman"/>
          <w:sz w:val="28"/>
          <w:szCs w:val="28"/>
        </w:rPr>
        <w:t>University of Adelaide)</w:t>
      </w:r>
      <w:r w:rsidRPr="00594A1B">
        <w:rPr>
          <w:rFonts w:ascii="Times New Roman" w:hAnsi="宋体" w:hint="eastAsia"/>
          <w:sz w:val="28"/>
          <w:szCs w:val="28"/>
        </w:rPr>
        <w:t>，位于澳大利亚港市，</w:t>
      </w:r>
      <w:hyperlink r:id="rId7" w:tgtFrame="_blank" w:history="1">
        <w:r w:rsidRPr="00594A1B">
          <w:rPr>
            <w:rFonts w:ascii="Times New Roman" w:hAnsi="宋体" w:hint="eastAsia"/>
            <w:sz w:val="28"/>
            <w:szCs w:val="28"/>
          </w:rPr>
          <w:t>南澳大利亚州</w:t>
        </w:r>
      </w:hyperlink>
      <w:r w:rsidRPr="00594A1B">
        <w:rPr>
          <w:rFonts w:ascii="Times New Roman" w:hAnsi="宋体" w:hint="eastAsia"/>
          <w:sz w:val="28"/>
          <w:szCs w:val="28"/>
        </w:rPr>
        <w:t>首府，位于州东南部洛夫蒂山地与</w:t>
      </w:r>
      <w:hyperlink r:id="rId8" w:tgtFrame="_blank" w:history="1">
        <w:r w:rsidRPr="00594A1B">
          <w:rPr>
            <w:rFonts w:ascii="Times New Roman" w:hAnsi="宋体" w:hint="eastAsia"/>
            <w:sz w:val="28"/>
            <w:szCs w:val="28"/>
          </w:rPr>
          <w:t>圣文森特湾</w:t>
        </w:r>
      </w:hyperlink>
      <w:r w:rsidRPr="00594A1B">
        <w:rPr>
          <w:rFonts w:ascii="Times New Roman" w:hAnsi="宋体" w:hint="eastAsia"/>
          <w:sz w:val="28"/>
          <w:szCs w:val="28"/>
        </w:rPr>
        <w:t>间的滨海平原上，连续多年位列全球最宜居城市榜单前十位。</w:t>
      </w:r>
      <w:hyperlink r:id="rId9" w:tgtFrame="_blank" w:history="1">
        <w:r w:rsidRPr="00594A1B">
          <w:rPr>
            <w:rFonts w:ascii="Times New Roman" w:hAnsi="宋体" w:hint="eastAsia"/>
            <w:sz w:val="28"/>
            <w:szCs w:val="28"/>
          </w:rPr>
          <w:t>阿德莱德</w:t>
        </w:r>
      </w:hyperlink>
      <w:r w:rsidRPr="00594A1B">
        <w:rPr>
          <w:rFonts w:ascii="Times New Roman" w:hAnsi="宋体" w:hint="eastAsia"/>
          <w:sz w:val="28"/>
          <w:szCs w:val="28"/>
        </w:rPr>
        <w:t>大学已经有</w:t>
      </w:r>
      <w:r w:rsidRPr="00594A1B">
        <w:rPr>
          <w:rFonts w:ascii="Times New Roman" w:hAnsi="Times New Roman"/>
          <w:sz w:val="28"/>
          <w:szCs w:val="28"/>
        </w:rPr>
        <w:t>140</w:t>
      </w:r>
      <w:r w:rsidRPr="00594A1B">
        <w:rPr>
          <w:rFonts w:ascii="Times New Roman" w:hAnsi="宋体" w:hint="eastAsia"/>
          <w:sz w:val="28"/>
          <w:szCs w:val="28"/>
        </w:rPr>
        <w:t>年的历史，把传统的优势和现代艺术特色及丰富的学生生活相结合，是澳大利亚政府对大学生综合测评后推举的最优秀的四所大学之一。澳大利亚一共得</w:t>
      </w:r>
      <w:r w:rsidRPr="00594A1B">
        <w:rPr>
          <w:rFonts w:ascii="Times New Roman" w:hAnsi="Times New Roman"/>
          <w:sz w:val="28"/>
          <w:szCs w:val="28"/>
        </w:rPr>
        <w:t>9</w:t>
      </w:r>
      <w:r w:rsidRPr="00594A1B">
        <w:rPr>
          <w:rFonts w:ascii="Times New Roman" w:hAnsi="宋体" w:hint="eastAsia"/>
          <w:sz w:val="28"/>
          <w:szCs w:val="28"/>
        </w:rPr>
        <w:t>名诺贝尔奖获得者中，有</w:t>
      </w:r>
      <w:r w:rsidRPr="00594A1B">
        <w:rPr>
          <w:rFonts w:ascii="Times New Roman" w:hAnsi="Times New Roman"/>
          <w:sz w:val="28"/>
          <w:szCs w:val="28"/>
        </w:rPr>
        <w:t>5</w:t>
      </w:r>
      <w:r w:rsidRPr="00594A1B">
        <w:rPr>
          <w:rFonts w:ascii="Times New Roman" w:hAnsi="宋体" w:hint="eastAsia"/>
          <w:sz w:val="28"/>
          <w:szCs w:val="28"/>
        </w:rPr>
        <w:t>位来自阿德莱德大学。相关分析表明，就论文的影响力和引用数量而言，阿德莱德大学在</w:t>
      </w:r>
      <w:r w:rsidRPr="00594A1B">
        <w:rPr>
          <w:rFonts w:ascii="Times New Roman" w:hAnsi="Times New Roman"/>
          <w:sz w:val="28"/>
          <w:szCs w:val="28"/>
        </w:rPr>
        <w:t>11</w:t>
      </w:r>
      <w:r w:rsidRPr="00594A1B">
        <w:rPr>
          <w:rFonts w:ascii="Times New Roman" w:hAnsi="宋体" w:hint="eastAsia"/>
          <w:sz w:val="28"/>
          <w:szCs w:val="28"/>
        </w:rPr>
        <w:t>个研究领域中居世界前</w:t>
      </w:r>
      <w:r w:rsidRPr="00594A1B">
        <w:rPr>
          <w:rFonts w:ascii="Times New Roman" w:hAnsi="Times New Roman"/>
          <w:sz w:val="28"/>
          <w:szCs w:val="28"/>
        </w:rPr>
        <w:t>1%</w:t>
      </w:r>
      <w:r w:rsidRPr="00594A1B">
        <w:rPr>
          <w:rFonts w:ascii="Times New Roman" w:hAnsi="宋体" w:hint="eastAsia"/>
          <w:sz w:val="28"/>
          <w:szCs w:val="28"/>
        </w:rPr>
        <w:t>优秀大学之列。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b/>
          <w:sz w:val="28"/>
          <w:szCs w:val="28"/>
        </w:rPr>
      </w:pPr>
      <w:r w:rsidRPr="00594A1B">
        <w:rPr>
          <w:rFonts w:ascii="Times New Roman" w:hAnsi="宋体" w:hint="eastAsia"/>
          <w:b/>
          <w:sz w:val="28"/>
          <w:szCs w:val="28"/>
        </w:rPr>
        <w:t>项目优势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1</w:t>
      </w:r>
      <w:r w:rsidRPr="00594A1B">
        <w:rPr>
          <w:rFonts w:ascii="Times New Roman" w:hAnsi="宋体" w:hint="eastAsia"/>
          <w:sz w:val="28"/>
          <w:szCs w:val="28"/>
        </w:rPr>
        <w:t>、快速提高语言能力：两周的英语学习，每周</w:t>
      </w:r>
      <w:r w:rsidRPr="00594A1B">
        <w:rPr>
          <w:rFonts w:ascii="Times New Roman" w:hAnsi="Times New Roman"/>
          <w:sz w:val="28"/>
          <w:szCs w:val="28"/>
        </w:rPr>
        <w:t>20</w:t>
      </w:r>
      <w:r w:rsidRPr="00594A1B">
        <w:rPr>
          <w:rFonts w:ascii="Times New Roman" w:hAnsi="宋体" w:hint="eastAsia"/>
          <w:sz w:val="28"/>
          <w:szCs w:val="28"/>
        </w:rPr>
        <w:t>小时课堂学习（周一至周五，上午或者下午），快速提高英语交流，以及英语学习方法，包括听说读写；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2</w:t>
      </w:r>
      <w:r w:rsidRPr="00594A1B">
        <w:rPr>
          <w:rFonts w:ascii="Times New Roman" w:hAnsi="宋体" w:hint="eastAsia"/>
          <w:sz w:val="28"/>
          <w:szCs w:val="28"/>
        </w:rPr>
        <w:t>、结业证明：评估方式为正规测试（</w:t>
      </w:r>
      <w:r w:rsidRPr="00594A1B">
        <w:rPr>
          <w:rFonts w:ascii="Times New Roman" w:hAnsi="Times New Roman"/>
          <w:sz w:val="28"/>
          <w:szCs w:val="28"/>
        </w:rPr>
        <w:t>formal test</w:t>
      </w:r>
      <w:r w:rsidRPr="00594A1B">
        <w:rPr>
          <w:rFonts w:ascii="Times New Roman" w:hAnsi="宋体" w:hint="eastAsia"/>
          <w:sz w:val="28"/>
          <w:szCs w:val="28"/>
        </w:rPr>
        <w:t>）或者口语报告（</w:t>
      </w:r>
      <w:r w:rsidRPr="00594A1B">
        <w:rPr>
          <w:rFonts w:ascii="Times New Roman" w:hAnsi="Times New Roman"/>
          <w:sz w:val="28"/>
          <w:szCs w:val="28"/>
        </w:rPr>
        <w:t>oral presentation</w:t>
      </w:r>
      <w:r w:rsidRPr="00594A1B">
        <w:rPr>
          <w:rFonts w:ascii="Times New Roman" w:hAnsi="宋体" w:hint="eastAsia"/>
          <w:sz w:val="28"/>
          <w:szCs w:val="28"/>
        </w:rPr>
        <w:t>），并且颁发项目证书；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3</w:t>
      </w:r>
      <w:r w:rsidRPr="00594A1B">
        <w:rPr>
          <w:rFonts w:ascii="Times New Roman" w:hAnsi="宋体" w:hint="eastAsia"/>
          <w:sz w:val="28"/>
          <w:szCs w:val="28"/>
        </w:rPr>
        <w:t>、深入当地文化。由校方安排与澳大利亚寄宿家庭同住，感受当地最地道的文化；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4</w:t>
      </w:r>
      <w:r w:rsidRPr="00594A1B">
        <w:rPr>
          <w:rFonts w:ascii="Times New Roman" w:hAnsi="宋体" w:hint="eastAsia"/>
          <w:sz w:val="28"/>
          <w:szCs w:val="28"/>
        </w:rPr>
        <w:t>、高质量的支持服务。包括寄宿家庭机场接送、安排欢迎宴会以及学习结束后的晚宴和结业仪式；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5</w:t>
      </w:r>
      <w:r w:rsidRPr="00594A1B">
        <w:rPr>
          <w:rFonts w:ascii="Times New Roman" w:hAnsi="宋体" w:hint="eastAsia"/>
          <w:sz w:val="28"/>
          <w:szCs w:val="28"/>
        </w:rPr>
        <w:t>、语言与文化融合。游览国家级野生动物园及校方组织舞会等一系列活动。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b/>
          <w:sz w:val="28"/>
          <w:szCs w:val="28"/>
        </w:rPr>
      </w:pPr>
      <w:r w:rsidRPr="00594A1B">
        <w:rPr>
          <w:rFonts w:ascii="Times New Roman" w:hAnsi="宋体" w:hint="eastAsia"/>
          <w:b/>
          <w:sz w:val="28"/>
          <w:szCs w:val="28"/>
        </w:rPr>
        <w:t>项目申请</w:t>
      </w: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1</w:t>
      </w:r>
      <w:r w:rsidRPr="00594A1B">
        <w:rPr>
          <w:rFonts w:ascii="Times New Roman" w:hAnsi="宋体" w:hint="eastAsia"/>
          <w:sz w:val="28"/>
          <w:szCs w:val="28"/>
        </w:rPr>
        <w:t>、项目时间</w:t>
      </w:r>
    </w:p>
    <w:p w:rsidR="000A4CB8" w:rsidRPr="00316664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1"/>
          <w:attr w:name="Year" w:val="2018"/>
        </w:smartTagPr>
        <w:r w:rsidRPr="00316664">
          <w:rPr>
            <w:rFonts w:ascii="Times New Roman" w:hAnsi="Times New Roman"/>
            <w:sz w:val="28"/>
            <w:szCs w:val="28"/>
          </w:rPr>
          <w:t>2018</w:t>
        </w:r>
        <w:r w:rsidRPr="00316664">
          <w:rPr>
            <w:rFonts w:ascii="Times New Roman" w:hAnsi="宋体" w:hint="eastAsia"/>
            <w:sz w:val="28"/>
            <w:szCs w:val="28"/>
          </w:rPr>
          <w:t>年</w:t>
        </w:r>
        <w:r>
          <w:rPr>
            <w:rFonts w:ascii="Times New Roman" w:hAnsi="Times New Roman"/>
            <w:sz w:val="28"/>
            <w:szCs w:val="28"/>
          </w:rPr>
          <w:t>1</w:t>
        </w:r>
        <w:r w:rsidRPr="00316664">
          <w:rPr>
            <w:rFonts w:ascii="Times New Roman" w:hAnsi="宋体" w:hint="eastAsia"/>
            <w:sz w:val="28"/>
            <w:szCs w:val="28"/>
          </w:rPr>
          <w:t>月</w:t>
        </w:r>
        <w:r>
          <w:rPr>
            <w:rFonts w:ascii="Times New Roman" w:hAnsi="Times New Roman"/>
            <w:sz w:val="28"/>
            <w:szCs w:val="28"/>
          </w:rPr>
          <w:t>29</w:t>
        </w:r>
        <w:r w:rsidRPr="00316664">
          <w:rPr>
            <w:rFonts w:ascii="Times New Roman" w:hAnsi="宋体" w:hint="eastAsia"/>
            <w:sz w:val="28"/>
            <w:szCs w:val="28"/>
          </w:rPr>
          <w:t>日</w:t>
        </w:r>
      </w:smartTag>
      <w:r w:rsidRPr="00316664">
        <w:rPr>
          <w:rFonts w:ascii="Times New Roman" w:hAnsi="Times New Roman"/>
          <w:sz w:val="28"/>
          <w:szCs w:val="28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9"/>
          <w:attr w:name="Month" w:val="2"/>
          <w:attr w:name="Year" w:val="2018"/>
        </w:smartTagPr>
        <w:r w:rsidRPr="00316664">
          <w:rPr>
            <w:rFonts w:ascii="Times New Roman" w:hAnsi="Times New Roman"/>
            <w:sz w:val="28"/>
            <w:szCs w:val="28"/>
          </w:rPr>
          <w:t>2018</w:t>
        </w:r>
        <w:r w:rsidRPr="00316664">
          <w:rPr>
            <w:rFonts w:ascii="Times New Roman" w:hAnsi="宋体" w:hint="eastAsia"/>
            <w:sz w:val="28"/>
            <w:szCs w:val="28"/>
          </w:rPr>
          <w:t>年</w:t>
        </w:r>
        <w:r w:rsidRPr="00316664">
          <w:rPr>
            <w:rFonts w:ascii="Times New Roman" w:hAnsi="Times New Roman"/>
            <w:sz w:val="28"/>
            <w:szCs w:val="28"/>
          </w:rPr>
          <w:t>2</w:t>
        </w:r>
        <w:r w:rsidRPr="00316664">
          <w:rPr>
            <w:rFonts w:ascii="Times New Roman" w:hAnsi="宋体" w:hint="eastAsia"/>
            <w:sz w:val="28"/>
            <w:szCs w:val="28"/>
          </w:rPr>
          <w:t>月</w:t>
        </w:r>
        <w:r>
          <w:rPr>
            <w:rFonts w:ascii="Times New Roman" w:hAnsi="Times New Roman"/>
            <w:sz w:val="28"/>
            <w:szCs w:val="28"/>
          </w:rPr>
          <w:t>9</w:t>
        </w:r>
        <w:r w:rsidRPr="00316664">
          <w:rPr>
            <w:rFonts w:ascii="Times New Roman" w:hAnsi="宋体" w:hint="eastAsia"/>
            <w:sz w:val="28"/>
            <w:szCs w:val="28"/>
          </w:rPr>
          <w:t>日</w:t>
        </w:r>
      </w:smartTag>
    </w:p>
    <w:p w:rsidR="000A4CB8" w:rsidRPr="00594A1B" w:rsidRDefault="000A4CB8" w:rsidP="00301D7C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宋体" w:hint="eastAsia"/>
          <w:sz w:val="28"/>
          <w:szCs w:val="28"/>
        </w:rPr>
        <w:t>申请截止日期</w:t>
      </w:r>
      <w:r w:rsidRPr="00594A1B">
        <w:rPr>
          <w:rFonts w:ascii="Times New Roman" w:hAnsi="Times New Roman"/>
          <w:sz w:val="28"/>
          <w:szCs w:val="28"/>
        </w:rPr>
        <w:t xml:space="preserve">: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0"/>
          <w:attr w:name="Year" w:val="2017"/>
        </w:smartTagPr>
        <w:r w:rsidRPr="00594A1B">
          <w:rPr>
            <w:rFonts w:ascii="Times New Roman" w:hAnsi="Times New Roman"/>
            <w:sz w:val="28"/>
            <w:szCs w:val="28"/>
          </w:rPr>
          <w:t>2017</w:t>
        </w:r>
        <w:r w:rsidRPr="00594A1B">
          <w:rPr>
            <w:rFonts w:ascii="Times New Roman" w:hAnsi="宋体" w:hint="eastAsia"/>
            <w:sz w:val="28"/>
            <w:szCs w:val="28"/>
          </w:rPr>
          <w:t>年</w:t>
        </w:r>
        <w:r w:rsidRPr="00594A1B">
          <w:rPr>
            <w:rFonts w:ascii="Times New Roman" w:hAnsi="Times New Roman"/>
            <w:sz w:val="28"/>
            <w:szCs w:val="28"/>
          </w:rPr>
          <w:t>1</w:t>
        </w:r>
        <w:r>
          <w:rPr>
            <w:rFonts w:ascii="Times New Roman" w:hAnsi="Times New Roman"/>
            <w:sz w:val="28"/>
            <w:szCs w:val="28"/>
          </w:rPr>
          <w:t>0</w:t>
        </w:r>
        <w:r w:rsidRPr="00594A1B">
          <w:rPr>
            <w:rFonts w:ascii="Times New Roman" w:hAnsi="宋体" w:hint="eastAsia"/>
            <w:sz w:val="28"/>
            <w:szCs w:val="28"/>
          </w:rPr>
          <w:t>月</w:t>
        </w:r>
        <w:r>
          <w:rPr>
            <w:rFonts w:ascii="Times New Roman" w:hAnsi="Times New Roman"/>
            <w:sz w:val="28"/>
            <w:szCs w:val="28"/>
          </w:rPr>
          <w:t>30</w:t>
        </w:r>
        <w:r w:rsidRPr="00594A1B">
          <w:rPr>
            <w:rFonts w:ascii="Times New Roman" w:hAnsi="宋体" w:hint="eastAsia"/>
            <w:sz w:val="28"/>
            <w:szCs w:val="28"/>
          </w:rPr>
          <w:t>日</w:t>
        </w:r>
      </w:smartTag>
    </w:p>
    <w:p w:rsidR="000A4CB8" w:rsidRPr="00594A1B" w:rsidRDefault="000A4CB8" w:rsidP="0012590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2</w:t>
      </w:r>
      <w:r w:rsidRPr="00594A1B">
        <w:rPr>
          <w:rFonts w:ascii="Times New Roman" w:hAnsi="宋体" w:hint="eastAsia"/>
          <w:sz w:val="28"/>
          <w:szCs w:val="28"/>
        </w:rPr>
        <w:t>、参考费用：</w:t>
      </w:r>
      <w:r w:rsidRPr="00594A1B">
        <w:rPr>
          <w:rFonts w:ascii="Times New Roman" w:hAnsi="Times New Roman"/>
          <w:sz w:val="28"/>
          <w:szCs w:val="28"/>
        </w:rPr>
        <w:t>2680</w:t>
      </w:r>
      <w:r w:rsidRPr="00594A1B">
        <w:rPr>
          <w:rFonts w:ascii="Times New Roman" w:hAnsi="宋体" w:hint="eastAsia"/>
          <w:sz w:val="28"/>
          <w:szCs w:val="28"/>
        </w:rPr>
        <w:t>澳元，费用包括项目费，住宿费、餐费和旅行费用，外方提供相关服务费，费用不包括机票和保险。保险费约</w:t>
      </w:r>
      <w:r w:rsidRPr="00594A1B">
        <w:rPr>
          <w:rFonts w:ascii="Times New Roman" w:hAnsi="Times New Roman"/>
          <w:sz w:val="28"/>
          <w:szCs w:val="28"/>
        </w:rPr>
        <w:t>50</w:t>
      </w:r>
      <w:r w:rsidRPr="00594A1B">
        <w:rPr>
          <w:rFonts w:ascii="Times New Roman" w:hAnsi="宋体" w:hint="eastAsia"/>
          <w:sz w:val="28"/>
          <w:szCs w:val="28"/>
        </w:rPr>
        <w:t>澳元。</w:t>
      </w:r>
    </w:p>
    <w:p w:rsidR="000A4CB8" w:rsidRPr="00594A1B" w:rsidRDefault="000A4CB8" w:rsidP="0012590D">
      <w:pPr>
        <w:adjustRightInd w:val="0"/>
        <w:snapToGrid w:val="0"/>
        <w:spacing w:line="500" w:lineRule="exact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3</w:t>
      </w:r>
      <w:r w:rsidRPr="00594A1B">
        <w:rPr>
          <w:rFonts w:ascii="Times New Roman" w:hAnsi="宋体" w:hint="eastAsia"/>
          <w:sz w:val="28"/>
          <w:szCs w:val="28"/>
        </w:rPr>
        <w:t>、申请条件：</w:t>
      </w:r>
      <w:r>
        <w:rPr>
          <w:rFonts w:ascii="Times New Roman" w:hAnsi="宋体" w:hint="eastAsia"/>
          <w:sz w:val="28"/>
          <w:szCs w:val="28"/>
        </w:rPr>
        <w:t>考试</w:t>
      </w:r>
      <w:r w:rsidRPr="00594A1B">
        <w:rPr>
          <w:rFonts w:ascii="Times New Roman" w:hAnsi="宋体" w:hint="eastAsia"/>
          <w:sz w:val="28"/>
          <w:szCs w:val="28"/>
        </w:rPr>
        <w:t>无不及格科目。</w:t>
      </w:r>
    </w:p>
    <w:p w:rsidR="000A4CB8" w:rsidRPr="00594A1B" w:rsidRDefault="000A4CB8" w:rsidP="0069024D">
      <w:pPr>
        <w:pStyle w:val="ListParagraph"/>
        <w:adjustRightInd w:val="0"/>
        <w:snapToGrid w:val="0"/>
        <w:spacing w:line="500" w:lineRule="exact"/>
        <w:ind w:firstLineChars="0" w:firstLine="0"/>
        <w:rPr>
          <w:rFonts w:ascii="Times New Roman" w:hAnsi="Times New Roman"/>
          <w:sz w:val="28"/>
          <w:szCs w:val="28"/>
        </w:rPr>
      </w:pPr>
    </w:p>
    <w:p w:rsidR="000A4CB8" w:rsidRPr="00594A1B" w:rsidRDefault="000A4CB8" w:rsidP="0069024D">
      <w:pPr>
        <w:adjustRightInd w:val="0"/>
        <w:snapToGrid w:val="0"/>
        <w:spacing w:line="500" w:lineRule="exact"/>
        <w:rPr>
          <w:rFonts w:ascii="Times New Roman" w:hAnsi="Times New Roman"/>
          <w:b/>
          <w:sz w:val="28"/>
          <w:szCs w:val="28"/>
        </w:rPr>
      </w:pPr>
      <w:r w:rsidRPr="00594A1B">
        <w:rPr>
          <w:rFonts w:ascii="Times New Roman" w:hAnsi="宋体" w:hint="eastAsia"/>
          <w:b/>
          <w:sz w:val="28"/>
          <w:szCs w:val="28"/>
        </w:rPr>
        <w:t>申请报名</w:t>
      </w:r>
    </w:p>
    <w:p w:rsidR="000A4CB8" w:rsidRPr="00594A1B" w:rsidRDefault="000A4CB8" w:rsidP="0012590D">
      <w:pPr>
        <w:pStyle w:val="ListParagraph"/>
        <w:adjustRightInd w:val="0"/>
        <w:snapToGrid w:val="0"/>
        <w:spacing w:line="500" w:lineRule="exact"/>
        <w:ind w:firstLineChars="0" w:firstLine="0"/>
        <w:rPr>
          <w:rFonts w:ascii="Times New Roman" w:hAnsi="Times New Roman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1</w:t>
      </w:r>
      <w:r w:rsidRPr="00594A1B">
        <w:rPr>
          <w:rFonts w:ascii="Times New Roman" w:hAnsi="宋体" w:hint="eastAsia"/>
          <w:sz w:val="28"/>
          <w:szCs w:val="28"/>
        </w:rPr>
        <w:t>、</w:t>
      </w:r>
      <w:hyperlink r:id="rId10" w:history="1">
        <w:r w:rsidRPr="00594A1B">
          <w:rPr>
            <w:rStyle w:val="Hyperlink"/>
            <w:rFonts w:ascii="Times New Roman" w:hAnsi="宋体" w:hint="eastAsia"/>
            <w:color w:val="auto"/>
            <w:sz w:val="28"/>
            <w:szCs w:val="28"/>
            <w:u w:val="none"/>
          </w:rPr>
          <w:t>填写报名申请表，同时发送到外事办邮箱</w:t>
        </w:r>
        <w:r w:rsidRPr="00594A1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inter@ciir.edu.cn</w:t>
        </w:r>
        <w:r w:rsidRPr="00594A1B">
          <w:rPr>
            <w:rStyle w:val="Hyperlink"/>
            <w:rFonts w:ascii="Times New Roman" w:hAnsi="宋体" w:hint="eastAsia"/>
            <w:color w:val="auto"/>
            <w:sz w:val="28"/>
            <w:szCs w:val="28"/>
            <w:u w:val="none"/>
          </w:rPr>
          <w:t>和阿德莱德大学中国</w:t>
        </w:r>
        <w:r w:rsidRPr="00594A1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Representative</w:t>
        </w:r>
        <w:r w:rsidRPr="00594A1B">
          <w:rPr>
            <w:rStyle w:val="Hyperlink"/>
            <w:rFonts w:ascii="Times New Roman" w:hAnsi="宋体" w:hint="eastAsia"/>
            <w:color w:val="auto"/>
            <w:sz w:val="28"/>
            <w:szCs w:val="28"/>
            <w:u w:val="none"/>
          </w:rPr>
          <w:t>处，</w:t>
        </w:r>
        <w:r w:rsidRPr="00594A1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ispsara@163.com</w:t>
        </w:r>
      </w:hyperlink>
      <w:r w:rsidRPr="00594A1B">
        <w:rPr>
          <w:rFonts w:ascii="Times New Roman" w:hAnsi="宋体" w:hint="eastAsia"/>
          <w:sz w:val="28"/>
          <w:szCs w:val="28"/>
        </w:rPr>
        <w:t>（报名越早越好，即使材料准备不充足，也需要提前报名占据名额）。后续根据要求准备申请材料及其他事项，完成申请、签证和行前事宜。</w:t>
      </w:r>
    </w:p>
    <w:p w:rsidR="000A4CB8" w:rsidRPr="00594A1B" w:rsidRDefault="000A4CB8" w:rsidP="0012590D">
      <w:pPr>
        <w:pStyle w:val="ListParagraph"/>
        <w:adjustRightInd w:val="0"/>
        <w:snapToGrid w:val="0"/>
        <w:spacing w:line="500" w:lineRule="exact"/>
        <w:ind w:firstLineChars="0" w:firstLine="0"/>
        <w:rPr>
          <w:rFonts w:ascii="Times New Roman" w:hAnsi="Times New Roman"/>
          <w:color w:val="0000FF"/>
          <w:sz w:val="28"/>
          <w:szCs w:val="28"/>
        </w:rPr>
      </w:pPr>
      <w:r w:rsidRPr="00594A1B">
        <w:rPr>
          <w:rFonts w:ascii="Times New Roman" w:hAnsi="Times New Roman"/>
          <w:sz w:val="28"/>
          <w:szCs w:val="28"/>
        </w:rPr>
        <w:t>2</w:t>
      </w:r>
      <w:r w:rsidRPr="00594A1B">
        <w:rPr>
          <w:rFonts w:ascii="Times New Roman" w:hAnsi="宋体" w:hint="eastAsia"/>
          <w:sz w:val="28"/>
          <w:szCs w:val="28"/>
        </w:rPr>
        <w:t>、联系人：常老师</w:t>
      </w:r>
      <w:r w:rsidRPr="00594A1B">
        <w:rPr>
          <w:rFonts w:ascii="Times New Roman" w:hAnsi="Times New Roman"/>
          <w:sz w:val="28"/>
          <w:szCs w:val="28"/>
        </w:rPr>
        <w:t xml:space="preserve"> 88561828</w:t>
      </w:r>
    </w:p>
    <w:p w:rsidR="000A4CB8" w:rsidRPr="0012590D" w:rsidRDefault="000A4CB8" w:rsidP="0069024D">
      <w:pPr>
        <w:adjustRightInd w:val="0"/>
        <w:snapToGrid w:val="0"/>
        <w:spacing w:line="500" w:lineRule="exact"/>
        <w:rPr>
          <w:rFonts w:ascii="宋体"/>
          <w:color w:val="222222"/>
          <w:sz w:val="28"/>
          <w:szCs w:val="28"/>
          <w:shd w:val="clear" w:color="auto" w:fill="FFFFFF"/>
        </w:rPr>
      </w:pPr>
    </w:p>
    <w:sectPr w:rsidR="000A4CB8" w:rsidRPr="0012590D" w:rsidSect="00F72C24">
      <w:footerReference w:type="even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CB8" w:rsidRDefault="000A4CB8" w:rsidP="00B20ED7">
      <w:r>
        <w:separator/>
      </w:r>
    </w:p>
  </w:endnote>
  <w:endnote w:type="continuationSeparator" w:id="0">
    <w:p w:rsidR="000A4CB8" w:rsidRDefault="000A4CB8" w:rsidP="00B20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B8" w:rsidRDefault="000A4CB8" w:rsidP="004160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A4CB8" w:rsidRDefault="000A4CB8" w:rsidP="00E0423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B8" w:rsidRDefault="000A4CB8" w:rsidP="004160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A4CB8" w:rsidRDefault="000A4CB8" w:rsidP="00E042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CB8" w:rsidRDefault="000A4CB8" w:rsidP="00B20ED7">
      <w:r>
        <w:separator/>
      </w:r>
    </w:p>
  </w:footnote>
  <w:footnote w:type="continuationSeparator" w:id="0">
    <w:p w:rsidR="000A4CB8" w:rsidRDefault="000A4CB8" w:rsidP="00B20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"/>
      </v:shape>
    </w:pict>
  </w:numPicBullet>
  <w:abstractNum w:abstractNumId="0">
    <w:nsid w:val="0A422B78"/>
    <w:multiLevelType w:val="hybridMultilevel"/>
    <w:tmpl w:val="43744C86"/>
    <w:lvl w:ilvl="0" w:tplc="972AA9A8"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0D175CB7"/>
    <w:multiLevelType w:val="hybridMultilevel"/>
    <w:tmpl w:val="9542A0E0"/>
    <w:lvl w:ilvl="0" w:tplc="B25263A2">
      <w:start w:val="1"/>
      <w:numFmt w:val="decimal"/>
      <w:lvlText w:val="%1、"/>
      <w:lvlJc w:val="left"/>
      <w:pPr>
        <w:ind w:left="75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  <w:rPr>
        <w:rFonts w:cs="Times New Roman"/>
      </w:rPr>
    </w:lvl>
  </w:abstractNum>
  <w:abstractNum w:abstractNumId="2">
    <w:nsid w:val="243D76CC"/>
    <w:multiLevelType w:val="hybridMultilevel"/>
    <w:tmpl w:val="DF7C5B66"/>
    <w:lvl w:ilvl="0" w:tplc="8B362C68">
      <w:start w:val="3"/>
      <w:numFmt w:val="decimal"/>
      <w:lvlText w:val="%1、"/>
      <w:lvlJc w:val="left"/>
      <w:pPr>
        <w:ind w:left="390" w:hanging="39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B325974"/>
    <w:multiLevelType w:val="hybridMultilevel"/>
    <w:tmpl w:val="12BAE6B6"/>
    <w:lvl w:ilvl="0" w:tplc="5EFC530A">
      <w:start w:val="3"/>
      <w:numFmt w:val="decimal"/>
      <w:lvlText w:val="%1、"/>
      <w:lvlJc w:val="left"/>
      <w:pPr>
        <w:ind w:left="4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  <w:rPr>
        <w:rFonts w:cs="Times New Roman"/>
      </w:rPr>
    </w:lvl>
  </w:abstractNum>
  <w:abstractNum w:abstractNumId="4">
    <w:nsid w:val="32215F73"/>
    <w:multiLevelType w:val="hybridMultilevel"/>
    <w:tmpl w:val="84AC28D4"/>
    <w:lvl w:ilvl="0" w:tplc="2DE2A6C0"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394959FE"/>
    <w:multiLevelType w:val="hybridMultilevel"/>
    <w:tmpl w:val="6D84D8DC"/>
    <w:lvl w:ilvl="0" w:tplc="78BC3D34">
      <w:start w:val="4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E771EC2"/>
    <w:multiLevelType w:val="hybridMultilevel"/>
    <w:tmpl w:val="CBF870F6"/>
    <w:lvl w:ilvl="0" w:tplc="696CCFE2">
      <w:start w:val="4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531D3990"/>
    <w:multiLevelType w:val="hybridMultilevel"/>
    <w:tmpl w:val="E306DE2A"/>
    <w:lvl w:ilvl="0" w:tplc="734A4322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宋体" w:eastAsia="宋体" w:hAnsi="宋体" w:cs="Times New Roman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5692688A"/>
    <w:multiLevelType w:val="hybridMultilevel"/>
    <w:tmpl w:val="BC92B3DE"/>
    <w:lvl w:ilvl="0" w:tplc="5664B64A">
      <w:start w:val="2"/>
      <w:numFmt w:val="decimal"/>
      <w:lvlText w:val="%1、"/>
      <w:lvlJc w:val="left"/>
      <w:pPr>
        <w:tabs>
          <w:tab w:val="num" w:pos="825"/>
        </w:tabs>
        <w:ind w:left="825" w:hanging="720"/>
      </w:pPr>
      <w:rPr>
        <w:rFonts w:ascii="Calibri" w:hAnsi="Calibri" w:cs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  <w:rPr>
        <w:rFonts w:cs="Times New Roman"/>
      </w:rPr>
    </w:lvl>
  </w:abstractNum>
  <w:abstractNum w:abstractNumId="9">
    <w:nsid w:val="5E31447B"/>
    <w:multiLevelType w:val="hybridMultilevel"/>
    <w:tmpl w:val="DC484330"/>
    <w:lvl w:ilvl="0" w:tplc="6B9E0944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0">
    <w:nsid w:val="65717D61"/>
    <w:multiLevelType w:val="hybridMultilevel"/>
    <w:tmpl w:val="73B2DB48"/>
    <w:lvl w:ilvl="0" w:tplc="5EF66536">
      <w:start w:val="1"/>
      <w:numFmt w:val="bullet"/>
      <w:lvlText w:val="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1">
    <w:nsid w:val="701D4635"/>
    <w:multiLevelType w:val="hybridMultilevel"/>
    <w:tmpl w:val="96AE20A0"/>
    <w:lvl w:ilvl="0" w:tplc="A1745552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714947EA"/>
    <w:multiLevelType w:val="hybridMultilevel"/>
    <w:tmpl w:val="BB6A65BC"/>
    <w:lvl w:ilvl="0" w:tplc="4AC4CDDA">
      <w:start w:val="1"/>
      <w:numFmt w:val="japaneseCounting"/>
      <w:lvlText w:val="%1、"/>
      <w:lvlJc w:val="left"/>
      <w:pPr>
        <w:ind w:left="864" w:hanging="51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9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5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1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34" w:hanging="420"/>
      </w:pPr>
      <w:rPr>
        <w:rFonts w:cs="Times New Roman"/>
      </w:rPr>
    </w:lvl>
  </w:abstractNum>
  <w:abstractNum w:abstractNumId="13">
    <w:nsid w:val="798E06BF"/>
    <w:multiLevelType w:val="hybridMultilevel"/>
    <w:tmpl w:val="1626F87E"/>
    <w:lvl w:ilvl="0" w:tplc="F30EE1F6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7CA47CF4"/>
    <w:multiLevelType w:val="hybridMultilevel"/>
    <w:tmpl w:val="620CD130"/>
    <w:lvl w:ilvl="0" w:tplc="BDC84F44">
      <w:start w:val="2"/>
      <w:numFmt w:val="decimal"/>
      <w:lvlText w:val="%1."/>
      <w:lvlJc w:val="left"/>
      <w:pPr>
        <w:ind w:left="360" w:hanging="360"/>
      </w:pPr>
      <w:rPr>
        <w:rFonts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4"/>
  </w:num>
  <w:num w:numId="5">
    <w:abstractNumId w:val="0"/>
  </w:num>
  <w:num w:numId="6">
    <w:abstractNumId w:val="12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 w:numId="13">
    <w:abstractNumId w:val="13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624"/>
    <w:rsid w:val="000009AB"/>
    <w:rsid w:val="00003836"/>
    <w:rsid w:val="000040A4"/>
    <w:rsid w:val="00005131"/>
    <w:rsid w:val="00012C7B"/>
    <w:rsid w:val="000156E1"/>
    <w:rsid w:val="000172CB"/>
    <w:rsid w:val="0002648D"/>
    <w:rsid w:val="00037AAE"/>
    <w:rsid w:val="0004702B"/>
    <w:rsid w:val="000527E5"/>
    <w:rsid w:val="00055E1D"/>
    <w:rsid w:val="00061F87"/>
    <w:rsid w:val="00063F12"/>
    <w:rsid w:val="00064C05"/>
    <w:rsid w:val="000671CB"/>
    <w:rsid w:val="00067D94"/>
    <w:rsid w:val="00073032"/>
    <w:rsid w:val="000757AF"/>
    <w:rsid w:val="00080112"/>
    <w:rsid w:val="00080AEF"/>
    <w:rsid w:val="000832AB"/>
    <w:rsid w:val="00086991"/>
    <w:rsid w:val="00091197"/>
    <w:rsid w:val="00097813"/>
    <w:rsid w:val="000A4CB8"/>
    <w:rsid w:val="000B2AE5"/>
    <w:rsid w:val="000B33DD"/>
    <w:rsid w:val="000B4202"/>
    <w:rsid w:val="000C2E74"/>
    <w:rsid w:val="000D03F7"/>
    <w:rsid w:val="000E1BCF"/>
    <w:rsid w:val="000E6B0E"/>
    <w:rsid w:val="000F28E1"/>
    <w:rsid w:val="000F3A3C"/>
    <w:rsid w:val="000F4099"/>
    <w:rsid w:val="001123C2"/>
    <w:rsid w:val="00113555"/>
    <w:rsid w:val="0011356B"/>
    <w:rsid w:val="001136EC"/>
    <w:rsid w:val="00114A8E"/>
    <w:rsid w:val="00116094"/>
    <w:rsid w:val="0012590D"/>
    <w:rsid w:val="001261D3"/>
    <w:rsid w:val="00135D96"/>
    <w:rsid w:val="0014182A"/>
    <w:rsid w:val="0015031D"/>
    <w:rsid w:val="001545CB"/>
    <w:rsid w:val="00154CD7"/>
    <w:rsid w:val="00162385"/>
    <w:rsid w:val="001631D2"/>
    <w:rsid w:val="00166843"/>
    <w:rsid w:val="00177251"/>
    <w:rsid w:val="00186E23"/>
    <w:rsid w:val="00194B61"/>
    <w:rsid w:val="00195D2E"/>
    <w:rsid w:val="00196600"/>
    <w:rsid w:val="001970FF"/>
    <w:rsid w:val="001A628B"/>
    <w:rsid w:val="001B0657"/>
    <w:rsid w:val="001C5F01"/>
    <w:rsid w:val="001D0F32"/>
    <w:rsid w:val="001D5A77"/>
    <w:rsid w:val="001D6530"/>
    <w:rsid w:val="001E4F09"/>
    <w:rsid w:val="001E67DC"/>
    <w:rsid w:val="001F1EEC"/>
    <w:rsid w:val="001F4AB3"/>
    <w:rsid w:val="001F5BCD"/>
    <w:rsid w:val="001F75ED"/>
    <w:rsid w:val="001F7D92"/>
    <w:rsid w:val="002069B5"/>
    <w:rsid w:val="00206A60"/>
    <w:rsid w:val="00215338"/>
    <w:rsid w:val="0021579F"/>
    <w:rsid w:val="00226C47"/>
    <w:rsid w:val="00227F2D"/>
    <w:rsid w:val="00230D8B"/>
    <w:rsid w:val="00232F62"/>
    <w:rsid w:val="00235C9A"/>
    <w:rsid w:val="00240506"/>
    <w:rsid w:val="002428CF"/>
    <w:rsid w:val="0024655A"/>
    <w:rsid w:val="00252BB7"/>
    <w:rsid w:val="00260CFB"/>
    <w:rsid w:val="00263BD9"/>
    <w:rsid w:val="002644B8"/>
    <w:rsid w:val="0026534B"/>
    <w:rsid w:val="00265FDA"/>
    <w:rsid w:val="00266D79"/>
    <w:rsid w:val="00267E22"/>
    <w:rsid w:val="00284F0B"/>
    <w:rsid w:val="0029361D"/>
    <w:rsid w:val="00293D80"/>
    <w:rsid w:val="00294D1D"/>
    <w:rsid w:val="002B10DE"/>
    <w:rsid w:val="002B6B51"/>
    <w:rsid w:val="002C2BE2"/>
    <w:rsid w:val="002C48B0"/>
    <w:rsid w:val="002C5BD5"/>
    <w:rsid w:val="002D2980"/>
    <w:rsid w:val="002D6FEE"/>
    <w:rsid w:val="002F4778"/>
    <w:rsid w:val="002F6118"/>
    <w:rsid w:val="002F7A5C"/>
    <w:rsid w:val="00301612"/>
    <w:rsid w:val="00301D7C"/>
    <w:rsid w:val="003028A0"/>
    <w:rsid w:val="00311FD9"/>
    <w:rsid w:val="003126DF"/>
    <w:rsid w:val="00316664"/>
    <w:rsid w:val="00316AEB"/>
    <w:rsid w:val="003170EB"/>
    <w:rsid w:val="00320D30"/>
    <w:rsid w:val="00321A9C"/>
    <w:rsid w:val="003378C7"/>
    <w:rsid w:val="0035125A"/>
    <w:rsid w:val="00356BDE"/>
    <w:rsid w:val="0036048D"/>
    <w:rsid w:val="0036119F"/>
    <w:rsid w:val="00361679"/>
    <w:rsid w:val="003616F3"/>
    <w:rsid w:val="0036745F"/>
    <w:rsid w:val="00367D22"/>
    <w:rsid w:val="00370804"/>
    <w:rsid w:val="0038400E"/>
    <w:rsid w:val="00385C9E"/>
    <w:rsid w:val="00392481"/>
    <w:rsid w:val="003951F2"/>
    <w:rsid w:val="00397B73"/>
    <w:rsid w:val="003A4CA3"/>
    <w:rsid w:val="003C00D3"/>
    <w:rsid w:val="003C1A32"/>
    <w:rsid w:val="003C35D2"/>
    <w:rsid w:val="003C650E"/>
    <w:rsid w:val="003D191F"/>
    <w:rsid w:val="003D1E51"/>
    <w:rsid w:val="003D4295"/>
    <w:rsid w:val="003D4D59"/>
    <w:rsid w:val="003E2B54"/>
    <w:rsid w:val="003E3E70"/>
    <w:rsid w:val="003E530F"/>
    <w:rsid w:val="003E71CF"/>
    <w:rsid w:val="003E76E0"/>
    <w:rsid w:val="003F1786"/>
    <w:rsid w:val="003F4109"/>
    <w:rsid w:val="003F751C"/>
    <w:rsid w:val="003F7CA2"/>
    <w:rsid w:val="00404F62"/>
    <w:rsid w:val="0040572C"/>
    <w:rsid w:val="0040640B"/>
    <w:rsid w:val="00407D64"/>
    <w:rsid w:val="00411D65"/>
    <w:rsid w:val="00412001"/>
    <w:rsid w:val="004160CA"/>
    <w:rsid w:val="004169FC"/>
    <w:rsid w:val="0042125A"/>
    <w:rsid w:val="00421BF8"/>
    <w:rsid w:val="00421C2F"/>
    <w:rsid w:val="00422F81"/>
    <w:rsid w:val="00424ED2"/>
    <w:rsid w:val="0043037D"/>
    <w:rsid w:val="00430439"/>
    <w:rsid w:val="00437CCF"/>
    <w:rsid w:val="00441A25"/>
    <w:rsid w:val="0044221B"/>
    <w:rsid w:val="004445DF"/>
    <w:rsid w:val="004529D4"/>
    <w:rsid w:val="00456418"/>
    <w:rsid w:val="00456DBC"/>
    <w:rsid w:val="00461ADB"/>
    <w:rsid w:val="00461FAA"/>
    <w:rsid w:val="0046540B"/>
    <w:rsid w:val="00471C30"/>
    <w:rsid w:val="00472FD4"/>
    <w:rsid w:val="00473A4D"/>
    <w:rsid w:val="0047608C"/>
    <w:rsid w:val="0047640B"/>
    <w:rsid w:val="0049451D"/>
    <w:rsid w:val="0049663D"/>
    <w:rsid w:val="004976A9"/>
    <w:rsid w:val="00497FDF"/>
    <w:rsid w:val="004A10A3"/>
    <w:rsid w:val="004A160C"/>
    <w:rsid w:val="004A17BF"/>
    <w:rsid w:val="004A3F14"/>
    <w:rsid w:val="004B4739"/>
    <w:rsid w:val="004C045F"/>
    <w:rsid w:val="004C4CD3"/>
    <w:rsid w:val="004D0DB6"/>
    <w:rsid w:val="004D6243"/>
    <w:rsid w:val="004E18AC"/>
    <w:rsid w:val="004E27A8"/>
    <w:rsid w:val="004F1F2D"/>
    <w:rsid w:val="004F474B"/>
    <w:rsid w:val="004F5673"/>
    <w:rsid w:val="004F5CD5"/>
    <w:rsid w:val="004F7D24"/>
    <w:rsid w:val="00502437"/>
    <w:rsid w:val="00506648"/>
    <w:rsid w:val="005113C6"/>
    <w:rsid w:val="005116CC"/>
    <w:rsid w:val="005126C6"/>
    <w:rsid w:val="00512C61"/>
    <w:rsid w:val="00516FA5"/>
    <w:rsid w:val="00521049"/>
    <w:rsid w:val="00521B5D"/>
    <w:rsid w:val="00525137"/>
    <w:rsid w:val="005278E6"/>
    <w:rsid w:val="0053024F"/>
    <w:rsid w:val="00530B7A"/>
    <w:rsid w:val="00536EB3"/>
    <w:rsid w:val="00543646"/>
    <w:rsid w:val="005439CC"/>
    <w:rsid w:val="00551D7E"/>
    <w:rsid w:val="00552675"/>
    <w:rsid w:val="00552F01"/>
    <w:rsid w:val="005609DE"/>
    <w:rsid w:val="00567127"/>
    <w:rsid w:val="00574E47"/>
    <w:rsid w:val="005750F7"/>
    <w:rsid w:val="00575BC0"/>
    <w:rsid w:val="0058460D"/>
    <w:rsid w:val="00585498"/>
    <w:rsid w:val="00585C18"/>
    <w:rsid w:val="0059085D"/>
    <w:rsid w:val="00594A1B"/>
    <w:rsid w:val="005A4DBF"/>
    <w:rsid w:val="005A66A2"/>
    <w:rsid w:val="005B03DA"/>
    <w:rsid w:val="005B520B"/>
    <w:rsid w:val="005B54C2"/>
    <w:rsid w:val="005D473A"/>
    <w:rsid w:val="005D58B8"/>
    <w:rsid w:val="005E0D69"/>
    <w:rsid w:val="005E269E"/>
    <w:rsid w:val="005E3C6B"/>
    <w:rsid w:val="005E7B4D"/>
    <w:rsid w:val="005F0A82"/>
    <w:rsid w:val="00602799"/>
    <w:rsid w:val="006051FF"/>
    <w:rsid w:val="006071FD"/>
    <w:rsid w:val="00611041"/>
    <w:rsid w:val="0061655D"/>
    <w:rsid w:val="0062675C"/>
    <w:rsid w:val="006339BB"/>
    <w:rsid w:val="00637E63"/>
    <w:rsid w:val="00641032"/>
    <w:rsid w:val="006640E0"/>
    <w:rsid w:val="00664ACF"/>
    <w:rsid w:val="0067084D"/>
    <w:rsid w:val="006730B4"/>
    <w:rsid w:val="006750BB"/>
    <w:rsid w:val="00676EA3"/>
    <w:rsid w:val="00685E6D"/>
    <w:rsid w:val="00686E47"/>
    <w:rsid w:val="00687362"/>
    <w:rsid w:val="0069024D"/>
    <w:rsid w:val="00691247"/>
    <w:rsid w:val="0069617B"/>
    <w:rsid w:val="006A5378"/>
    <w:rsid w:val="006B4AA6"/>
    <w:rsid w:val="006C03B1"/>
    <w:rsid w:val="006C4394"/>
    <w:rsid w:val="006C680F"/>
    <w:rsid w:val="006D05F0"/>
    <w:rsid w:val="006D3201"/>
    <w:rsid w:val="006E1AB8"/>
    <w:rsid w:val="006E45ED"/>
    <w:rsid w:val="006E7854"/>
    <w:rsid w:val="006F34E3"/>
    <w:rsid w:val="006F6638"/>
    <w:rsid w:val="00706809"/>
    <w:rsid w:val="00707B7C"/>
    <w:rsid w:val="00715E0F"/>
    <w:rsid w:val="00721EC4"/>
    <w:rsid w:val="007254FB"/>
    <w:rsid w:val="00731726"/>
    <w:rsid w:val="00733705"/>
    <w:rsid w:val="00737319"/>
    <w:rsid w:val="007377E2"/>
    <w:rsid w:val="007378D9"/>
    <w:rsid w:val="00743624"/>
    <w:rsid w:val="00751145"/>
    <w:rsid w:val="00754D71"/>
    <w:rsid w:val="00761273"/>
    <w:rsid w:val="00761492"/>
    <w:rsid w:val="00762CF9"/>
    <w:rsid w:val="00764974"/>
    <w:rsid w:val="00767462"/>
    <w:rsid w:val="00772763"/>
    <w:rsid w:val="007735BB"/>
    <w:rsid w:val="00777360"/>
    <w:rsid w:val="00783B64"/>
    <w:rsid w:val="007919C2"/>
    <w:rsid w:val="00794B58"/>
    <w:rsid w:val="007A0B93"/>
    <w:rsid w:val="007A1D83"/>
    <w:rsid w:val="007A42F2"/>
    <w:rsid w:val="007A6E94"/>
    <w:rsid w:val="007A6EC1"/>
    <w:rsid w:val="007B3813"/>
    <w:rsid w:val="007B7FDF"/>
    <w:rsid w:val="007C3B45"/>
    <w:rsid w:val="007C3CC9"/>
    <w:rsid w:val="007C3DF3"/>
    <w:rsid w:val="007C6BBE"/>
    <w:rsid w:val="007D5E2F"/>
    <w:rsid w:val="007D71DA"/>
    <w:rsid w:val="007E0385"/>
    <w:rsid w:val="007E3295"/>
    <w:rsid w:val="007E7E49"/>
    <w:rsid w:val="007F1A7F"/>
    <w:rsid w:val="007F470A"/>
    <w:rsid w:val="0080142B"/>
    <w:rsid w:val="008040A8"/>
    <w:rsid w:val="00805034"/>
    <w:rsid w:val="008054AA"/>
    <w:rsid w:val="008131A0"/>
    <w:rsid w:val="00821A92"/>
    <w:rsid w:val="00821BB9"/>
    <w:rsid w:val="00824652"/>
    <w:rsid w:val="00840327"/>
    <w:rsid w:val="00840A6C"/>
    <w:rsid w:val="00853E5C"/>
    <w:rsid w:val="00854DBD"/>
    <w:rsid w:val="00855662"/>
    <w:rsid w:val="00857F22"/>
    <w:rsid w:val="00862B56"/>
    <w:rsid w:val="008660E6"/>
    <w:rsid w:val="0087168E"/>
    <w:rsid w:val="00875A50"/>
    <w:rsid w:val="008765D2"/>
    <w:rsid w:val="00880B1C"/>
    <w:rsid w:val="00887450"/>
    <w:rsid w:val="008879AD"/>
    <w:rsid w:val="008937DD"/>
    <w:rsid w:val="00894825"/>
    <w:rsid w:val="00895600"/>
    <w:rsid w:val="008B7E76"/>
    <w:rsid w:val="008C089C"/>
    <w:rsid w:val="008C289B"/>
    <w:rsid w:val="008C4AE2"/>
    <w:rsid w:val="008C7ADF"/>
    <w:rsid w:val="008D121A"/>
    <w:rsid w:val="008D283C"/>
    <w:rsid w:val="008D354F"/>
    <w:rsid w:val="008D3CF0"/>
    <w:rsid w:val="008D3DDA"/>
    <w:rsid w:val="008D478C"/>
    <w:rsid w:val="008E113A"/>
    <w:rsid w:val="009015F1"/>
    <w:rsid w:val="00907623"/>
    <w:rsid w:val="009107A6"/>
    <w:rsid w:val="00920051"/>
    <w:rsid w:val="00920F32"/>
    <w:rsid w:val="00925003"/>
    <w:rsid w:val="0092679F"/>
    <w:rsid w:val="009331AB"/>
    <w:rsid w:val="00935054"/>
    <w:rsid w:val="00936BC1"/>
    <w:rsid w:val="0093715B"/>
    <w:rsid w:val="00941D57"/>
    <w:rsid w:val="00942F89"/>
    <w:rsid w:val="00942FCF"/>
    <w:rsid w:val="00946EC5"/>
    <w:rsid w:val="0094798F"/>
    <w:rsid w:val="00955738"/>
    <w:rsid w:val="009574CA"/>
    <w:rsid w:val="00962777"/>
    <w:rsid w:val="00965381"/>
    <w:rsid w:val="00982F43"/>
    <w:rsid w:val="00990AD2"/>
    <w:rsid w:val="00990CEC"/>
    <w:rsid w:val="009A27EC"/>
    <w:rsid w:val="009A443C"/>
    <w:rsid w:val="009A4F06"/>
    <w:rsid w:val="009A54D6"/>
    <w:rsid w:val="009A55CF"/>
    <w:rsid w:val="009A6F7E"/>
    <w:rsid w:val="009A7950"/>
    <w:rsid w:val="009B0DFB"/>
    <w:rsid w:val="009C2596"/>
    <w:rsid w:val="009C5ADD"/>
    <w:rsid w:val="009C75EC"/>
    <w:rsid w:val="009C7656"/>
    <w:rsid w:val="009D026E"/>
    <w:rsid w:val="009D39CB"/>
    <w:rsid w:val="009D4212"/>
    <w:rsid w:val="009D4BD0"/>
    <w:rsid w:val="009E0310"/>
    <w:rsid w:val="009E0C81"/>
    <w:rsid w:val="009E2008"/>
    <w:rsid w:val="009E3CCF"/>
    <w:rsid w:val="009F0A32"/>
    <w:rsid w:val="009F1049"/>
    <w:rsid w:val="009F4ECD"/>
    <w:rsid w:val="009F5218"/>
    <w:rsid w:val="009F5C10"/>
    <w:rsid w:val="00A01176"/>
    <w:rsid w:val="00A03FF8"/>
    <w:rsid w:val="00A04393"/>
    <w:rsid w:val="00A0726A"/>
    <w:rsid w:val="00A14730"/>
    <w:rsid w:val="00A15E86"/>
    <w:rsid w:val="00A17BFE"/>
    <w:rsid w:val="00A25B1D"/>
    <w:rsid w:val="00A26029"/>
    <w:rsid w:val="00A26143"/>
    <w:rsid w:val="00A31057"/>
    <w:rsid w:val="00A36BB5"/>
    <w:rsid w:val="00A40527"/>
    <w:rsid w:val="00A44AB5"/>
    <w:rsid w:val="00A4619C"/>
    <w:rsid w:val="00A51095"/>
    <w:rsid w:val="00A56907"/>
    <w:rsid w:val="00A6760B"/>
    <w:rsid w:val="00A710E8"/>
    <w:rsid w:val="00A73275"/>
    <w:rsid w:val="00A754D9"/>
    <w:rsid w:val="00A75B03"/>
    <w:rsid w:val="00A763BA"/>
    <w:rsid w:val="00A76EA4"/>
    <w:rsid w:val="00A76EAA"/>
    <w:rsid w:val="00A80B6D"/>
    <w:rsid w:val="00A83294"/>
    <w:rsid w:val="00A85920"/>
    <w:rsid w:val="00A861FC"/>
    <w:rsid w:val="00A92F51"/>
    <w:rsid w:val="00A94538"/>
    <w:rsid w:val="00AA160B"/>
    <w:rsid w:val="00AA1B47"/>
    <w:rsid w:val="00AA1CB3"/>
    <w:rsid w:val="00AB1A2F"/>
    <w:rsid w:val="00AB4700"/>
    <w:rsid w:val="00AC2F60"/>
    <w:rsid w:val="00AC3036"/>
    <w:rsid w:val="00AD527D"/>
    <w:rsid w:val="00AD5BB7"/>
    <w:rsid w:val="00AE62AE"/>
    <w:rsid w:val="00AF1EB7"/>
    <w:rsid w:val="00AF718E"/>
    <w:rsid w:val="00B01B81"/>
    <w:rsid w:val="00B05F2C"/>
    <w:rsid w:val="00B10105"/>
    <w:rsid w:val="00B129ED"/>
    <w:rsid w:val="00B16A07"/>
    <w:rsid w:val="00B17852"/>
    <w:rsid w:val="00B202D1"/>
    <w:rsid w:val="00B20ED7"/>
    <w:rsid w:val="00B33C98"/>
    <w:rsid w:val="00B41393"/>
    <w:rsid w:val="00B41C09"/>
    <w:rsid w:val="00B47075"/>
    <w:rsid w:val="00B5088F"/>
    <w:rsid w:val="00B51FAF"/>
    <w:rsid w:val="00B56B8B"/>
    <w:rsid w:val="00B6205C"/>
    <w:rsid w:val="00B63E2B"/>
    <w:rsid w:val="00B65152"/>
    <w:rsid w:val="00B66654"/>
    <w:rsid w:val="00B66BB7"/>
    <w:rsid w:val="00B67D35"/>
    <w:rsid w:val="00B70A2C"/>
    <w:rsid w:val="00B70DFD"/>
    <w:rsid w:val="00B7122C"/>
    <w:rsid w:val="00B7586D"/>
    <w:rsid w:val="00B760AD"/>
    <w:rsid w:val="00B77423"/>
    <w:rsid w:val="00B920F9"/>
    <w:rsid w:val="00B94BBD"/>
    <w:rsid w:val="00BA4893"/>
    <w:rsid w:val="00BA693A"/>
    <w:rsid w:val="00BB1A92"/>
    <w:rsid w:val="00BB6FD9"/>
    <w:rsid w:val="00BC090D"/>
    <w:rsid w:val="00BC54AE"/>
    <w:rsid w:val="00BC6EF4"/>
    <w:rsid w:val="00BF3217"/>
    <w:rsid w:val="00BF3A71"/>
    <w:rsid w:val="00BF3ED8"/>
    <w:rsid w:val="00BF4A4F"/>
    <w:rsid w:val="00BF7349"/>
    <w:rsid w:val="00C03DEA"/>
    <w:rsid w:val="00C048E2"/>
    <w:rsid w:val="00C07862"/>
    <w:rsid w:val="00C07D37"/>
    <w:rsid w:val="00C125DD"/>
    <w:rsid w:val="00C14C81"/>
    <w:rsid w:val="00C156A1"/>
    <w:rsid w:val="00C2412C"/>
    <w:rsid w:val="00C24996"/>
    <w:rsid w:val="00C276A7"/>
    <w:rsid w:val="00C30E35"/>
    <w:rsid w:val="00C31550"/>
    <w:rsid w:val="00C3421B"/>
    <w:rsid w:val="00C35EAF"/>
    <w:rsid w:val="00C37AC2"/>
    <w:rsid w:val="00C421D2"/>
    <w:rsid w:val="00C4294E"/>
    <w:rsid w:val="00C44E6A"/>
    <w:rsid w:val="00C50246"/>
    <w:rsid w:val="00C51ACC"/>
    <w:rsid w:val="00C53C1E"/>
    <w:rsid w:val="00C548DA"/>
    <w:rsid w:val="00C563DB"/>
    <w:rsid w:val="00C65AAE"/>
    <w:rsid w:val="00C66E01"/>
    <w:rsid w:val="00C66F28"/>
    <w:rsid w:val="00C72DC9"/>
    <w:rsid w:val="00C73EAB"/>
    <w:rsid w:val="00C742BD"/>
    <w:rsid w:val="00C81953"/>
    <w:rsid w:val="00C90251"/>
    <w:rsid w:val="00C92E5B"/>
    <w:rsid w:val="00C97B45"/>
    <w:rsid w:val="00CA1B06"/>
    <w:rsid w:val="00CA2C76"/>
    <w:rsid w:val="00CB3187"/>
    <w:rsid w:val="00CB431A"/>
    <w:rsid w:val="00CC1A77"/>
    <w:rsid w:val="00CC63CE"/>
    <w:rsid w:val="00CD1C31"/>
    <w:rsid w:val="00CD288D"/>
    <w:rsid w:val="00CD3A30"/>
    <w:rsid w:val="00CD3CFF"/>
    <w:rsid w:val="00CE7101"/>
    <w:rsid w:val="00CF20A2"/>
    <w:rsid w:val="00CF24FB"/>
    <w:rsid w:val="00D0148E"/>
    <w:rsid w:val="00D06554"/>
    <w:rsid w:val="00D11DA0"/>
    <w:rsid w:val="00D12D94"/>
    <w:rsid w:val="00D13D94"/>
    <w:rsid w:val="00D14364"/>
    <w:rsid w:val="00D164CC"/>
    <w:rsid w:val="00D245DB"/>
    <w:rsid w:val="00D272A8"/>
    <w:rsid w:val="00D30EBA"/>
    <w:rsid w:val="00D410E1"/>
    <w:rsid w:val="00D44CF1"/>
    <w:rsid w:val="00D46C6F"/>
    <w:rsid w:val="00D50010"/>
    <w:rsid w:val="00D51210"/>
    <w:rsid w:val="00D5204F"/>
    <w:rsid w:val="00D54DED"/>
    <w:rsid w:val="00D56595"/>
    <w:rsid w:val="00D66488"/>
    <w:rsid w:val="00D73F64"/>
    <w:rsid w:val="00D750B9"/>
    <w:rsid w:val="00D81A31"/>
    <w:rsid w:val="00D81DED"/>
    <w:rsid w:val="00D8540F"/>
    <w:rsid w:val="00D857EB"/>
    <w:rsid w:val="00D86EB9"/>
    <w:rsid w:val="00D937B2"/>
    <w:rsid w:val="00D9413E"/>
    <w:rsid w:val="00D95175"/>
    <w:rsid w:val="00D97646"/>
    <w:rsid w:val="00DA3693"/>
    <w:rsid w:val="00DA5CB1"/>
    <w:rsid w:val="00DA68FF"/>
    <w:rsid w:val="00DA78BA"/>
    <w:rsid w:val="00DB204E"/>
    <w:rsid w:val="00DB5C6A"/>
    <w:rsid w:val="00DC1ADC"/>
    <w:rsid w:val="00DD0356"/>
    <w:rsid w:val="00DD1406"/>
    <w:rsid w:val="00DD54E8"/>
    <w:rsid w:val="00DE2ED8"/>
    <w:rsid w:val="00DF6F88"/>
    <w:rsid w:val="00E025BF"/>
    <w:rsid w:val="00E04238"/>
    <w:rsid w:val="00E06E7A"/>
    <w:rsid w:val="00E10C0C"/>
    <w:rsid w:val="00E10FF2"/>
    <w:rsid w:val="00E16128"/>
    <w:rsid w:val="00E178EC"/>
    <w:rsid w:val="00E17EC1"/>
    <w:rsid w:val="00E22832"/>
    <w:rsid w:val="00E317C0"/>
    <w:rsid w:val="00E3421D"/>
    <w:rsid w:val="00E43EF8"/>
    <w:rsid w:val="00E4680D"/>
    <w:rsid w:val="00E548C4"/>
    <w:rsid w:val="00E57DED"/>
    <w:rsid w:val="00E66605"/>
    <w:rsid w:val="00E77B2D"/>
    <w:rsid w:val="00E8043D"/>
    <w:rsid w:val="00E8139C"/>
    <w:rsid w:val="00E83417"/>
    <w:rsid w:val="00E862D5"/>
    <w:rsid w:val="00E86742"/>
    <w:rsid w:val="00E912A3"/>
    <w:rsid w:val="00E93FD9"/>
    <w:rsid w:val="00E949FD"/>
    <w:rsid w:val="00E9574B"/>
    <w:rsid w:val="00EA257B"/>
    <w:rsid w:val="00EA31B8"/>
    <w:rsid w:val="00EA6B01"/>
    <w:rsid w:val="00EB01AD"/>
    <w:rsid w:val="00EB0C6F"/>
    <w:rsid w:val="00EB30A5"/>
    <w:rsid w:val="00EB33D0"/>
    <w:rsid w:val="00EB7FF1"/>
    <w:rsid w:val="00EC0B86"/>
    <w:rsid w:val="00EC15C1"/>
    <w:rsid w:val="00EC29BE"/>
    <w:rsid w:val="00ED112E"/>
    <w:rsid w:val="00ED1BAC"/>
    <w:rsid w:val="00ED2C3B"/>
    <w:rsid w:val="00ED69AE"/>
    <w:rsid w:val="00EE4B16"/>
    <w:rsid w:val="00EE5657"/>
    <w:rsid w:val="00EF1CF4"/>
    <w:rsid w:val="00EF6F0A"/>
    <w:rsid w:val="00F10F49"/>
    <w:rsid w:val="00F12992"/>
    <w:rsid w:val="00F12EF2"/>
    <w:rsid w:val="00F16EC8"/>
    <w:rsid w:val="00F23783"/>
    <w:rsid w:val="00F2570A"/>
    <w:rsid w:val="00F30D80"/>
    <w:rsid w:val="00F34090"/>
    <w:rsid w:val="00F41E52"/>
    <w:rsid w:val="00F543EE"/>
    <w:rsid w:val="00F614A7"/>
    <w:rsid w:val="00F61ABB"/>
    <w:rsid w:val="00F65323"/>
    <w:rsid w:val="00F65EB1"/>
    <w:rsid w:val="00F7022E"/>
    <w:rsid w:val="00F71BCD"/>
    <w:rsid w:val="00F7215E"/>
    <w:rsid w:val="00F72C24"/>
    <w:rsid w:val="00F74D56"/>
    <w:rsid w:val="00F804BA"/>
    <w:rsid w:val="00F80C05"/>
    <w:rsid w:val="00F84976"/>
    <w:rsid w:val="00F856D8"/>
    <w:rsid w:val="00F954CC"/>
    <w:rsid w:val="00FA5694"/>
    <w:rsid w:val="00FB1630"/>
    <w:rsid w:val="00FB184F"/>
    <w:rsid w:val="00FB22BE"/>
    <w:rsid w:val="00FB691F"/>
    <w:rsid w:val="00FB76A7"/>
    <w:rsid w:val="00FB794A"/>
    <w:rsid w:val="00FC24EE"/>
    <w:rsid w:val="00FD50BB"/>
    <w:rsid w:val="00FE0403"/>
    <w:rsid w:val="00FE521B"/>
    <w:rsid w:val="00FF0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C2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3172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731726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semiHidden/>
    <w:rsid w:val="007A1D8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7A1D83"/>
    <w:rPr>
      <w:rFonts w:cs="Times New Roman"/>
    </w:rPr>
  </w:style>
  <w:style w:type="paragraph" w:styleId="ListParagraph">
    <w:name w:val="List Paragraph"/>
    <w:basedOn w:val="Normal"/>
    <w:uiPriority w:val="99"/>
    <w:qFormat/>
    <w:rsid w:val="00CD288D"/>
    <w:pPr>
      <w:ind w:firstLineChars="200" w:firstLine="420"/>
    </w:pPr>
  </w:style>
  <w:style w:type="paragraph" w:customStyle="1" w:styleId="1">
    <w:name w:val="列出段落1"/>
    <w:basedOn w:val="Normal"/>
    <w:uiPriority w:val="99"/>
    <w:rsid w:val="00CD288D"/>
    <w:pPr>
      <w:ind w:firstLineChars="200" w:firstLine="420"/>
    </w:pPr>
    <w:rPr>
      <w:rFonts w:cs="Calibri"/>
      <w:szCs w:val="21"/>
    </w:rPr>
  </w:style>
  <w:style w:type="paragraph" w:styleId="Header">
    <w:name w:val="header"/>
    <w:basedOn w:val="Normal"/>
    <w:link w:val="HeaderChar"/>
    <w:uiPriority w:val="99"/>
    <w:semiHidden/>
    <w:rsid w:val="00B20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20ED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20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20ED7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6750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50BB"/>
    <w:rPr>
      <w:rFonts w:cs="Times New Roman"/>
      <w:sz w:val="18"/>
      <w:szCs w:val="18"/>
    </w:rPr>
  </w:style>
  <w:style w:type="paragraph" w:customStyle="1" w:styleId="Default">
    <w:name w:val="Default"/>
    <w:uiPriority w:val="99"/>
    <w:rsid w:val="000F3A3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E0423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697322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view/944155.ht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&#22635;&#20889;&#25253;&#21517;&#30003;&#35831;&#34920;&#24182;&#21457;&#36865;&#21040;ispsara@163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view/86675.htm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197</Words>
  <Characters>1128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澳大利亚阿德莱德大学2018年寒假英语文化项目招生计划</dc:title>
  <dc:subject/>
  <dc:creator>yanghong chen</dc:creator>
  <cp:keywords/>
  <dc:description/>
  <cp:lastModifiedBy>常爽</cp:lastModifiedBy>
  <cp:revision>10</cp:revision>
  <dcterms:created xsi:type="dcterms:W3CDTF">2017-10-13T06:52:00Z</dcterms:created>
  <dcterms:modified xsi:type="dcterms:W3CDTF">2017-10-20T02:22:00Z</dcterms:modified>
</cp:coreProperties>
</file>